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p14">
  <w:body>
    <w:p w:rsidRPr="00A725CC" w:rsidR="00315847" w:rsidP="007679CF" w:rsidRDefault="005245AE" w14:paraId="10E62597" w14:textId="4C67CDBE">
      <w:pPr>
        <w:pStyle w:val="Ttulo"/>
        <w:framePr w:w="6765" w:wrap="notBeside" w:x="3919" w:y="2088"/>
      </w:pPr>
      <w:r w:rsidRPr="005245AE">
        <w:t xml:space="preserve">Propuesta de modificación del P.O. 1.2 </w:t>
      </w:r>
    </w:p>
    <w:p w:rsidRPr="00A725CC" w:rsidR="00A1680F" w:rsidP="007679CF" w:rsidRDefault="00CE30B9" w14:paraId="683CBFDC" w14:textId="4E36552B">
      <w:pPr>
        <w:pStyle w:val="Subttulo"/>
        <w:framePr w:w="6765" w:wrap="notBeside" w:x="3919" w:y="2088"/>
      </w:pPr>
      <w:r>
        <w:fldChar w:fldCharType="begin"/>
      </w:r>
      <w:r>
        <w:instrText xml:space="preserve"> DOCPROPERTY  subtitle  \* MERGEFORMAT </w:instrText>
      </w:r>
      <w:r>
        <w:fldChar w:fldCharType="separate"/>
      </w:r>
      <w:r w:rsidR="005245AE">
        <w:t>Informe justificativo</w:t>
      </w:r>
      <w:r>
        <w:fldChar w:fldCharType="end"/>
      </w:r>
    </w:p>
    <w:p w:rsidRPr="008047F5" w:rsidR="00315847" w:rsidP="008047F5" w:rsidRDefault="00CE30B9" w14:paraId="7D9948FD" w14:textId="6C225D0E">
      <w:pPr>
        <w:pStyle w:val="DIRDPTO"/>
        <w:framePr w:wrap="notBeside"/>
      </w:pPr>
      <w:r>
        <w:fldChar w:fldCharType="begin"/>
      </w:r>
      <w:r>
        <w:instrText xml:space="preserve"> DOCPROPERTY  "REE Dirección"  \* MERGEFORMAT </w:instrText>
      </w:r>
      <w:r>
        <w:fldChar w:fldCharType="separate"/>
      </w:r>
      <w:r w:rsidR="005245AE">
        <w:t>Dirección de Desarrollo del Sistema</w:t>
      </w:r>
      <w:r>
        <w:fldChar w:fldCharType="end"/>
      </w:r>
    </w:p>
    <w:p w:rsidRPr="008047F5" w:rsidR="00FF66A7" w:rsidP="008047F5" w:rsidRDefault="00CE30B9" w14:paraId="7C920B97" w14:textId="4A889A3F">
      <w:pPr>
        <w:pStyle w:val="DIRDPTO"/>
        <w:framePr w:wrap="notBeside"/>
      </w:pPr>
      <w:r>
        <w:fldChar w:fldCharType="begin"/>
      </w:r>
      <w:r>
        <w:instrText xml:space="preserve"> DOCPROPERTY  "REE Departamento"  \* MERGEFORMAT </w:instrText>
      </w:r>
      <w:r>
        <w:fldChar w:fldCharType="separate"/>
      </w:r>
      <w:r w:rsidR="005245AE">
        <w:t>Departamento de Fiabilidad del Sistema Eléctrico</w:t>
      </w:r>
      <w:r>
        <w:fldChar w:fldCharType="end"/>
      </w:r>
    </w:p>
    <w:p w:rsidR="00315847" w:rsidP="008047F5" w:rsidRDefault="00CE30B9" w14:paraId="09D39F76" w14:textId="1D6EFD8B">
      <w:pPr>
        <w:pStyle w:val="Fecha"/>
        <w:framePr w:wrap="around"/>
      </w:pPr>
      <w:r>
        <w:fldChar w:fldCharType="begin"/>
      </w:r>
      <w:r>
        <w:instrText xml:space="preserve"> DOCPROPERTY  date  \* MERGEFORMAT </w:instrText>
      </w:r>
      <w:r>
        <w:fldChar w:fldCharType="separate"/>
      </w:r>
      <w:r w:rsidR="005245AE">
        <w:t>abril de 20</w:t>
      </w:r>
      <w:r>
        <w:fldChar w:fldCharType="end"/>
      </w:r>
      <w:r w:rsidR="005245AE">
        <w:t>22</w:t>
      </w:r>
    </w:p>
    <w:p w:rsidR="007D6C87" w:rsidP="007D6C87" w:rsidRDefault="007D6C87" w14:paraId="1699323C" w14:textId="77777777">
      <w:pPr>
        <w:pStyle w:val="Textoindependiente"/>
      </w:pPr>
      <w:bookmarkStart w:name="sobre-esta-plantilla" w:id="0"/>
      <w:r>
        <w:br w:type="page"/>
      </w:r>
    </w:p>
    <w:sdt>
      <w:sdtPr>
        <w:id w:val="-453632047"/>
        <w:docPartObj>
          <w:docPartGallery w:val="Table of Contents"/>
          <w:docPartUnique/>
        </w:docPartObj>
        <w:rPr>
          <w:rFonts w:ascii="Barlow Semi Condensed" w:hAnsi="Barlow Semi Condensed" w:eastAsia="Barlow Semi Condensed" w:cs="" w:asciiTheme="minorAscii" w:hAnsiTheme="minorAscii" w:eastAsiaTheme="minorAscii" w:cstheme="minorBidi"/>
          <w:color w:val="auto"/>
          <w:sz w:val="22"/>
          <w:szCs w:val="22"/>
        </w:rPr>
      </w:sdtPr>
      <w:sdtEndPr>
        <w:rPr>
          <w:rFonts w:ascii="Barlow Semi Condensed" w:hAnsi="Barlow Semi Condensed" w:eastAsia="Barlow Semi Condensed" w:cs="" w:asciiTheme="minorAscii" w:hAnsiTheme="minorAscii" w:eastAsiaTheme="minorAscii" w:cstheme="minorBidi"/>
          <w:color w:val="auto"/>
          <w:sz w:val="22"/>
          <w:szCs w:val="22"/>
        </w:rPr>
      </w:sdtEndPr>
      <w:sdtContent>
        <w:p w:rsidR="003A66A4" w:rsidP="00EE279D" w:rsidRDefault="003A66A4" w14:paraId="519EBA19" w14:textId="77777777">
          <w:pPr>
            <w:pStyle w:val="TtuloTDC"/>
          </w:pPr>
          <w:r>
            <w:t>Índice</w:t>
          </w:r>
        </w:p>
        <w:p w:rsidR="00D50F5F" w:rsidRDefault="009E3E7E" w14:paraId="45923628" w14:textId="4426C4FD">
          <w:pPr>
            <w:pStyle w:val="TDC1"/>
            <w:rPr>
              <w:rFonts w:asciiTheme="minorHAnsi" w:hAnsiTheme="minorHAnsi" w:eastAsiaTheme="minorEastAsia"/>
              <w:color w:val="auto"/>
              <w:szCs w:val="22"/>
              <w:lang w:val="es-ES" w:eastAsia="es-ES"/>
            </w:rPr>
          </w:pPr>
          <w:r>
            <w:fldChar w:fldCharType="begin"/>
          </w:r>
          <w:r>
            <w:instrText xml:space="preserve"> TOC \o "1-4" \h \z \u </w:instrText>
          </w:r>
          <w:r>
            <w:fldChar w:fldCharType="separate"/>
          </w:r>
          <w:hyperlink w:history="1" w:anchor="_Toc94165664">
            <w:r w:rsidRPr="000B3319" w:rsidR="00D50F5F">
              <w:rPr>
                <w:rStyle w:val="Hipervnculo"/>
              </w:rPr>
              <w:t>1</w:t>
            </w:r>
            <w:r w:rsidR="00D50F5F">
              <w:rPr>
                <w:rFonts w:asciiTheme="minorHAnsi" w:hAnsiTheme="minorHAnsi" w:eastAsiaTheme="minorEastAsia"/>
                <w:color w:val="auto"/>
                <w:szCs w:val="22"/>
                <w:lang w:val="es-ES" w:eastAsia="es-ES"/>
              </w:rPr>
              <w:tab/>
            </w:r>
            <w:r w:rsidRPr="000B3319" w:rsidR="00D50F5F">
              <w:rPr>
                <w:rStyle w:val="Hipervnculo"/>
              </w:rPr>
              <w:t>Introducción</w:t>
            </w:r>
            <w:r w:rsidR="00D50F5F">
              <w:rPr>
                <w:webHidden/>
              </w:rPr>
              <w:tab/>
            </w:r>
            <w:r w:rsidR="00D50F5F">
              <w:rPr>
                <w:webHidden/>
              </w:rPr>
              <w:fldChar w:fldCharType="begin"/>
            </w:r>
            <w:r w:rsidR="00D50F5F">
              <w:rPr>
                <w:webHidden/>
              </w:rPr>
              <w:instrText xml:space="preserve"> PAGEREF _Toc94165664 \h </w:instrText>
            </w:r>
            <w:r w:rsidR="00D50F5F">
              <w:rPr>
                <w:webHidden/>
              </w:rPr>
            </w:r>
            <w:r w:rsidR="00D50F5F">
              <w:rPr>
                <w:webHidden/>
              </w:rPr>
              <w:fldChar w:fldCharType="separate"/>
            </w:r>
            <w:r w:rsidR="00D50F5F">
              <w:rPr>
                <w:webHidden/>
              </w:rPr>
              <w:t>1</w:t>
            </w:r>
            <w:r w:rsidR="00D50F5F">
              <w:rPr>
                <w:webHidden/>
              </w:rPr>
              <w:fldChar w:fldCharType="end"/>
            </w:r>
          </w:hyperlink>
        </w:p>
        <w:p w:rsidR="00D50F5F" w:rsidRDefault="00CE30B9" w14:paraId="15346FC8" w14:textId="26011683">
          <w:pPr>
            <w:pStyle w:val="TDC1"/>
            <w:rPr>
              <w:rFonts w:asciiTheme="minorHAnsi" w:hAnsiTheme="minorHAnsi" w:eastAsiaTheme="minorEastAsia"/>
              <w:color w:val="auto"/>
              <w:szCs w:val="22"/>
              <w:lang w:val="es-ES" w:eastAsia="es-ES"/>
            </w:rPr>
          </w:pPr>
          <w:hyperlink w:history="1" w:anchor="_Toc94165665">
            <w:r w:rsidRPr="000B3319" w:rsidR="00D50F5F">
              <w:rPr>
                <w:rStyle w:val="Hipervnculo"/>
              </w:rPr>
              <w:t>2</w:t>
            </w:r>
            <w:r w:rsidR="00D50F5F">
              <w:rPr>
                <w:rFonts w:asciiTheme="minorHAnsi" w:hAnsiTheme="minorHAnsi" w:eastAsiaTheme="minorEastAsia"/>
                <w:color w:val="auto"/>
                <w:szCs w:val="22"/>
                <w:lang w:val="es-ES" w:eastAsia="es-ES"/>
              </w:rPr>
              <w:tab/>
            </w:r>
            <w:r w:rsidRPr="000B3319" w:rsidR="00D50F5F">
              <w:rPr>
                <w:rStyle w:val="Hipervnculo"/>
              </w:rPr>
              <w:t>Afectación al P.O. en su punto 4, 4.4 y 4.2.</w:t>
            </w:r>
            <w:r w:rsidR="00D50F5F">
              <w:rPr>
                <w:webHidden/>
              </w:rPr>
              <w:tab/>
            </w:r>
            <w:r w:rsidR="00D50F5F">
              <w:rPr>
                <w:webHidden/>
              </w:rPr>
              <w:fldChar w:fldCharType="begin"/>
            </w:r>
            <w:r w:rsidR="00D50F5F">
              <w:rPr>
                <w:webHidden/>
              </w:rPr>
              <w:instrText xml:space="preserve"> PAGEREF _Toc94165665 \h </w:instrText>
            </w:r>
            <w:r w:rsidR="00D50F5F">
              <w:rPr>
                <w:webHidden/>
              </w:rPr>
            </w:r>
            <w:r w:rsidR="00D50F5F">
              <w:rPr>
                <w:webHidden/>
              </w:rPr>
              <w:fldChar w:fldCharType="separate"/>
            </w:r>
            <w:r w:rsidR="00D50F5F">
              <w:rPr>
                <w:webHidden/>
              </w:rPr>
              <w:t>1</w:t>
            </w:r>
            <w:r w:rsidR="00D50F5F">
              <w:rPr>
                <w:webHidden/>
              </w:rPr>
              <w:fldChar w:fldCharType="end"/>
            </w:r>
          </w:hyperlink>
        </w:p>
        <w:p w:rsidR="00D50F5F" w:rsidRDefault="00D50F5F" w14:paraId="17B0F791" w14:textId="6514A7A4">
          <w:pPr>
            <w:pStyle w:val="TDC1"/>
            <w:rPr>
              <w:rFonts w:asciiTheme="minorHAnsi" w:hAnsiTheme="minorHAnsi" w:eastAsiaTheme="minorEastAsia"/>
              <w:color w:val="auto"/>
              <w:szCs w:val="22"/>
              <w:lang w:val="es-ES" w:eastAsia="es-ES"/>
            </w:rPr>
          </w:pPr>
        </w:p>
        <w:p w:rsidR="003A66A4" w:rsidP="00A24227" w:rsidRDefault="009E3E7E" w14:paraId="6184C165" w14:textId="7B163A15">
          <w:pPr>
            <w:spacing w:after="200"/>
          </w:pPr>
          <w:r>
            <w:rPr>
              <w:color w:val="006699"/>
            </w:rPr>
            <w:fldChar w:fldCharType="end"/>
          </w:r>
        </w:p>
      </w:sdtContent>
    </w:sdt>
    <w:p w:rsidR="00244839" w:rsidP="00244839" w:rsidRDefault="00244839" w14:paraId="3CFC2A8A" w14:textId="77777777">
      <w:r>
        <w:br w:type="page"/>
      </w:r>
    </w:p>
    <w:p w:rsidR="00315847" w:rsidP="00EE279D" w:rsidRDefault="005245AE" w14:paraId="6E09D77D" w14:textId="451ACB88">
      <w:pPr>
        <w:pStyle w:val="Ttulo1"/>
      </w:pPr>
      <w:bookmarkStart w:name="_Toc94165664" w:id="1"/>
      <w:bookmarkEnd w:id="0"/>
      <w:r>
        <w:lastRenderedPageBreak/>
        <w:t>Introducción</w:t>
      </w:r>
      <w:bookmarkEnd w:id="1"/>
    </w:p>
    <w:p w:rsidR="005245AE" w:rsidP="005245AE" w:rsidRDefault="005245AE" w14:paraId="0F77CD82" w14:textId="44AAFC34">
      <w:r>
        <w:t>El Operador del Sistema (OS) es consciente de los retos a los que se enfrenta el sector eléctrico y del papel central que debe jugar este para la consecución de los objetivos de la Transición Energética</w:t>
      </w:r>
      <w:r w:rsidR="00910150">
        <w:t>.</w:t>
      </w:r>
    </w:p>
    <w:p w:rsidR="005245AE" w:rsidP="005245AE" w:rsidRDefault="005245AE" w14:paraId="1F51E9F5" w14:textId="243076E8" w14:noSpellErr="1">
      <w:r w:rsidRPr="1FF49735" w:rsidR="005245AE">
        <w:rPr>
          <w:lang w:val="es-ES"/>
        </w:rPr>
        <w:t xml:space="preserve">El entorno lleva a un sistema eléctrico en plena transformación, que será protagonista, a su vez, de la transición del conjunto de la economía hacia un modelo reducido en carbono. En este sentido, el Sistema Eléctrico no solo va a verse condicionado por la evolución del parque de generación (predominancia de renovables no gestionables y generación distribuida), sino también por el comportamiento de la demanda en un escenario de mayor electrificación y eficiencia energética; todo ello, en un marco de desarrollo tecnológico y digitalización que favorecerá la implantación de nuevas herramientas de gestión del sistema (almacenamiento, redes inteligentes y gestión activa de la demanda). </w:t>
      </w:r>
      <w:r w:rsidRPr="1FF49735" w:rsidR="005245AE">
        <w:rPr>
          <w:lang w:val="es-ES"/>
        </w:rPr>
        <w:t>Una clave del éxito de la transición estará en que los nuevos recursos renovables se puedan conectar a la red de transporte al ritmo necesario, para lo cual será imprescindible su desarrollo de manera acompasada con la entrada en servicio de la nueva potencia renovable.</w:t>
      </w:r>
      <w:r w:rsidRPr="1FF49735" w:rsidR="007679CF">
        <w:rPr>
          <w:lang w:val="es-ES"/>
        </w:rPr>
        <w:t xml:space="preserve"> </w:t>
      </w:r>
      <w:r w:rsidRPr="1FF49735" w:rsidR="007679CF">
        <w:rPr>
          <w:lang w:val="es-ES"/>
        </w:rPr>
        <w:t>A</w:t>
      </w:r>
      <w:r w:rsidRPr="1FF49735" w:rsidR="005245AE">
        <w:rPr>
          <w:lang w:val="es-ES"/>
        </w:rPr>
        <w:t>dicionalmente al desarrollo de nuevas instalaciones y con el fin minimizar el impacto ambiental, debe priorizarse la optimización de las inversiones ya realizadas y maximizar la utilización de los pasillos eléctricos existentes a través de la mejora, actualización y extensión de la vida de la red existente.</w:t>
      </w:r>
      <w:r w:rsidRPr="1FF49735" w:rsidR="005245AE">
        <w:rPr>
          <w:lang w:val="es-ES"/>
        </w:rPr>
        <w:t xml:space="preserve"> </w:t>
      </w:r>
    </w:p>
    <w:p w:rsidR="005245AE" w:rsidP="005245AE" w:rsidRDefault="005245AE" w14:paraId="6C709053" w14:textId="5CFC6F94" w14:noSpellErr="1">
      <w:r w:rsidRPr="1FF49735" w:rsidR="005245AE">
        <w:rPr>
          <w:lang w:val="es-ES"/>
        </w:rPr>
        <w:t xml:space="preserve">En este sentido, </w:t>
      </w:r>
      <w:r w:rsidRPr="1FF49735" w:rsidR="005245AE">
        <w:rPr>
          <w:lang w:val="es-ES"/>
        </w:rPr>
        <w:t xml:space="preserve">el </w:t>
      </w:r>
      <w:r w:rsidRPr="1FF49735" w:rsidR="005245AE">
        <w:rPr>
          <w:lang w:val="es-ES"/>
        </w:rPr>
        <w:t>OS</w:t>
      </w:r>
      <w:r w:rsidRPr="1FF49735" w:rsidR="005245AE">
        <w:rPr>
          <w:lang w:val="es-ES"/>
        </w:rPr>
        <w:t xml:space="preserve"> ha detectado la necesidad de modificar el P.O.1.2.</w:t>
      </w:r>
      <w:r w:rsidRPr="1FF49735" w:rsidR="005245AE">
        <w:rPr>
          <w:lang w:val="es-ES"/>
        </w:rPr>
        <w:t xml:space="preserve"> </w:t>
      </w:r>
      <w:r w:rsidRPr="1FF49735" w:rsidR="005245AE">
        <w:rPr>
          <w:lang w:val="es-ES"/>
        </w:rPr>
        <w:t>con objeto de flexibilizar y mejorar el uso de la red existente</w:t>
      </w:r>
      <w:r w:rsidRPr="1FF49735" w:rsidR="007679CF">
        <w:rPr>
          <w:lang w:val="es-ES"/>
        </w:rPr>
        <w:t xml:space="preserve"> basándonos en un mejor conocimiento de la misma</w:t>
      </w:r>
      <w:r w:rsidRPr="1FF49735" w:rsidR="005245AE">
        <w:rPr>
          <w:lang w:val="es-ES"/>
        </w:rPr>
        <w:t>.</w:t>
      </w:r>
      <w:r w:rsidRPr="1FF49735" w:rsidR="005245AE">
        <w:rPr>
          <w:lang w:val="es-ES"/>
        </w:rPr>
        <w:t xml:space="preserve"> </w:t>
      </w:r>
      <w:r w:rsidRPr="1FF49735" w:rsidR="005245AE">
        <w:rPr>
          <w:rFonts w:ascii="Barlow Semi Condensed SemiBold" w:hAnsi="Barlow Semi Condensed SemiBold"/>
          <w:lang w:val="es-ES"/>
        </w:rPr>
        <w:t>En este procedimiento se establece el cálculo de la capacidad de transporte (</w:t>
      </w:r>
      <w:r w:rsidRPr="1FF49735" w:rsidR="005245AE">
        <w:rPr>
          <w:rFonts w:ascii="Barlow Semi Condensed SemiBold" w:hAnsi="Barlow Semi Condensed SemiBold"/>
          <w:lang w:val="es-ES"/>
        </w:rPr>
        <w:t>CdT</w:t>
      </w:r>
      <w:r w:rsidRPr="1FF49735" w:rsidR="005245AE">
        <w:rPr>
          <w:rFonts w:ascii="Barlow Semi Condensed SemiBold" w:hAnsi="Barlow Semi Condensed SemiBold"/>
          <w:lang w:val="es-ES"/>
        </w:rPr>
        <w:t>) de las líneas teniendo en cuenta el modelo térmico de las mismas y tomando las condiciones climatológicas representativas, en base a datos estadísticos históricos, para el período de interés.</w:t>
      </w:r>
      <w:r w:rsidRPr="1FF49735" w:rsidR="005245AE">
        <w:rPr>
          <w:lang w:val="es-ES"/>
        </w:rPr>
        <w:t xml:space="preserve"> De esta forma las </w:t>
      </w:r>
      <w:r w:rsidRPr="1FF49735" w:rsidR="005245AE">
        <w:rPr>
          <w:lang w:val="es-ES"/>
        </w:rPr>
        <w:t>CdT</w:t>
      </w:r>
      <w:r w:rsidRPr="1FF49735" w:rsidR="005245AE">
        <w:rPr>
          <w:lang w:val="es-ES"/>
        </w:rPr>
        <w:t xml:space="preserve"> ya no quedan limitadas</w:t>
      </w:r>
      <w:r w:rsidRPr="1FF49735" w:rsidR="00910150">
        <w:rPr>
          <w:lang w:val="es-ES"/>
        </w:rPr>
        <w:t xml:space="preserve"> exclusivamente</w:t>
      </w:r>
      <w:r w:rsidRPr="1FF49735" w:rsidR="005245AE">
        <w:rPr>
          <w:lang w:val="es-ES"/>
        </w:rPr>
        <w:t xml:space="preserve"> a </w:t>
      </w:r>
      <w:r w:rsidRPr="1FF49735" w:rsidR="005245AE">
        <w:rPr>
          <w:lang w:val="es-ES"/>
        </w:rPr>
        <w:t>los estaciones</w:t>
      </w:r>
      <w:r w:rsidRPr="1FF49735" w:rsidR="005245AE">
        <w:rPr>
          <w:lang w:val="es-ES"/>
        </w:rPr>
        <w:t xml:space="preserve"> de invierno, primavera, verano y otoño como hasta ahora, sino que se permitirá el uso</w:t>
      </w:r>
      <w:r w:rsidRPr="1FF49735" w:rsidR="007679CF">
        <w:rPr>
          <w:lang w:val="es-ES"/>
        </w:rPr>
        <w:t xml:space="preserve"> también</w:t>
      </w:r>
      <w:r w:rsidRPr="1FF49735" w:rsidR="005245AE">
        <w:rPr>
          <w:lang w:val="es-ES"/>
        </w:rPr>
        <w:t xml:space="preserve"> de otros periodos (por </w:t>
      </w:r>
      <w:r w:rsidRPr="1FF49735" w:rsidR="007679CF">
        <w:rPr>
          <w:lang w:val="es-ES"/>
        </w:rPr>
        <w:t>ejemplo,</w:t>
      </w:r>
      <w:r w:rsidRPr="1FF49735" w:rsidR="005245AE">
        <w:rPr>
          <w:lang w:val="es-ES"/>
        </w:rPr>
        <w:t xml:space="preserve"> mensuales) a fin de maximizar el uso de la red existente. </w:t>
      </w:r>
    </w:p>
    <w:p w:rsidR="005245AE" w:rsidP="005245AE" w:rsidRDefault="005245AE" w14:paraId="088842E7" w14:textId="1806CC22">
      <w:r>
        <w:t xml:space="preserve">Queda alineado el OS de esta forma no solo con los objetivos establecidos en el PNIEC 2021-2030, sino también con </w:t>
      </w:r>
      <w:r w:rsidRPr="005245AE">
        <w:t>lo establecido en la orden TEC/212/2019, de 25 de febrero</w:t>
      </w:r>
      <w:r>
        <w:t>. E</w:t>
      </w:r>
      <w:r w:rsidRPr="005245AE">
        <w:t>n particular el principio rector “h) La maximización de la utilización de la red existente, renovando, ampliando capacidad, utilizando las nuevas tecnologías y reutilizando los usos de las instalaciones existentes”</w:t>
      </w:r>
      <w:r>
        <w:t>.</w:t>
      </w:r>
    </w:p>
    <w:p w:rsidR="005245AE" w:rsidP="005245AE" w:rsidRDefault="005245AE" w14:paraId="11462623" w14:textId="77777777"/>
    <w:p w:rsidR="005245AE" w:rsidP="005245AE" w:rsidRDefault="005245AE" w14:paraId="1EB6F3CA" w14:textId="75B8C237">
      <w:pPr>
        <w:pStyle w:val="Ttulo1"/>
      </w:pPr>
      <w:bookmarkStart w:name="_Toc94165665" w:id="2"/>
      <w:r>
        <w:t>Afectación al P.O. en su punto 4, 4.4 y 4.2.</w:t>
      </w:r>
      <w:bookmarkEnd w:id="2"/>
    </w:p>
    <w:p w:rsidR="00CE30B9" w:rsidP="00CE30B9" w:rsidRDefault="00CE30B9" w14:paraId="23FFCB8B" w14:textId="063B345C" w14:noSpellErr="1">
      <w:r w:rsidRPr="1FF49735" w:rsidR="00CE30B9">
        <w:rPr>
          <w:lang w:val="es-ES"/>
        </w:rPr>
        <w:t xml:space="preserve">A </w:t>
      </w:r>
      <w:r w:rsidRPr="1FF49735" w:rsidR="00CE30B9">
        <w:rPr>
          <w:lang w:val="es-ES"/>
        </w:rPr>
        <w:t>continuación</w:t>
      </w:r>
      <w:r w:rsidRPr="1FF49735" w:rsidR="00CE30B9">
        <w:rPr>
          <w:lang w:val="es-ES"/>
        </w:rPr>
        <w:t xml:space="preserve"> se extractan las modificaciones propuestas en el PO, remarcando los cambios en </w:t>
      </w:r>
      <w:r w:rsidRPr="1FF49735" w:rsidR="00CE30B9">
        <w:rPr>
          <w:color w:val="FF0000"/>
          <w:lang w:val="es-ES"/>
        </w:rPr>
        <w:t>color rojo</w:t>
      </w:r>
      <w:r w:rsidRPr="1FF49735" w:rsidR="00CE30B9">
        <w:rPr>
          <w:lang w:val="es-ES"/>
        </w:rPr>
        <w:t>.</w:t>
      </w:r>
    </w:p>
    <w:p w:rsidR="00CE30B9" w:rsidP="005245AE" w:rsidRDefault="00CE30B9" w14:paraId="484AA4DB" w14:textId="77777777">
      <w:pPr>
        <w:pStyle w:val="Textonormal"/>
        <w:rPr>
          <w:rFonts w:ascii="Barlow Condensed SemiBold" w:hAnsi="Barlow Condensed SemiBold"/>
          <w:sz w:val="24"/>
          <w:szCs w:val="22"/>
        </w:rPr>
      </w:pPr>
    </w:p>
    <w:p w:rsidR="005245AE" w:rsidP="005245AE" w:rsidRDefault="005245AE" w14:paraId="3EE4CC87" w14:textId="112B6191" w14:noSpellErr="1">
      <w:pPr>
        <w:pStyle w:val="Textonormal"/>
      </w:pPr>
      <w:r w:rsidRPr="1FF49735" w:rsidR="005245AE">
        <w:rPr>
          <w:rFonts w:ascii="Barlow Condensed SemiBold" w:hAnsi="Barlow Condensed SemiBold"/>
          <w:sz w:val="24"/>
          <w:szCs w:val="24"/>
          <w:lang w:val="es-ES"/>
        </w:rPr>
        <w:t>4.</w:t>
      </w:r>
      <w:r w:rsidRPr="1FF49735" w:rsidR="005245AE">
        <w:rPr>
          <w:rFonts w:ascii="Barlow Condensed SemiBold" w:hAnsi="Barlow Condensed SemiBold"/>
          <w:sz w:val="24"/>
          <w:szCs w:val="24"/>
          <w:lang w:val="es-ES"/>
        </w:rPr>
        <w:t>Procedimiento</w:t>
      </w:r>
      <w:r w:rsidRPr="1FF49735" w:rsidR="005245AE">
        <w:rPr>
          <w:sz w:val="24"/>
          <w:szCs w:val="24"/>
          <w:lang w:val="es-ES"/>
        </w:rPr>
        <w:t>.—</w:t>
      </w:r>
      <w:r w:rsidRPr="1FF49735" w:rsidR="005245AE">
        <w:rPr>
          <w:sz w:val="24"/>
          <w:szCs w:val="24"/>
          <w:lang w:val="es-ES"/>
        </w:rPr>
        <w:t xml:space="preserve"> </w:t>
      </w:r>
      <w:r w:rsidRPr="1FF49735" w:rsidR="005245AE">
        <w:rPr>
          <w:lang w:val="es-ES"/>
        </w:rPr>
        <w:t xml:space="preserve">Las empresas propietarias de las instalaciones de transporte determinarán la capacidad de las líneas y transformadores de su propiedad, utilizando para ello la metodología </w:t>
      </w:r>
      <w:r w:rsidRPr="1FF49735" w:rsidR="005245AE">
        <w:rPr>
          <w:strike w:val="1"/>
          <w:color w:val="FF0000"/>
          <w:lang w:val="es-ES"/>
        </w:rPr>
        <w:t>que se apruebe y que será publicada por el Operador del Sistema</w:t>
      </w:r>
      <w:r w:rsidRPr="1FF49735" w:rsidR="005245AE">
        <w:rPr>
          <w:color w:val="FF0000"/>
          <w:lang w:val="es-ES"/>
        </w:rPr>
        <w:t> establecida en este procedimiento de operación</w:t>
      </w:r>
      <w:r w:rsidRPr="1FF49735" w:rsidR="005245AE">
        <w:rPr>
          <w:lang w:val="es-ES"/>
        </w:rPr>
        <w:t>.</w:t>
      </w:r>
    </w:p>
    <w:p w:rsidR="005245AE" w:rsidP="005245AE" w:rsidRDefault="005245AE" w14:paraId="6A873C32" w14:textId="77777777">
      <w:pPr>
        <w:pStyle w:val="Textonormal"/>
      </w:pPr>
      <w:r w:rsidRPr="002704C6">
        <w:t>La capacidad de transporte de las líneas se derivará</w:t>
      </w:r>
      <w:r>
        <w:t xml:space="preserve"> </w:t>
      </w:r>
      <w:r w:rsidRPr="002704C6">
        <w:t>de la observancia del Reglamento Técnico para Líneas</w:t>
      </w:r>
      <w:r>
        <w:t xml:space="preserve"> </w:t>
      </w:r>
      <w:r w:rsidRPr="002704C6">
        <w:t>Aéreas de Alta Tensión, para garantizar la seguridad de</w:t>
      </w:r>
      <w:r>
        <w:t xml:space="preserve"> </w:t>
      </w:r>
      <w:r w:rsidRPr="002704C6">
        <w:t>las personas e instala</w:t>
      </w:r>
      <w:r>
        <w:t>c</w:t>
      </w:r>
      <w:r w:rsidRPr="002704C6">
        <w:t xml:space="preserve">iones. </w:t>
      </w:r>
    </w:p>
    <w:p w:rsidR="005245AE" w:rsidP="005245AE" w:rsidRDefault="005245AE" w14:paraId="611D2C3E" w14:textId="77777777" w14:noSpellErr="1">
      <w:pPr>
        <w:pStyle w:val="Textonormal"/>
      </w:pPr>
      <w:r w:rsidRPr="1FF49735" w:rsidR="005245AE">
        <w:rPr>
          <w:lang w:val="es-ES"/>
        </w:rPr>
        <w:t xml:space="preserve">Las características que determinan la capacidad de transporte de una línea son: La capacidad de disipación térmica de los conductores y la capacidad de disipación térmica de la </w:t>
      </w:r>
      <w:r w:rsidRPr="1FF49735" w:rsidR="005245AE">
        <w:rPr>
          <w:lang w:val="es-ES"/>
        </w:rPr>
        <w:t>aparamenta</w:t>
      </w:r>
      <w:r w:rsidRPr="1FF49735" w:rsidR="005245AE">
        <w:rPr>
          <w:lang w:val="es-ES"/>
        </w:rPr>
        <w:t xml:space="preserve"> asociada en las subestaciones, tomándose el valor que resulte más restrictivo</w:t>
      </w:r>
      <w:r w:rsidRPr="1FF49735" w:rsidR="005245AE">
        <w:rPr>
          <w:lang w:val="es-ES"/>
        </w:rPr>
        <w:t>.</w:t>
      </w:r>
    </w:p>
    <w:p w:rsidR="005245AE" w:rsidP="005245AE" w:rsidRDefault="005245AE" w14:paraId="6EBF2C05" w14:textId="77777777">
      <w:pPr>
        <w:pStyle w:val="Textonormal"/>
        <w:rPr>
          <w:color w:val="000000"/>
        </w:rPr>
      </w:pPr>
      <w:r>
        <w:rPr>
          <w:color w:val="000000"/>
        </w:rPr>
        <w:t xml:space="preserve">La capacidad de los transformadores será la especificada para las diferentes condiciones de carga y características específicas de cada transformador. </w:t>
      </w:r>
    </w:p>
    <w:p w:rsidR="007679CF" w:rsidP="005245AE" w:rsidRDefault="005245AE" w14:paraId="3708AFA8" w14:textId="53C43D6A">
      <w:pPr>
        <w:pStyle w:val="Textonormal"/>
        <w:rPr>
          <w:color w:val="000000"/>
        </w:rPr>
      </w:pPr>
      <w:r>
        <w:rPr>
          <w:color w:val="000000"/>
        </w:rPr>
        <w:t>Se establecerán</w:t>
      </w:r>
      <w:r>
        <w:rPr>
          <w:color w:val="FF0000"/>
        </w:rPr>
        <w:t xml:space="preserve"> por defecto </w:t>
      </w:r>
      <w:r>
        <w:rPr>
          <w:color w:val="000000"/>
        </w:rPr>
        <w:t xml:space="preserve">cuatro </w:t>
      </w:r>
      <w:r>
        <w:rPr>
          <w:color w:val="FF0000"/>
        </w:rPr>
        <w:t xml:space="preserve">valores estacionales de capacidad de transporte </w:t>
      </w:r>
      <w:r>
        <w:rPr>
          <w:strike/>
          <w:color w:val="FF0000"/>
        </w:rPr>
        <w:t>límites térmicos estacionales para definir la capacidad de transporte</w:t>
      </w:r>
      <w:r>
        <w:rPr>
          <w:color w:val="000000"/>
        </w:rPr>
        <w:t>, que corresponderán a los siguientes periodos:</w:t>
      </w:r>
    </w:p>
    <w:p w:rsidR="007679CF" w:rsidRDefault="007679CF" w14:paraId="2A74DDA2" w14:textId="77777777">
      <w:pPr>
        <w:spacing w:after="200"/>
        <w:jc w:val="left"/>
        <w:rPr>
          <w:rFonts w:ascii="Barlow" w:hAnsi="Barlow" w:eastAsia="Times New Roman" w:cs="Times New Roman"/>
          <w:color w:val="000000"/>
          <w:szCs w:val="20"/>
          <w:lang w:val="es-ES_tradnl" w:eastAsia="es-ES"/>
        </w:rPr>
      </w:pPr>
      <w:r>
        <w:rPr>
          <w:color w:val="000000"/>
        </w:rPr>
        <w:br w:type="page"/>
      </w:r>
    </w:p>
    <w:p w:rsidR="005245AE" w:rsidP="005245AE" w:rsidRDefault="005245AE" w14:paraId="18A6D84A" w14:textId="77777777">
      <w:pPr>
        <w:pStyle w:val="Textonormal"/>
        <w:rPr>
          <w:color w:val="000000"/>
        </w:rPr>
      </w:pPr>
    </w:p>
    <w:tbl>
      <w:tblPr>
        <w:tblW w:w="0" w:type="auto"/>
        <w:jc w:val="center"/>
        <w:tblCellMar>
          <w:left w:w="0" w:type="dxa"/>
          <w:right w:w="0" w:type="dxa"/>
        </w:tblCellMar>
        <w:tblLook w:val="04A0" w:firstRow="1" w:lastRow="0" w:firstColumn="1" w:lastColumn="0" w:noHBand="0" w:noVBand="1"/>
      </w:tblPr>
      <w:tblGrid>
        <w:gridCol w:w="2748"/>
        <w:gridCol w:w="2749"/>
      </w:tblGrid>
      <w:tr w:rsidR="005245AE" w:rsidTr="005245AE" w14:paraId="2CB8F206" w14:textId="77777777">
        <w:trPr>
          <w:jc w:val="center"/>
        </w:trPr>
        <w:tc>
          <w:tcPr>
            <w:tcW w:w="274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hideMark/>
          </w:tcPr>
          <w:p w:rsidR="005245AE" w:rsidRDefault="005245AE" w14:paraId="634792FA" w14:textId="77777777">
            <w:pPr>
              <w:pStyle w:val="Textonormal"/>
              <w:rPr>
                <w:color w:val="000000"/>
                <w:lang w:val="en-US"/>
              </w:rPr>
            </w:pPr>
            <w:r>
              <w:rPr>
                <w:color w:val="000000"/>
              </w:rPr>
              <w:t>Límite térmico estacional</w:t>
            </w:r>
          </w:p>
        </w:tc>
        <w:tc>
          <w:tcPr>
            <w:tcW w:w="2749"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005245AE" w:rsidRDefault="005245AE" w14:paraId="4BDE5D95" w14:textId="77777777">
            <w:pPr>
              <w:pStyle w:val="Textonormal"/>
              <w:rPr>
                <w:color w:val="000000"/>
                <w:lang w:val="es-ES"/>
              </w:rPr>
            </w:pPr>
            <w:r>
              <w:rPr>
                <w:color w:val="000000"/>
              </w:rPr>
              <w:t>Periodo</w:t>
            </w:r>
          </w:p>
        </w:tc>
      </w:tr>
      <w:tr w:rsidR="005245AE" w:rsidTr="005245AE" w14:paraId="270F7478" w14:textId="77777777">
        <w:trPr>
          <w:jc w:val="center"/>
        </w:trPr>
        <w:tc>
          <w:tcPr>
            <w:tcW w:w="2748"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005245AE" w:rsidRDefault="005245AE" w14:paraId="4E29A24D" w14:textId="77777777">
            <w:pPr>
              <w:pStyle w:val="Textonormal"/>
              <w:rPr>
                <w:color w:val="000000"/>
              </w:rPr>
            </w:pPr>
            <w:r>
              <w:rPr>
                <w:color w:val="000000"/>
              </w:rPr>
              <w:t>Primavera</w:t>
            </w:r>
          </w:p>
          <w:p w:rsidR="005245AE" w:rsidRDefault="005245AE" w14:paraId="2E4440CF" w14:textId="77777777">
            <w:pPr>
              <w:pStyle w:val="Textonormal"/>
              <w:rPr>
                <w:color w:val="000000"/>
              </w:rPr>
            </w:pPr>
            <w:r>
              <w:rPr>
                <w:color w:val="000000"/>
              </w:rPr>
              <w:t>Verano</w:t>
            </w:r>
          </w:p>
          <w:p w:rsidR="005245AE" w:rsidRDefault="005245AE" w14:paraId="0B772111" w14:textId="77777777">
            <w:pPr>
              <w:pStyle w:val="Textonormal"/>
              <w:rPr>
                <w:color w:val="000000"/>
              </w:rPr>
            </w:pPr>
            <w:r>
              <w:rPr>
                <w:color w:val="000000"/>
              </w:rPr>
              <w:t>Otoño</w:t>
            </w:r>
          </w:p>
          <w:p w:rsidR="005245AE" w:rsidRDefault="005245AE" w14:paraId="743C30CF" w14:textId="77777777">
            <w:pPr>
              <w:pStyle w:val="Textonormal"/>
              <w:rPr>
                <w:color w:val="000000"/>
              </w:rPr>
            </w:pPr>
            <w:r>
              <w:rPr>
                <w:color w:val="000000"/>
              </w:rPr>
              <w:t>Invierno</w:t>
            </w:r>
          </w:p>
        </w:tc>
        <w:tc>
          <w:tcPr>
            <w:tcW w:w="2749" w:type="dxa"/>
            <w:tcBorders>
              <w:top w:val="nil"/>
              <w:left w:val="nil"/>
              <w:bottom w:val="single" w:color="auto" w:sz="8" w:space="0"/>
              <w:right w:val="single" w:color="auto" w:sz="8" w:space="0"/>
            </w:tcBorders>
            <w:tcMar>
              <w:top w:w="0" w:type="dxa"/>
              <w:left w:w="108" w:type="dxa"/>
              <w:bottom w:w="0" w:type="dxa"/>
              <w:right w:w="108" w:type="dxa"/>
            </w:tcMar>
            <w:hideMark/>
          </w:tcPr>
          <w:p w:rsidR="005245AE" w:rsidRDefault="005245AE" w14:paraId="442978C6" w14:textId="77777777">
            <w:pPr>
              <w:pStyle w:val="Textonormal"/>
              <w:rPr>
                <w:color w:val="000000"/>
              </w:rPr>
            </w:pPr>
            <w:r>
              <w:rPr>
                <w:color w:val="000000"/>
              </w:rPr>
              <w:t>abril-mayo</w:t>
            </w:r>
          </w:p>
          <w:p w:rsidR="005245AE" w:rsidRDefault="005245AE" w14:paraId="060B1C46" w14:textId="77777777">
            <w:pPr>
              <w:pStyle w:val="Textonormal"/>
              <w:rPr>
                <w:color w:val="000000"/>
              </w:rPr>
            </w:pPr>
            <w:r>
              <w:rPr>
                <w:color w:val="000000"/>
              </w:rPr>
              <w:t>junio-julio-agosto</w:t>
            </w:r>
          </w:p>
          <w:p w:rsidR="005245AE" w:rsidRDefault="005245AE" w14:paraId="734862D2" w14:textId="77777777">
            <w:pPr>
              <w:pStyle w:val="Textonormal"/>
              <w:rPr>
                <w:color w:val="000000"/>
              </w:rPr>
            </w:pPr>
            <w:r>
              <w:rPr>
                <w:color w:val="000000"/>
              </w:rPr>
              <w:t>septiembre-octubre</w:t>
            </w:r>
          </w:p>
          <w:p w:rsidR="005245AE" w:rsidRDefault="005245AE" w14:paraId="3B0417BD" w14:textId="77777777">
            <w:pPr>
              <w:pStyle w:val="Textonormal"/>
              <w:rPr>
                <w:color w:val="000000"/>
              </w:rPr>
            </w:pPr>
            <w:r>
              <w:rPr>
                <w:color w:val="000000"/>
              </w:rPr>
              <w:t>noviembre a marzo</w:t>
            </w:r>
          </w:p>
        </w:tc>
      </w:tr>
    </w:tbl>
    <w:p w:rsidR="007679CF" w:rsidP="005245AE" w:rsidRDefault="007679CF" w14:paraId="7C7963FA" w14:textId="77777777">
      <w:pPr>
        <w:pStyle w:val="Textonormal"/>
        <w:rPr>
          <w:color w:val="FF0000"/>
        </w:rPr>
      </w:pPr>
    </w:p>
    <w:p w:rsidR="005245AE" w:rsidP="1FF49735" w:rsidRDefault="005245AE" w14:paraId="16F3EC06" w14:textId="20872A95" w14:noSpellErr="1">
      <w:pPr>
        <w:pStyle w:val="Textonormal"/>
        <w:rPr>
          <w:rFonts w:ascii="Barlow Semi Condensed" w:hAnsi="Barlow Semi Condensed"/>
          <w:color w:val="FF0000"/>
          <w:lang w:val="es-ES"/>
        </w:rPr>
      </w:pPr>
      <w:r w:rsidRPr="1FF49735" w:rsidR="005245AE">
        <w:rPr>
          <w:color w:val="FF0000"/>
          <w:lang w:val="es-ES"/>
        </w:rPr>
        <w:t xml:space="preserve">No obstante, se podrán definir otros valores de capacidad de transporte (mensuales, día/noche, horarios…), siempre y cuando se respecten los límites térmicos de la instalación y se garantice la seguridad física de personas e instalaciones. </w:t>
      </w:r>
      <w:r w:rsidRPr="1FF49735" w:rsidR="005245AE">
        <w:rPr>
          <w:color w:val="FF0000"/>
          <w:lang w:val="es-ES"/>
        </w:rPr>
        <w:t>A este respecto cualquier referencia al concepto de límite térmico estacional referido en otros procedimientos de operación, deberá ser interpretado en sentido amplio conforme a la granularidad de valores de capacidad de transporte adoptados para cada instalación.</w:t>
      </w:r>
    </w:p>
    <w:p w:rsidR="005245AE" w:rsidP="1FF49735" w:rsidRDefault="005245AE" w14:paraId="26B26026" w14:textId="77777777" w14:noSpellErr="1">
      <w:pPr>
        <w:pStyle w:val="Textonormal"/>
        <w:rPr>
          <w:lang w:val="es-ES"/>
        </w:rPr>
      </w:pPr>
      <w:r w:rsidRPr="1FF49735" w:rsidR="005245AE">
        <w:rPr>
          <w:lang w:val="es-ES"/>
        </w:rPr>
        <w:t xml:space="preserve">En el caso de aquellas instalaciones que estén dotadas de medios de monitorización </w:t>
      </w:r>
      <w:r w:rsidRPr="1FF49735" w:rsidR="005245AE">
        <w:rPr>
          <w:color w:val="FF0000"/>
          <w:lang w:val="es-ES"/>
        </w:rPr>
        <w:t xml:space="preserve">(locales o remotos) </w:t>
      </w:r>
      <w:r w:rsidRPr="1FF49735" w:rsidR="005245AE">
        <w:rPr>
          <w:lang w:val="es-ES"/>
        </w:rPr>
        <w:t>para determinar su capacidad térmica en tiempo real, se podrán tener en cuenta estos en los análisis de seguridad del sistema.</w:t>
      </w:r>
    </w:p>
    <w:p w:rsidR="005245AE" w:rsidP="005245AE" w:rsidRDefault="005245AE" w14:paraId="241F4D99" w14:textId="77777777">
      <w:pPr>
        <w:pStyle w:val="Textonormal"/>
      </w:pPr>
    </w:p>
    <w:p w:rsidR="005245AE" w:rsidP="005245AE" w:rsidRDefault="005245AE" w14:paraId="5FF0BE79" w14:textId="77777777" w14:noSpellErr="1">
      <w:pPr>
        <w:pStyle w:val="Textonormal"/>
      </w:pPr>
      <w:r w:rsidRPr="1FF49735" w:rsidR="005245AE">
        <w:rPr>
          <w:rFonts w:ascii="Barlow Condensed SemiBold" w:hAnsi="Barlow Condensed SemiBold"/>
          <w:sz w:val="24"/>
          <w:szCs w:val="24"/>
          <w:lang w:val="es-ES"/>
        </w:rPr>
        <w:t>4.1</w:t>
      </w:r>
      <w:r w:rsidRPr="1FF49735" w:rsidR="005245AE">
        <w:rPr>
          <w:sz w:val="24"/>
          <w:szCs w:val="24"/>
          <w:lang w:val="es-ES"/>
        </w:rPr>
        <w:t xml:space="preserve"> </w:t>
      </w:r>
      <w:r w:rsidRPr="1FF49735" w:rsidR="005245AE">
        <w:rPr>
          <w:rFonts w:ascii="Barlow Condensed SemiBold" w:hAnsi="Barlow Condensed SemiBold"/>
          <w:sz w:val="24"/>
          <w:szCs w:val="24"/>
          <w:lang w:val="es-ES"/>
        </w:rPr>
        <w:t xml:space="preserve">Metodología de </w:t>
      </w:r>
      <w:r w:rsidRPr="1FF49735" w:rsidR="005245AE">
        <w:rPr>
          <w:rFonts w:ascii="Barlow Condensed SemiBold" w:hAnsi="Barlow Condensed SemiBold"/>
          <w:sz w:val="24"/>
          <w:szCs w:val="24"/>
          <w:lang w:val="es-ES"/>
        </w:rPr>
        <w:t>cálculo</w:t>
      </w:r>
      <w:r w:rsidRPr="1FF49735" w:rsidR="005245AE">
        <w:rPr>
          <w:sz w:val="24"/>
          <w:szCs w:val="24"/>
          <w:lang w:val="es-ES"/>
        </w:rPr>
        <w:t>.—</w:t>
      </w:r>
      <w:r w:rsidRPr="1FF49735" w:rsidR="005245AE">
        <w:rPr>
          <w:lang w:val="es-ES"/>
        </w:rPr>
        <w:t xml:space="preserve">Los modelos de cálculo que se utilicen para la determinación de las capacidades de transporte y transformación contemplarán, como mínimo, los siguientes aspectos: </w:t>
      </w:r>
    </w:p>
    <w:p w:rsidR="005245AE" w:rsidP="005245AE" w:rsidRDefault="005245AE" w14:paraId="31C80445" w14:textId="77777777" w14:noSpellErr="1">
      <w:pPr>
        <w:pStyle w:val="Textonormal"/>
      </w:pPr>
      <w:r w:rsidRPr="1FF49735" w:rsidR="005245AE">
        <w:rPr>
          <w:lang w:val="es-ES"/>
        </w:rPr>
        <w:t xml:space="preserve">Modelo térmico para la </w:t>
      </w:r>
      <w:r w:rsidRPr="1FF49735" w:rsidR="005245AE">
        <w:rPr>
          <w:lang w:val="es-ES"/>
        </w:rPr>
        <w:t>aparamenta</w:t>
      </w:r>
      <w:r w:rsidRPr="1FF49735" w:rsidR="005245AE">
        <w:rPr>
          <w:lang w:val="es-ES"/>
        </w:rPr>
        <w:t xml:space="preserve">.—Tendrá en cuenta las ecuaciones que rigen el comportamiento térmico de la </w:t>
      </w:r>
      <w:r w:rsidRPr="1FF49735" w:rsidR="005245AE">
        <w:rPr>
          <w:lang w:val="es-ES"/>
        </w:rPr>
        <w:t>aparamenta</w:t>
      </w:r>
      <w:r w:rsidRPr="1FF49735" w:rsidR="005245AE">
        <w:rPr>
          <w:lang w:val="es-ES"/>
        </w:rPr>
        <w:t xml:space="preserve">, los datos estadísticos históricos de temperaturas y la temperatura máxima de diseño de la </w:t>
      </w:r>
      <w:r w:rsidRPr="1FF49735" w:rsidR="005245AE">
        <w:rPr>
          <w:lang w:val="es-ES"/>
        </w:rPr>
        <w:t>aparamenta</w:t>
      </w:r>
      <w:r w:rsidRPr="1FF49735" w:rsidR="005245AE">
        <w:rPr>
          <w:lang w:val="es-ES"/>
        </w:rPr>
        <w:t xml:space="preserve">.  </w:t>
      </w:r>
    </w:p>
    <w:p w:rsidR="005245AE" w:rsidP="005245AE" w:rsidRDefault="005245AE" w14:paraId="61589C83" w14:textId="77777777" w14:noSpellErr="1">
      <w:pPr>
        <w:pStyle w:val="Textonormal"/>
      </w:pPr>
      <w:r w:rsidRPr="1FF49735" w:rsidR="005245AE">
        <w:rPr>
          <w:lang w:val="es-ES"/>
        </w:rPr>
        <w:t xml:space="preserve">Modelo térmico para los </w:t>
      </w:r>
      <w:r w:rsidRPr="1FF49735" w:rsidR="005245AE">
        <w:rPr>
          <w:lang w:val="es-ES"/>
        </w:rPr>
        <w:t>conductores.—</w:t>
      </w:r>
      <w:r w:rsidRPr="1FF49735" w:rsidR="005245AE">
        <w:rPr>
          <w:lang w:val="es-ES"/>
        </w:rPr>
        <w:t xml:space="preserve">Tendrá en cuenta las ecuaciones que rigen el comportamiento térmico del conductor, los datos estadísticos históricos de temperaturas, la temperatura máxima de diseño del conductor y la radiación solar </w:t>
      </w:r>
      <w:r w:rsidRPr="1FF49735" w:rsidR="005245AE">
        <w:rPr>
          <w:strike w:val="1"/>
          <w:color w:val="FF0000"/>
          <w:lang w:val="es-ES"/>
        </w:rPr>
        <w:t>media</w:t>
      </w:r>
      <w:r w:rsidRPr="1FF49735" w:rsidR="005245AE">
        <w:rPr>
          <w:color w:val="FF0000"/>
          <w:lang w:val="es-ES"/>
        </w:rPr>
        <w:t xml:space="preserve"> representativa </w:t>
      </w:r>
      <w:r w:rsidRPr="1FF49735" w:rsidR="005245AE">
        <w:rPr>
          <w:strike w:val="1"/>
          <w:color w:val="FF0000"/>
          <w:lang w:val="es-ES"/>
        </w:rPr>
        <w:t>del mes</w:t>
      </w:r>
      <w:r w:rsidRPr="1FF49735" w:rsidR="005245AE">
        <w:rPr>
          <w:lang w:val="es-ES"/>
        </w:rPr>
        <w:t xml:space="preserve"> del periodo. Se considerará una velocidad del viento </w:t>
      </w:r>
      <w:r w:rsidRPr="1FF49735" w:rsidR="005245AE">
        <w:rPr>
          <w:color w:val="FF0000"/>
          <w:lang w:val="es-ES"/>
        </w:rPr>
        <w:t xml:space="preserve">por defecto </w:t>
      </w:r>
      <w:r w:rsidRPr="1FF49735" w:rsidR="005245AE">
        <w:rPr>
          <w:lang w:val="es-ES"/>
        </w:rPr>
        <w:t xml:space="preserve">de 0,6 m/s. </w:t>
      </w:r>
    </w:p>
    <w:p w:rsidR="005245AE" w:rsidP="005245AE" w:rsidRDefault="005245AE" w14:paraId="1F793871" w14:textId="77777777">
      <w:pPr>
        <w:pStyle w:val="Textonormal"/>
      </w:pPr>
      <w:r>
        <w:t xml:space="preserve">Como resultado del proceso, se obtendrán los límites térmicos </w:t>
      </w:r>
      <w:r>
        <w:rPr>
          <w:strike/>
          <w:color w:val="FF0000"/>
        </w:rPr>
        <w:t>estacionales</w:t>
      </w:r>
      <w:r>
        <w:rPr>
          <w:color w:val="FF0000"/>
        </w:rPr>
        <w:t xml:space="preserve"> </w:t>
      </w:r>
      <w:r>
        <w:t xml:space="preserve">y los límites de transporte en situaciones especiales de explotación de duración inferior a veinte minutos. </w:t>
      </w:r>
    </w:p>
    <w:p w:rsidR="005245AE" w:rsidP="005245AE" w:rsidRDefault="005245AE" w14:paraId="0876FB48" w14:textId="77777777" w14:noSpellErr="1">
      <w:pPr>
        <w:pStyle w:val="Textonormal"/>
      </w:pPr>
      <w:r w:rsidRPr="1FF49735" w:rsidR="005245AE">
        <w:rPr>
          <w:lang w:val="es-ES"/>
        </w:rPr>
        <w:t xml:space="preserve">Modelo térmico para los </w:t>
      </w:r>
      <w:r w:rsidRPr="1FF49735" w:rsidR="005245AE">
        <w:rPr>
          <w:lang w:val="es-ES"/>
        </w:rPr>
        <w:t>transformadores.—</w:t>
      </w:r>
      <w:r w:rsidRPr="1FF49735" w:rsidR="005245AE">
        <w:rPr>
          <w:lang w:val="es-ES"/>
        </w:rPr>
        <w:t xml:space="preserve">Los límites térmicos </w:t>
      </w:r>
      <w:r w:rsidRPr="1FF49735" w:rsidR="005245AE">
        <w:rPr>
          <w:strike w:val="1"/>
          <w:color w:val="FF0000"/>
          <w:lang w:val="es-ES"/>
        </w:rPr>
        <w:t>estacionales</w:t>
      </w:r>
      <w:r w:rsidRPr="1FF49735" w:rsidR="005245AE">
        <w:rPr>
          <w:color w:val="FF0000"/>
          <w:lang w:val="es-ES"/>
        </w:rPr>
        <w:t xml:space="preserve"> </w:t>
      </w:r>
      <w:r w:rsidRPr="1FF49735" w:rsidR="005245AE">
        <w:rPr>
          <w:lang w:val="es-ES"/>
        </w:rPr>
        <w:t xml:space="preserve">serán los que se deducen de la norma </w:t>
      </w:r>
      <w:r w:rsidRPr="1FF49735" w:rsidR="005245AE">
        <w:rPr>
          <w:color w:val="FF0000"/>
          <w:lang w:val="es-ES"/>
        </w:rPr>
        <w:t xml:space="preserve">UNE 20110:1995 </w:t>
      </w:r>
      <w:r w:rsidRPr="1FF49735" w:rsidR="005245AE">
        <w:rPr>
          <w:lang w:val="es-ES"/>
        </w:rPr>
        <w:t xml:space="preserve">«Guía de carga para transformadores en aceite», que toma en consideración las condiciones ambientales y las sobrecargas admisibles en régimen permanente y transitorio. </w:t>
      </w:r>
    </w:p>
    <w:p w:rsidR="005245AE" w:rsidP="005245AE" w:rsidRDefault="005245AE" w14:paraId="5DA4A81C" w14:textId="77777777">
      <w:pPr>
        <w:pStyle w:val="Textonormal"/>
      </w:pPr>
      <w:r>
        <w:t xml:space="preserve">Como resultado de la aplicación de la hipótesis de pérdida de vida estable, se obtendrán los límites térmicos </w:t>
      </w:r>
      <w:r>
        <w:rPr>
          <w:strike/>
          <w:color w:val="FF0000"/>
        </w:rPr>
        <w:t>estacionales</w:t>
      </w:r>
      <w:r>
        <w:rPr>
          <w:color w:val="FF0000"/>
        </w:rPr>
        <w:t xml:space="preserve"> </w:t>
      </w:r>
      <w:r>
        <w:t>y la capacidad máxima de transformación en situaciones especiales de explotación de duración inferior a una hora.</w:t>
      </w:r>
    </w:p>
    <w:p w:rsidR="005245AE" w:rsidP="005245AE" w:rsidRDefault="005245AE" w14:paraId="2E119BB4" w14:textId="66B234E8" w14:noSpellErr="1">
      <w:pPr>
        <w:pStyle w:val="Textonormal"/>
      </w:pPr>
      <w:r w:rsidRPr="1FF49735" w:rsidR="005245AE">
        <w:rPr>
          <w:rFonts w:ascii="Barlow Condensed SemiBold" w:hAnsi="Barlow Condensed SemiBold"/>
          <w:sz w:val="24"/>
          <w:szCs w:val="24"/>
          <w:lang w:val="es-ES"/>
        </w:rPr>
        <w:t xml:space="preserve">4.2 Periodicidad del cálculo de los niveles admisibles de </w:t>
      </w:r>
      <w:r w:rsidRPr="1FF49735" w:rsidR="005245AE">
        <w:rPr>
          <w:rFonts w:ascii="Barlow Condensed SemiBold" w:hAnsi="Barlow Condensed SemiBold"/>
          <w:sz w:val="24"/>
          <w:szCs w:val="24"/>
          <w:lang w:val="es-ES"/>
        </w:rPr>
        <w:t>carga</w:t>
      </w:r>
      <w:r w:rsidRPr="1FF49735" w:rsidR="005245AE">
        <w:rPr>
          <w:sz w:val="24"/>
          <w:szCs w:val="24"/>
          <w:lang w:val="es-ES"/>
        </w:rPr>
        <w:t>.-</w:t>
      </w:r>
      <w:r w:rsidRPr="1FF49735" w:rsidR="005245AE">
        <w:rPr>
          <w:sz w:val="24"/>
          <w:szCs w:val="24"/>
          <w:lang w:val="es-ES"/>
        </w:rPr>
        <w:t xml:space="preserve"> </w:t>
      </w:r>
      <w:r w:rsidRPr="1FF49735" w:rsidR="005245AE">
        <w:rPr>
          <w:lang w:val="es-ES"/>
        </w:rPr>
        <w:t xml:space="preserve">Las actualizaciones de las capacidades térmicas de las instalaciones de transporte se realizarán siempre que exista alguna variación de las características de los equipos y serán comunicadas al operador del sistema con la antelación suficiente sobre la fecha prevista de implantación. </w:t>
      </w:r>
    </w:p>
    <w:p w:rsidR="005245AE" w:rsidP="005245AE" w:rsidRDefault="005245AE" w14:paraId="748F2453" w14:textId="77777777">
      <w:pPr>
        <w:pStyle w:val="Textonormal"/>
        <w:rPr>
          <w:color w:val="FF0000"/>
        </w:rPr>
      </w:pPr>
      <w:r>
        <w:rPr>
          <w:color w:val="FF0000"/>
        </w:rPr>
        <w:t>En todo caso, las empresas propietarias de instalaciones de la red de transporte remitirán semestralmente un informe al operador del sistema con las modificaciones habidas en los valores de capacidad de sus instalaciones.</w:t>
      </w:r>
    </w:p>
    <w:p w:rsidR="005245AE" w:rsidP="005245AE" w:rsidRDefault="005245AE" w14:paraId="32717F7C" w14:textId="77777777">
      <w:pPr>
        <w:pStyle w:val="Textonormal"/>
        <w:rPr>
          <w:strike/>
          <w:color w:val="FF0000"/>
        </w:rPr>
      </w:pPr>
      <w:r>
        <w:rPr>
          <w:strike/>
          <w:color w:val="FF0000"/>
        </w:rPr>
        <w:t>En todo caso, las empresas propietarias de las instalaciones de la red de transporte realizarán, al menos, una actualización semestral de sus instalaciones, comunicando tal revisión al operador del sistema antes del 1 de enero y del 1 de julio de cada año.</w:t>
      </w:r>
    </w:p>
    <w:p w:rsidRPr="005245AE" w:rsidR="00FF66A7" w:rsidP="005B6F88" w:rsidRDefault="00FF66A7" w14:paraId="670EE980" w14:textId="47349149">
      <w:pPr>
        <w:pStyle w:val="Textoindependiente"/>
        <w:rPr>
          <w:lang w:val="es-ES_tradnl"/>
        </w:rPr>
        <w:sectPr w:rsidRPr="005245AE" w:rsidR="00FF66A7" w:rsidSect="007679CF">
          <w:headerReference w:type="even" r:id="rId11"/>
          <w:headerReference w:type="default" r:id="rId12"/>
          <w:footerReference w:type="even" r:id="rId13"/>
          <w:footerReference w:type="default" r:id="rId14"/>
          <w:headerReference w:type="first" r:id="rId15"/>
          <w:pgSz w:w="11906" w:h="16838" w:orient="portrait" w:code="9"/>
          <w:pgMar w:top="1247" w:right="1134" w:bottom="964" w:left="1134" w:header="0" w:footer="284" w:gutter="0"/>
          <w:pgNumType w:start="1"/>
          <w:cols w:space="708"/>
          <w:titlePg/>
          <w:docGrid w:linePitch="360"/>
        </w:sectPr>
      </w:pPr>
    </w:p>
    <w:bookmarkStart w:name="_Toc94165666" w:id="3"/>
    <w:p w:rsidR="00FF66A7" w:rsidP="00A725CC" w:rsidRDefault="00122318" w14:paraId="4220CB63" w14:textId="77777777">
      <w:pPr>
        <w:pStyle w:val="Textoindependiente"/>
        <w:outlineLvl w:val="0"/>
      </w:pPr>
      <w:r>
        <w:rPr>
          <w:noProof/>
        </w:rPr>
        <w:lastRenderedPageBreak/>
        <mc:AlternateContent>
          <mc:Choice Requires="wps">
            <w:drawing>
              <wp:anchor distT="0" distB="0" distL="114300" distR="114300" simplePos="0" relativeHeight="251662336" behindDoc="0" locked="0" layoutInCell="1" allowOverlap="1" wp14:anchorId="35E91A57" wp14:editId="4AA44B41">
                <wp:simplePos x="0" y="0"/>
                <wp:positionH relativeFrom="page">
                  <wp:posOffset>0</wp:posOffset>
                </wp:positionH>
                <wp:positionV relativeFrom="paragraph">
                  <wp:posOffset>-127000</wp:posOffset>
                </wp:positionV>
                <wp:extent cx="7586980" cy="695960"/>
                <wp:effectExtent l="0" t="0" r="13970" b="8890"/>
                <wp:wrapNone/>
                <wp:docPr id="2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6980" cy="695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3049F4" w:rsidR="00122318" w:rsidP="00122318" w:rsidRDefault="00122318" w14:paraId="62DB626C" w14:textId="77777777">
                            <w:pPr>
                              <w:pStyle w:val="Encabezado"/>
                              <w:spacing w:line="260" w:lineRule="exact"/>
                              <w:jc w:val="center"/>
                              <w:rPr>
                                <w:rFonts w:ascii="Barlow" w:hAnsi="Barlow"/>
                                <w:bCs/>
                                <w:smallCaps/>
                                <w:color w:val="006699"/>
                                <w:sz w:val="24"/>
                                <w:lang w:val="fr-FR"/>
                              </w:rPr>
                            </w:pPr>
                            <w:r>
                              <w:rPr>
                                <w:noProof/>
                              </w:rPr>
                              <w:drawing>
                                <wp:inline distT="0" distB="0" distL="0" distR="0" wp14:anchorId="04F6D0EE" wp14:editId="0BB9F894">
                                  <wp:extent cx="540000" cy="540000"/>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6"/>
                                          <a:srcRect/>
                                          <a:stretch>
                                            <a:fillRect/>
                                          </a:stretch>
                                        </pic:blipFill>
                                        <pic:spPr bwMode="auto">
                                          <a:xfrm>
                                            <a:off x="0" y="0"/>
                                            <a:ext cx="540000" cy="540000"/>
                                          </a:xfrm>
                                          <a:prstGeom prst="rect">
                                            <a:avLst/>
                                          </a:prstGeom>
                                          <a:noFill/>
                                          <a:ln w="9525">
                                            <a:noFill/>
                                            <a:miter lim="800000"/>
                                            <a:headEnd/>
                                            <a:tailEnd/>
                                          </a:ln>
                                        </pic:spPr>
                                      </pic:pic>
                                    </a:graphicData>
                                  </a:graphic>
                                </wp:inline>
                              </w:drawing>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35E91A57">
                <v:stroke joinstyle="miter"/>
                <v:path gradientshapeok="t" o:connecttype="rect"/>
              </v:shapetype>
              <v:shape id="Text Box 79" style="position:absolute;left:0;text-align:left;margin-left:0;margin-top:-10pt;width:597.4pt;height:54.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bottom"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">
                <v:textbox inset="0,0,0,0">
                  <w:txbxContent>
                    <w:p w:rsidRPr="003049F4" w:rsidR="00122318" w:rsidP="00122318" w:rsidRDefault="00122318" w14:paraId="62DB626C" w14:textId="77777777">
                      <w:pPr>
                        <w:pStyle w:val="Encabezado"/>
                        <w:spacing w:line="260" w:lineRule="exact"/>
                        <w:jc w:val="center"/>
                        <w:rPr>
                          <w:rFonts w:ascii="Barlow" w:hAnsi="Barlow"/>
                          <w:bCs/>
                          <w:smallCaps/>
                          <w:color w:val="006699"/>
                          <w:sz w:val="24"/>
                          <w:lang w:val="fr-FR"/>
                        </w:rPr>
                      </w:pPr>
                      <w:r>
                        <w:rPr>
                          <w:noProof/>
                        </w:rPr>
                        <w:drawing>
                          <wp:inline distT="0" distB="0" distL="0" distR="0" wp14:anchorId="04F6D0EE" wp14:editId="0BB9F894">
                            <wp:extent cx="540000" cy="540000"/>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7"/>
                                    <a:srcRect/>
                                    <a:stretch>
                                      <a:fillRect/>
                                    </a:stretch>
                                  </pic:blipFill>
                                  <pic:spPr bwMode="auto">
                                    <a:xfrm>
                                      <a:off x="0" y="0"/>
                                      <a:ext cx="540000" cy="540000"/>
                                    </a:xfrm>
                                    <a:prstGeom prst="rect">
                                      <a:avLst/>
                                    </a:prstGeom>
                                    <a:noFill/>
                                    <a:ln w="9525">
                                      <a:noFill/>
                                      <a:miter lim="800000"/>
                                      <a:headEnd/>
                                      <a:tailEnd/>
                                    </a:ln>
                                  </pic:spPr>
                                </pic:pic>
                              </a:graphicData>
                            </a:graphic>
                          </wp:inline>
                        </w:drawing>
                      </w:r>
                    </w:p>
                  </w:txbxContent>
                </v:textbox>
                <w10:wrap anchorx="page"/>
              </v:shape>
            </w:pict>
          </mc:Fallback>
        </mc:AlternateContent>
      </w:r>
      <w:bookmarkEnd w:id="3"/>
    </w:p>
    <w:sectPr w:rsidR="00FF66A7" w:rsidSect="008F79F5">
      <w:headerReference w:type="first" r:id="rId18"/>
      <w:footerReference w:type="first" r:id="rId19"/>
      <w:pgSz w:w="11906" w:h="16838" w:orient="portrait" w:code="9"/>
      <w:pgMar w:top="1247" w:right="1134" w:bottom="964" w:left="1134" w:header="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75C10" w:rsidRDefault="00C75C10" w14:paraId="406F6D1C" w14:textId="77777777">
      <w:pPr>
        <w:spacing w:after="0"/>
      </w:pPr>
      <w:r>
        <w:separator/>
      </w:r>
    </w:p>
  </w:endnote>
  <w:endnote w:type="continuationSeparator" w:id="0">
    <w:p w:rsidR="00C75C10" w:rsidRDefault="00C75C10" w14:paraId="22DA39D9"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rlow Semi Condensed Medium">
    <w:panose1 w:val="00000606000000000000"/>
    <w:charset w:val="00"/>
    <w:family w:val="auto"/>
    <w:pitch w:val="variable"/>
    <w:sig w:usb0="00000007" w:usb1="00000000" w:usb2="00000000" w:usb3="00000000" w:csb0="00000093" w:csb1="00000000"/>
  </w:font>
  <w:font w:name="Barlow Semi Condensed SemiBold">
    <w:panose1 w:val="00000706000000000000"/>
    <w:charset w:val="00"/>
    <w:family w:val="auto"/>
    <w:pitch w:val="variable"/>
    <w:sig w:usb0="00000007" w:usb1="00000000" w:usb2="00000000" w:usb3="00000000" w:csb0="00000093" w:csb1="00000000"/>
  </w:font>
  <w:font w:name="Wingdings">
    <w:panose1 w:val="05000000000000000000"/>
    <w:charset w:val="02"/>
    <w:family w:val="auto"/>
    <w:pitch w:val="variable"/>
    <w:sig w:usb0="00000000" w:usb1="10000000" w:usb2="00000000" w:usb3="00000000" w:csb0="80000000" w:csb1="00000000"/>
  </w:font>
  <w:font w:name="Barlow Semi Condensed">
    <w:altName w:val="Barlow Semi Condensed"/>
    <w:panose1 w:val="00000506000000000000"/>
    <w:charset w:val="00"/>
    <w:family w:val="auto"/>
    <w:pitch w:val="variable"/>
    <w:sig w:usb0="00000007" w:usb1="00000000" w:usb2="00000000" w:usb3="00000000" w:csb0="00000093" w:csb1="00000000"/>
  </w:font>
  <w:font w:name="Consolas">
    <w:panose1 w:val="020B0609020204030204"/>
    <w:charset w:val="00"/>
    <w:family w:val="modern"/>
    <w:pitch w:val="fixed"/>
    <w:sig w:usb0="E00006FF" w:usb1="0000FCFF" w:usb2="00000001" w:usb3="00000000" w:csb0="0000019F" w:csb1="00000000"/>
  </w:font>
  <w:font w:name="Barlow">
    <w:panose1 w:val="00000500000000000000"/>
    <w:charset w:val="00"/>
    <w:family w:val="auto"/>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rlow Medium">
    <w:panose1 w:val="00000600000000000000"/>
    <w:charset w:val="00"/>
    <w:family w:val="auto"/>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Barlow SemiBold">
    <w:panose1 w:val="00000700000000000000"/>
    <w:charset w:val="00"/>
    <w:family w:val="auto"/>
    <w:pitch w:val="variable"/>
    <w:sig w:usb0="00000007" w:usb1="00000000" w:usb2="00000000" w:usb3="00000000" w:csb0="00000093" w:csb1="00000000"/>
  </w:font>
  <w:font w:name="Barlow Condensed SemiBold">
    <w:panose1 w:val="00000706000000000000"/>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color="006699" w:sz="2" w:space="0"/>
      </w:tblBorders>
      <w:tblCellMar>
        <w:left w:w="0" w:type="dxa"/>
        <w:right w:w="0" w:type="dxa"/>
      </w:tblCellMar>
      <w:tblLook w:val="0600" w:firstRow="0" w:lastRow="0" w:firstColumn="0" w:lastColumn="0" w:noHBand="1" w:noVBand="1"/>
    </w:tblPr>
    <w:tblGrid>
      <w:gridCol w:w="2351"/>
      <w:gridCol w:w="7287"/>
    </w:tblGrid>
    <w:tr w:rsidRPr="00261226" w:rsidR="008F3FAD" w:rsidTr="00594F0B" w14:paraId="1B5B77FB" w14:textId="77777777">
      <w:tc>
        <w:tcPr>
          <w:tcW w:w="2376" w:type="dxa"/>
        </w:tcPr>
        <w:p w:rsidRPr="003D63EF" w:rsidR="008F3FAD" w:rsidP="008F79F5" w:rsidRDefault="008F3FAD" w14:paraId="457911E6" w14:textId="57501946">
          <w:pPr>
            <w:pStyle w:val="Piedepgina"/>
            <w:rPr>
              <w:color w:val="006699"/>
            </w:rPr>
          </w:pPr>
          <w:r w:rsidRPr="003D63EF">
            <w:t>Página</w:t>
          </w:r>
          <w:r>
            <w:rPr>
              <w:color w:val="006699"/>
            </w:rPr>
            <w:t xml:space="preserve"> </w:t>
          </w:r>
          <w:r w:rsidRPr="004903F8">
            <w:rPr>
              <w:rFonts w:asciiTheme="majorHAnsi" w:hAnsiTheme="majorHAnsi"/>
              <w:color w:val="006699"/>
            </w:rPr>
            <w:fldChar w:fldCharType="begin"/>
          </w:r>
          <w:r w:rsidRPr="004903F8">
            <w:rPr>
              <w:rFonts w:asciiTheme="majorHAnsi" w:hAnsiTheme="majorHAnsi"/>
              <w:color w:val="006699"/>
            </w:rPr>
            <w:instrText xml:space="preserve"> PAGE </w:instrText>
          </w:r>
          <w:r w:rsidRPr="004903F8">
            <w:rPr>
              <w:rFonts w:asciiTheme="majorHAnsi" w:hAnsiTheme="majorHAnsi"/>
              <w:color w:val="006699"/>
            </w:rPr>
            <w:fldChar w:fldCharType="separate"/>
          </w:r>
          <w:r>
            <w:rPr>
              <w:rFonts w:asciiTheme="majorHAnsi" w:hAnsiTheme="majorHAnsi"/>
              <w:noProof/>
              <w:color w:val="006699"/>
            </w:rPr>
            <w:t>2</w:t>
          </w:r>
          <w:r w:rsidRPr="004903F8">
            <w:rPr>
              <w:rFonts w:asciiTheme="majorHAnsi" w:hAnsiTheme="majorHAnsi"/>
              <w:noProof/>
              <w:color w:val="006699"/>
            </w:rPr>
            <w:fldChar w:fldCharType="end"/>
          </w:r>
          <w:r w:rsidRPr="003D63EF">
            <w:rPr>
              <w:noProof/>
              <w:color w:val="006699"/>
            </w:rPr>
            <w:t xml:space="preserve"> </w:t>
          </w:r>
          <w:r w:rsidRPr="003D63EF">
            <w:rPr>
              <w:noProof/>
            </w:rPr>
            <w:t xml:space="preserve">de </w:t>
          </w:r>
          <w:r w:rsidRPr="003D63EF">
            <w:rPr>
              <w:noProof/>
            </w:rPr>
            <w:fldChar w:fldCharType="begin"/>
          </w:r>
          <w:r w:rsidRPr="003D63EF">
            <w:rPr>
              <w:noProof/>
            </w:rPr>
            <w:instrText xml:space="preserve"> </w:instrText>
          </w:r>
          <w:r w:rsidRPr="00942CC3">
            <w:rPr>
              <w:szCs w:val="20"/>
            </w:rPr>
            <w:instrText>=</w:instrText>
          </w:r>
          <w:r w:rsidRPr="00942CC3">
            <w:rPr>
              <w:bCs/>
              <w:szCs w:val="20"/>
            </w:rPr>
            <w:fldChar w:fldCharType="begin"/>
          </w:r>
          <w:r w:rsidRPr="00942CC3">
            <w:rPr>
              <w:bCs/>
              <w:szCs w:val="20"/>
            </w:rPr>
            <w:instrText>NUMPAGES</w:instrText>
          </w:r>
          <w:r w:rsidRPr="00942CC3">
            <w:rPr>
              <w:bCs/>
              <w:szCs w:val="20"/>
            </w:rPr>
            <w:fldChar w:fldCharType="separate"/>
          </w:r>
          <w:r w:rsidR="00CE30B9">
            <w:rPr>
              <w:bCs/>
              <w:noProof/>
              <w:szCs w:val="20"/>
            </w:rPr>
            <w:instrText>5</w:instrText>
          </w:r>
          <w:r w:rsidRPr="00942CC3">
            <w:rPr>
              <w:bCs/>
              <w:szCs w:val="20"/>
            </w:rPr>
            <w:fldChar w:fldCharType="end"/>
          </w:r>
          <w:r w:rsidRPr="00942CC3">
            <w:rPr>
              <w:szCs w:val="20"/>
            </w:rPr>
            <w:instrText xml:space="preserve"> -</w:instrText>
          </w:r>
          <w:r>
            <w:rPr>
              <w:szCs w:val="20"/>
            </w:rPr>
            <w:instrText>5</w:instrText>
          </w:r>
          <w:r w:rsidRPr="003D63EF">
            <w:rPr>
              <w:noProof/>
            </w:rPr>
            <w:instrText xml:space="preserve"> </w:instrText>
          </w:r>
          <w:r w:rsidRPr="003D63EF">
            <w:rPr>
              <w:noProof/>
            </w:rPr>
            <w:fldChar w:fldCharType="separate"/>
          </w:r>
          <w:r w:rsidR="00CE30B9">
            <w:rPr>
              <w:noProof/>
            </w:rPr>
            <w:t>0</w:t>
          </w:r>
          <w:r w:rsidRPr="003D63EF">
            <w:rPr>
              <w:noProof/>
            </w:rPr>
            <w:fldChar w:fldCharType="end"/>
          </w:r>
        </w:p>
      </w:tc>
      <w:tc>
        <w:tcPr>
          <w:tcW w:w="7371" w:type="dxa"/>
        </w:tcPr>
        <w:p w:rsidRPr="004903F8" w:rsidR="008F3FAD" w:rsidP="008F79F5" w:rsidRDefault="008F3FAD" w14:paraId="50B06D3C" w14:textId="77777777">
          <w:pPr>
            <w:pStyle w:val="Piedepgina"/>
            <w:jc w:val="right"/>
            <w:rPr>
              <w:color w:val="006699"/>
              <w:lang w:val="es-ES"/>
            </w:rPr>
          </w:pPr>
          <w:r>
            <w:rPr>
              <w:color w:val="006699"/>
              <w:lang w:val="es-ES"/>
            </w:rPr>
            <w:t>Dirección o Departamento</w:t>
          </w:r>
        </w:p>
      </w:tc>
    </w:tr>
  </w:tbl>
  <w:p w:rsidRPr="001F3CF1" w:rsidR="008F3FAD" w:rsidRDefault="008F3FAD" w14:paraId="1F16A237" w14:textId="77777777">
    <w:pPr>
      <w:pStyle w:val="Piedepgina"/>
      <w:rPr>
        <w:sz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color="006699" w:sz="2" w:space="0"/>
      </w:tblBorders>
      <w:tblCellMar>
        <w:left w:w="0" w:type="dxa"/>
        <w:right w:w="0" w:type="dxa"/>
      </w:tblCellMar>
      <w:tblLook w:val="0600" w:firstRow="0" w:lastRow="0" w:firstColumn="0" w:lastColumn="0" w:noHBand="1" w:noVBand="1"/>
    </w:tblPr>
    <w:tblGrid>
      <w:gridCol w:w="7394"/>
      <w:gridCol w:w="2244"/>
    </w:tblGrid>
    <w:tr w:rsidRPr="003D63EF" w:rsidR="008F3FAD" w:rsidTr="00594F0B" w14:paraId="00AA8CBE" w14:textId="77777777">
      <w:tc>
        <w:tcPr>
          <w:tcW w:w="7479" w:type="dxa"/>
        </w:tcPr>
        <w:p w:rsidRPr="004903F8" w:rsidR="008F3FAD" w:rsidP="008F79F5" w:rsidRDefault="008F3FAD" w14:paraId="0C857AA9" w14:textId="77777777">
          <w:pPr>
            <w:pStyle w:val="Piedepgina"/>
            <w:rPr>
              <w:color w:val="006699"/>
              <w:lang w:val="es-ES"/>
            </w:rPr>
          </w:pPr>
          <w:r w:rsidRPr="004903F8">
            <w:rPr>
              <w:color w:val="006699"/>
              <w:lang w:val="es-ES"/>
            </w:rPr>
            <w:fldChar w:fldCharType="begin"/>
          </w:r>
          <w:r w:rsidRPr="004903F8">
            <w:rPr>
              <w:color w:val="006699"/>
              <w:lang w:val="es-ES"/>
            </w:rPr>
            <w:instrText xml:space="preserve"> TITLE   \* MERGEFORMAT </w:instrText>
          </w:r>
          <w:r w:rsidRPr="004903F8">
            <w:rPr>
              <w:color w:val="006699"/>
              <w:lang w:val="es-ES"/>
            </w:rPr>
            <w:fldChar w:fldCharType="separate"/>
          </w:r>
          <w:r w:rsidR="005245AE">
            <w:rPr>
              <w:color w:val="006699"/>
              <w:lang w:val="es-ES"/>
            </w:rPr>
            <w:t>Título del documento máximo tres líneas de texto</w:t>
          </w:r>
          <w:r w:rsidRPr="004903F8">
            <w:rPr>
              <w:color w:val="006699"/>
              <w:lang w:val="es-ES"/>
            </w:rPr>
            <w:fldChar w:fldCharType="end"/>
          </w:r>
          <w:r>
            <w:rPr>
              <w:color w:val="006699"/>
              <w:lang w:val="es-ES"/>
            </w:rPr>
            <w:t xml:space="preserve">. </w:t>
          </w:r>
          <w:r>
            <w:rPr>
              <w:lang w:val="es-ES"/>
            </w:rPr>
            <w:t>Mes 2020</w:t>
          </w:r>
        </w:p>
      </w:tc>
      <w:tc>
        <w:tcPr>
          <w:tcW w:w="2268" w:type="dxa"/>
        </w:tcPr>
        <w:p w:rsidRPr="003D63EF" w:rsidR="008F3FAD" w:rsidP="008F79F5" w:rsidRDefault="008F3FAD" w14:paraId="77BF4AEE" w14:textId="4B03DDC6">
          <w:pPr>
            <w:pStyle w:val="Piedepgina"/>
            <w:jc w:val="right"/>
            <w:rPr>
              <w:color w:val="006699"/>
            </w:rPr>
          </w:pPr>
          <w:r w:rsidRPr="003D63EF">
            <w:t>Página</w:t>
          </w:r>
          <w:r>
            <w:rPr>
              <w:color w:val="006699"/>
            </w:rPr>
            <w:t xml:space="preserve"> </w:t>
          </w:r>
          <w:r w:rsidRPr="004903F8">
            <w:rPr>
              <w:rFonts w:asciiTheme="majorHAnsi" w:hAnsiTheme="majorHAnsi"/>
              <w:color w:val="006699"/>
            </w:rPr>
            <w:fldChar w:fldCharType="begin"/>
          </w:r>
          <w:r w:rsidRPr="004903F8">
            <w:rPr>
              <w:rFonts w:asciiTheme="majorHAnsi" w:hAnsiTheme="majorHAnsi"/>
              <w:color w:val="006699"/>
            </w:rPr>
            <w:instrText xml:space="preserve"> PAGE </w:instrText>
          </w:r>
          <w:r w:rsidRPr="004903F8">
            <w:rPr>
              <w:rFonts w:asciiTheme="majorHAnsi" w:hAnsiTheme="majorHAnsi"/>
              <w:color w:val="006699"/>
            </w:rPr>
            <w:fldChar w:fldCharType="separate"/>
          </w:r>
          <w:r>
            <w:rPr>
              <w:rFonts w:asciiTheme="majorHAnsi" w:hAnsiTheme="majorHAnsi"/>
              <w:noProof/>
              <w:color w:val="006699"/>
            </w:rPr>
            <w:t>3</w:t>
          </w:r>
          <w:r w:rsidRPr="004903F8">
            <w:rPr>
              <w:rFonts w:asciiTheme="majorHAnsi" w:hAnsiTheme="majorHAnsi"/>
              <w:noProof/>
              <w:color w:val="006699"/>
            </w:rPr>
            <w:fldChar w:fldCharType="end"/>
          </w:r>
          <w:r w:rsidRPr="003D63EF">
            <w:rPr>
              <w:noProof/>
              <w:color w:val="006699"/>
            </w:rPr>
            <w:t xml:space="preserve"> </w:t>
          </w:r>
          <w:r w:rsidRPr="003D63EF">
            <w:rPr>
              <w:noProof/>
            </w:rPr>
            <w:t xml:space="preserve">de </w:t>
          </w:r>
          <w:r w:rsidRPr="003D63EF">
            <w:rPr>
              <w:noProof/>
            </w:rPr>
            <w:fldChar w:fldCharType="begin"/>
          </w:r>
          <w:r w:rsidRPr="003D63EF">
            <w:rPr>
              <w:noProof/>
            </w:rPr>
            <w:instrText xml:space="preserve"> </w:instrText>
          </w:r>
          <w:r w:rsidRPr="00942CC3">
            <w:rPr>
              <w:szCs w:val="20"/>
            </w:rPr>
            <w:instrText>=</w:instrText>
          </w:r>
          <w:r w:rsidRPr="00942CC3">
            <w:rPr>
              <w:bCs/>
              <w:szCs w:val="20"/>
            </w:rPr>
            <w:fldChar w:fldCharType="begin"/>
          </w:r>
          <w:r w:rsidRPr="00942CC3">
            <w:rPr>
              <w:bCs/>
              <w:szCs w:val="20"/>
            </w:rPr>
            <w:instrText>NUMPAGES</w:instrText>
          </w:r>
          <w:r w:rsidRPr="00942CC3">
            <w:rPr>
              <w:bCs/>
              <w:szCs w:val="20"/>
            </w:rPr>
            <w:fldChar w:fldCharType="separate"/>
          </w:r>
          <w:r w:rsidR="00CE30B9">
            <w:rPr>
              <w:bCs/>
              <w:noProof/>
              <w:szCs w:val="20"/>
            </w:rPr>
            <w:instrText>5</w:instrText>
          </w:r>
          <w:r w:rsidRPr="00942CC3">
            <w:rPr>
              <w:bCs/>
              <w:szCs w:val="20"/>
            </w:rPr>
            <w:fldChar w:fldCharType="end"/>
          </w:r>
          <w:r w:rsidRPr="00942CC3">
            <w:rPr>
              <w:szCs w:val="20"/>
            </w:rPr>
            <w:instrText xml:space="preserve"> -</w:instrText>
          </w:r>
          <w:r>
            <w:rPr>
              <w:szCs w:val="20"/>
            </w:rPr>
            <w:instrText>5</w:instrText>
          </w:r>
          <w:r w:rsidRPr="003D63EF">
            <w:rPr>
              <w:noProof/>
            </w:rPr>
            <w:fldChar w:fldCharType="separate"/>
          </w:r>
          <w:r w:rsidR="00CE30B9">
            <w:rPr>
              <w:noProof/>
            </w:rPr>
            <w:t>0</w:t>
          </w:r>
          <w:r w:rsidRPr="003D63EF">
            <w:rPr>
              <w:noProof/>
            </w:rPr>
            <w:fldChar w:fldCharType="end"/>
          </w:r>
        </w:p>
      </w:tc>
    </w:tr>
  </w:tbl>
  <w:p w:rsidRPr="009B7DB0" w:rsidR="008F3FAD" w:rsidP="008F79F5" w:rsidRDefault="008F3FAD" w14:paraId="29E6074D" w14:textId="77777777">
    <w:pPr>
      <w:pStyle w:val="Piedepgina"/>
      <w:rPr>
        <w:sz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46715A" w:rsidR="008F3FAD" w:rsidP="0046715A" w:rsidRDefault="008F3FAD" w14:paraId="612A8A91" w14:textId="77777777">
    <w:pPr>
      <w:jc w:val="center"/>
      <w:rPr>
        <w:rStyle w:val="Hipervnculo"/>
        <w:i w:val="0"/>
        <w:color w:val="auto"/>
        <w:u w:val="none"/>
      </w:rPr>
    </w:pPr>
    <w:r>
      <w:rPr>
        <w:rStyle w:val="Hipervnculo"/>
        <w:i w:val="0"/>
        <w:color w:val="auto"/>
        <w:u w:val="none"/>
      </w:rPr>
      <w:t xml:space="preserve">Red Eléctrica </w:t>
    </w:r>
    <w:r w:rsidR="00C86F5A">
      <w:rPr>
        <w:rStyle w:val="Hipervnculo"/>
        <w:i w:val="0"/>
        <w:color w:val="auto"/>
        <w:u w:val="none"/>
      </w:rPr>
      <w:t>de España</w:t>
    </w:r>
  </w:p>
  <w:p w:rsidRPr="0046715A" w:rsidR="008F3FAD" w:rsidP="0046715A" w:rsidRDefault="00CE30B9" w14:paraId="3812B88A" w14:textId="77777777">
    <w:pPr>
      <w:jc w:val="center"/>
      <w:rPr>
        <w:rStyle w:val="Hipervnculo"/>
        <w:i w:val="0"/>
        <w:color w:val="auto"/>
        <w:u w:val="none"/>
      </w:rPr>
    </w:pPr>
    <w:hyperlink w:history="1" r:id="rId1">
      <w:r w:rsidRPr="0046715A" w:rsidR="008F3FAD">
        <w:rPr>
          <w:rStyle w:val="Hipervnculo"/>
          <w:i w:val="0"/>
          <w:color w:val="auto"/>
          <w:u w:val="none"/>
        </w:rPr>
        <w:t>www.ree.es</w:t>
      </w:r>
    </w:hyperlink>
  </w:p>
  <w:p w:rsidR="008F3FAD" w:rsidP="0046715A" w:rsidRDefault="008F3FAD" w14:paraId="413E5422" w14:textId="77777777">
    <w:pPr>
      <w:jc w:val="center"/>
      <w:rPr>
        <w:lang w:val="es-ES"/>
      </w:rPr>
    </w:pPr>
  </w:p>
  <w:p w:rsidR="008F3FAD" w:rsidP="004C7DAA" w:rsidRDefault="008F3FAD" w14:paraId="0F2E7991" w14:textId="77777777">
    <w:pPr>
      <w:pStyle w:val="Piedepgina"/>
      <w:jc w:val="center"/>
      <w:rPr>
        <w:lang w:val="es-ES"/>
      </w:rPr>
    </w:pPr>
  </w:p>
  <w:p w:rsidRPr="004C7DAA" w:rsidR="008F3FAD" w:rsidP="004C7DAA" w:rsidRDefault="008F3FAD" w14:paraId="04FA61A8" w14:textId="77777777">
    <w:pPr>
      <w:pStyle w:val="Piedepgina"/>
      <w:jc w:val="cen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Pr="000C14A5" w:rsidR="00C75C10" w:rsidP="000C14A5" w:rsidRDefault="00C75C10" w14:paraId="26DB6F31" w14:textId="77777777">
      <w:pPr>
        <w:spacing w:after="0"/>
        <w:rPr>
          <w:color w:val="006699" w:themeColor="accent1"/>
        </w:rPr>
      </w:pPr>
      <w:r w:rsidRPr="000C14A5">
        <w:rPr>
          <w:color w:val="006699" w:themeColor="accent1"/>
        </w:rPr>
        <w:separator/>
      </w:r>
    </w:p>
  </w:footnote>
  <w:footnote w:type="continuationSeparator" w:id="0">
    <w:p w:rsidR="00C75C10" w:rsidRDefault="00C75C10" w14:paraId="43CAC71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p w:rsidRPr="00A26490" w:rsidR="008F3FAD" w:rsidP="008F79F5" w:rsidRDefault="00122318" w14:paraId="712545D9" w14:textId="77777777">
    <w:pPr>
      <w:pStyle w:val="Encabezado"/>
      <w:jc w:val="left"/>
      <w:rPr>
        <w:b/>
        <w:color w:val="006699"/>
        <w:sz w:val="20"/>
        <w:szCs w:val="20"/>
        <w:lang w:val="es-ES"/>
      </w:rPr>
    </w:pPr>
    <w:r w:rsidRPr="00D12522">
      <w:rPr>
        <w:noProof/>
      </w:rPr>
      <mc:AlternateContent>
        <mc:Choice Requires="wpg">
          <w:drawing>
            <wp:anchor distT="0" distB="0" distL="114300" distR="114300" simplePos="0" relativeHeight="251681792" behindDoc="0" locked="0" layoutInCell="1" allowOverlap="1" wp14:anchorId="3747571A" wp14:editId="46E556EA">
              <wp:simplePos x="0" y="0"/>
              <wp:positionH relativeFrom="margin">
                <wp:align>left</wp:align>
              </wp:positionH>
              <wp:positionV relativeFrom="page">
                <wp:posOffset>360045</wp:posOffset>
              </wp:positionV>
              <wp:extent cx="288000" cy="288000"/>
              <wp:effectExtent l="0" t="0" r="0" b="0"/>
              <wp:wrapNone/>
              <wp:docPr id="24" name="Grupo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88000" cy="288000"/>
                        <a:chOff x="0" y="0"/>
                        <a:chExt cx="900099" cy="900100"/>
                      </a:xfrm>
                    </wpg:grpSpPr>
                    <wps:wsp>
                      <wps:cNvPr id="25" name="Freeform 119"/>
                      <wps:cNvSpPr>
                        <a:spLocks noEditPoints="1"/>
                      </wps:cNvSpPr>
                      <wps:spPr bwMode="auto">
                        <a:xfrm>
                          <a:off x="0" y="0"/>
                          <a:ext cx="900099" cy="900100"/>
                        </a:xfrm>
                        <a:custGeom>
                          <a:avLst/>
                          <a:gdLst/>
                          <a:ahLst/>
                          <a:cxnLst>
                            <a:cxn ang="0">
                              <a:pos x="3577" y="446"/>
                            </a:cxn>
                            <a:cxn ang="0">
                              <a:pos x="3577" y="1341"/>
                            </a:cxn>
                            <a:cxn ang="0">
                              <a:pos x="3577" y="2235"/>
                            </a:cxn>
                            <a:cxn ang="0">
                              <a:pos x="3577" y="3130"/>
                            </a:cxn>
                            <a:cxn ang="0">
                              <a:pos x="3130" y="3577"/>
                            </a:cxn>
                            <a:cxn ang="0">
                              <a:pos x="2236" y="3577"/>
                            </a:cxn>
                            <a:cxn ang="0">
                              <a:pos x="1341" y="3577"/>
                            </a:cxn>
                            <a:cxn ang="0">
                              <a:pos x="446" y="3577"/>
                            </a:cxn>
                            <a:cxn ang="0">
                              <a:pos x="0" y="3130"/>
                            </a:cxn>
                            <a:cxn ang="0">
                              <a:pos x="0" y="2235"/>
                            </a:cxn>
                            <a:cxn ang="0">
                              <a:pos x="0" y="1341"/>
                            </a:cxn>
                            <a:cxn ang="0">
                              <a:pos x="0" y="446"/>
                            </a:cxn>
                            <a:cxn ang="0">
                              <a:pos x="446" y="0"/>
                            </a:cxn>
                            <a:cxn ang="0">
                              <a:pos x="1341" y="0"/>
                            </a:cxn>
                            <a:cxn ang="0">
                              <a:pos x="2236" y="0"/>
                            </a:cxn>
                            <a:cxn ang="0">
                              <a:pos x="3130" y="0"/>
                            </a:cxn>
                            <a:cxn ang="0">
                              <a:pos x="3502" y="75"/>
                            </a:cxn>
                            <a:cxn ang="0">
                              <a:pos x="2645" y="75"/>
                            </a:cxn>
                            <a:cxn ang="0">
                              <a:pos x="1788" y="75"/>
                            </a:cxn>
                            <a:cxn ang="0">
                              <a:pos x="932" y="75"/>
                            </a:cxn>
                            <a:cxn ang="0">
                              <a:pos x="75" y="75"/>
                            </a:cxn>
                            <a:cxn ang="0">
                              <a:pos x="75" y="932"/>
                            </a:cxn>
                            <a:cxn ang="0">
                              <a:pos x="75" y="1788"/>
                            </a:cxn>
                            <a:cxn ang="0">
                              <a:pos x="75" y="2644"/>
                            </a:cxn>
                            <a:cxn ang="0">
                              <a:pos x="75" y="3502"/>
                            </a:cxn>
                            <a:cxn ang="0">
                              <a:pos x="932" y="3502"/>
                            </a:cxn>
                            <a:cxn ang="0">
                              <a:pos x="1788" y="3502"/>
                            </a:cxn>
                            <a:cxn ang="0">
                              <a:pos x="2645" y="3502"/>
                            </a:cxn>
                            <a:cxn ang="0">
                              <a:pos x="3502" y="3502"/>
                            </a:cxn>
                            <a:cxn ang="0">
                              <a:pos x="3502" y="2644"/>
                            </a:cxn>
                            <a:cxn ang="0">
                              <a:pos x="3502" y="1788"/>
                            </a:cxn>
                            <a:cxn ang="0">
                              <a:pos x="3502" y="932"/>
                            </a:cxn>
                            <a:cxn ang="0">
                              <a:pos x="3502" y="75"/>
                            </a:cxn>
                          </a:cxnLst>
                          <a:rect l="0" t="0" r="r" b="b"/>
                          <a:pathLst>
                            <a:path w="3577" h="3577">
                              <a:moveTo>
                                <a:pt x="3577" y="0"/>
                              </a:moveTo>
                              <a:lnTo>
                                <a:pt x="3577" y="446"/>
                              </a:lnTo>
                              <a:lnTo>
                                <a:pt x="3577" y="893"/>
                              </a:lnTo>
                              <a:lnTo>
                                <a:pt x="3577" y="1341"/>
                              </a:lnTo>
                              <a:lnTo>
                                <a:pt x="3577" y="1788"/>
                              </a:lnTo>
                              <a:lnTo>
                                <a:pt x="3577" y="2235"/>
                              </a:lnTo>
                              <a:lnTo>
                                <a:pt x="3577" y="2682"/>
                              </a:lnTo>
                              <a:lnTo>
                                <a:pt x="3577" y="3130"/>
                              </a:lnTo>
                              <a:lnTo>
                                <a:pt x="3577" y="3577"/>
                              </a:lnTo>
                              <a:lnTo>
                                <a:pt x="3130" y="3577"/>
                              </a:lnTo>
                              <a:lnTo>
                                <a:pt x="2683" y="3577"/>
                              </a:lnTo>
                              <a:lnTo>
                                <a:pt x="2236" y="3577"/>
                              </a:lnTo>
                              <a:lnTo>
                                <a:pt x="1788" y="3577"/>
                              </a:lnTo>
                              <a:lnTo>
                                <a:pt x="1341" y="3577"/>
                              </a:lnTo>
                              <a:lnTo>
                                <a:pt x="894" y="3577"/>
                              </a:lnTo>
                              <a:lnTo>
                                <a:pt x="446" y="3577"/>
                              </a:lnTo>
                              <a:lnTo>
                                <a:pt x="0" y="3577"/>
                              </a:lnTo>
                              <a:lnTo>
                                <a:pt x="0" y="3130"/>
                              </a:lnTo>
                              <a:lnTo>
                                <a:pt x="0" y="2682"/>
                              </a:lnTo>
                              <a:lnTo>
                                <a:pt x="0" y="2235"/>
                              </a:lnTo>
                              <a:lnTo>
                                <a:pt x="0" y="1788"/>
                              </a:lnTo>
                              <a:lnTo>
                                <a:pt x="0" y="1341"/>
                              </a:lnTo>
                              <a:lnTo>
                                <a:pt x="0" y="893"/>
                              </a:lnTo>
                              <a:lnTo>
                                <a:pt x="0" y="446"/>
                              </a:lnTo>
                              <a:lnTo>
                                <a:pt x="0" y="0"/>
                              </a:lnTo>
                              <a:lnTo>
                                <a:pt x="446" y="0"/>
                              </a:lnTo>
                              <a:lnTo>
                                <a:pt x="894" y="0"/>
                              </a:lnTo>
                              <a:lnTo>
                                <a:pt x="1341" y="0"/>
                              </a:lnTo>
                              <a:lnTo>
                                <a:pt x="1788" y="0"/>
                              </a:lnTo>
                              <a:lnTo>
                                <a:pt x="2236" y="0"/>
                              </a:lnTo>
                              <a:lnTo>
                                <a:pt x="2683" y="0"/>
                              </a:lnTo>
                              <a:lnTo>
                                <a:pt x="3130" y="0"/>
                              </a:lnTo>
                              <a:lnTo>
                                <a:pt x="3577" y="0"/>
                              </a:lnTo>
                              <a:close/>
                              <a:moveTo>
                                <a:pt x="3502" y="75"/>
                              </a:moveTo>
                              <a:lnTo>
                                <a:pt x="3073" y="75"/>
                              </a:lnTo>
                              <a:lnTo>
                                <a:pt x="2645" y="75"/>
                              </a:lnTo>
                              <a:lnTo>
                                <a:pt x="2217" y="75"/>
                              </a:lnTo>
                              <a:lnTo>
                                <a:pt x="1788" y="75"/>
                              </a:lnTo>
                              <a:lnTo>
                                <a:pt x="1360" y="75"/>
                              </a:lnTo>
                              <a:lnTo>
                                <a:pt x="932" y="75"/>
                              </a:lnTo>
                              <a:lnTo>
                                <a:pt x="503" y="75"/>
                              </a:lnTo>
                              <a:lnTo>
                                <a:pt x="75" y="75"/>
                              </a:lnTo>
                              <a:lnTo>
                                <a:pt x="75" y="503"/>
                              </a:lnTo>
                              <a:lnTo>
                                <a:pt x="75" y="932"/>
                              </a:lnTo>
                              <a:lnTo>
                                <a:pt x="75" y="1360"/>
                              </a:lnTo>
                              <a:lnTo>
                                <a:pt x="75" y="1788"/>
                              </a:lnTo>
                              <a:lnTo>
                                <a:pt x="75" y="2216"/>
                              </a:lnTo>
                              <a:lnTo>
                                <a:pt x="75" y="2644"/>
                              </a:lnTo>
                              <a:lnTo>
                                <a:pt x="75" y="3073"/>
                              </a:lnTo>
                              <a:lnTo>
                                <a:pt x="75" y="3502"/>
                              </a:lnTo>
                              <a:lnTo>
                                <a:pt x="503" y="3502"/>
                              </a:lnTo>
                              <a:lnTo>
                                <a:pt x="932" y="3502"/>
                              </a:lnTo>
                              <a:lnTo>
                                <a:pt x="1360" y="3502"/>
                              </a:lnTo>
                              <a:lnTo>
                                <a:pt x="1788" y="3502"/>
                              </a:lnTo>
                              <a:lnTo>
                                <a:pt x="2217" y="3502"/>
                              </a:lnTo>
                              <a:lnTo>
                                <a:pt x="2645" y="3502"/>
                              </a:lnTo>
                              <a:lnTo>
                                <a:pt x="3073" y="3502"/>
                              </a:lnTo>
                              <a:lnTo>
                                <a:pt x="3502" y="3502"/>
                              </a:lnTo>
                              <a:lnTo>
                                <a:pt x="3502" y="3073"/>
                              </a:lnTo>
                              <a:lnTo>
                                <a:pt x="3502" y="2644"/>
                              </a:lnTo>
                              <a:lnTo>
                                <a:pt x="3502" y="2216"/>
                              </a:lnTo>
                              <a:lnTo>
                                <a:pt x="3502" y="1788"/>
                              </a:lnTo>
                              <a:lnTo>
                                <a:pt x="3502" y="1360"/>
                              </a:lnTo>
                              <a:lnTo>
                                <a:pt x="3502" y="932"/>
                              </a:lnTo>
                              <a:lnTo>
                                <a:pt x="3502" y="503"/>
                              </a:lnTo>
                              <a:lnTo>
                                <a:pt x="3502" y="75"/>
                              </a:lnTo>
                              <a:close/>
                            </a:path>
                          </a:pathLst>
                        </a:custGeom>
                        <a:solidFill>
                          <a:srgbClr val="006699"/>
                        </a:solidFill>
                        <a:ln w="9525">
                          <a:noFill/>
                          <a:round/>
                          <a:headEnd/>
                          <a:tailEnd/>
                        </a:ln>
                      </wps:spPr>
                      <wps:bodyPr vert="horz" wrap="square" lIns="91440" tIns="45720" rIns="91440" bIns="45720" numCol="1" anchor="t" anchorCtr="0" compatLnSpc="1">
                        <a:prstTxWarp prst="textNoShape">
                          <a:avLst/>
                        </a:prstTxWarp>
                      </wps:bodyPr>
                    </wps:wsp>
                    <wps:wsp>
                      <wps:cNvPr id="26" name="Freeform 120"/>
                      <wps:cNvSpPr>
                        <a:spLocks noEditPoints="1"/>
                      </wps:cNvSpPr>
                      <wps:spPr bwMode="auto">
                        <a:xfrm>
                          <a:off x="97383" y="119527"/>
                          <a:ext cx="643683" cy="687468"/>
                        </a:xfrm>
                        <a:custGeom>
                          <a:avLst/>
                          <a:gdLst/>
                          <a:ahLst/>
                          <a:cxnLst>
                            <a:cxn ang="0">
                              <a:pos x="1608" y="670"/>
                            </a:cxn>
                            <a:cxn ang="0">
                              <a:pos x="1422" y="557"/>
                            </a:cxn>
                            <a:cxn ang="0">
                              <a:pos x="665" y="292"/>
                            </a:cxn>
                            <a:cxn ang="0">
                              <a:pos x="483" y="200"/>
                            </a:cxn>
                            <a:cxn ang="0">
                              <a:pos x="558" y="15"/>
                            </a:cxn>
                            <a:cxn ang="0">
                              <a:pos x="757" y="84"/>
                            </a:cxn>
                            <a:cxn ang="0">
                              <a:pos x="1473" y="411"/>
                            </a:cxn>
                            <a:cxn ang="0">
                              <a:pos x="1688" y="438"/>
                            </a:cxn>
                            <a:cxn ang="0">
                              <a:pos x="2322" y="581"/>
                            </a:cxn>
                            <a:cxn ang="0">
                              <a:pos x="2536" y="624"/>
                            </a:cxn>
                            <a:cxn ang="0">
                              <a:pos x="2498" y="820"/>
                            </a:cxn>
                            <a:cxn ang="0">
                              <a:pos x="2284" y="781"/>
                            </a:cxn>
                            <a:cxn ang="0">
                              <a:pos x="2118" y="877"/>
                            </a:cxn>
                            <a:cxn ang="0">
                              <a:pos x="1910" y="858"/>
                            </a:cxn>
                            <a:cxn ang="0">
                              <a:pos x="1206" y="958"/>
                            </a:cxn>
                            <a:cxn ang="0">
                              <a:pos x="801" y="847"/>
                            </a:cxn>
                            <a:cxn ang="0">
                              <a:pos x="159" y="841"/>
                            </a:cxn>
                            <a:cxn ang="0">
                              <a:pos x="1" y="708"/>
                            </a:cxn>
                            <a:cxn ang="0">
                              <a:pos x="119" y="547"/>
                            </a:cxn>
                            <a:cxn ang="0">
                              <a:pos x="288" y="638"/>
                            </a:cxn>
                            <a:cxn ang="0">
                              <a:pos x="1065" y="705"/>
                            </a:cxn>
                            <a:cxn ang="0">
                              <a:pos x="1301" y="754"/>
                            </a:cxn>
                            <a:cxn ang="0">
                              <a:pos x="362" y="1444"/>
                            </a:cxn>
                            <a:cxn ang="0">
                              <a:pos x="564" y="1456"/>
                            </a:cxn>
                            <a:cxn ang="0">
                              <a:pos x="1369" y="1220"/>
                            </a:cxn>
                            <a:cxn ang="0">
                              <a:pos x="1694" y="1122"/>
                            </a:cxn>
                            <a:cxn ang="0">
                              <a:pos x="1465" y="1175"/>
                            </a:cxn>
                            <a:cxn ang="0">
                              <a:pos x="693" y="1213"/>
                            </a:cxn>
                            <a:cxn ang="0">
                              <a:pos x="516" y="1113"/>
                            </a:cxn>
                            <a:cxn ang="0">
                              <a:pos x="600" y="932"/>
                            </a:cxn>
                            <a:cxn ang="0">
                              <a:pos x="796" y="1013"/>
                            </a:cxn>
                            <a:cxn ang="0">
                              <a:pos x="1559" y="911"/>
                            </a:cxn>
                            <a:cxn ang="0">
                              <a:pos x="2234" y="984"/>
                            </a:cxn>
                            <a:cxn ang="0">
                              <a:pos x="2462" y="963"/>
                            </a:cxn>
                            <a:cxn ang="0">
                              <a:pos x="2471" y="1163"/>
                            </a:cxn>
                            <a:cxn ang="0">
                              <a:pos x="2269" y="1208"/>
                            </a:cxn>
                            <a:cxn ang="0">
                              <a:pos x="2120" y="1349"/>
                            </a:cxn>
                            <a:cxn ang="0">
                              <a:pos x="1460" y="1454"/>
                            </a:cxn>
                            <a:cxn ang="0">
                              <a:pos x="1268" y="1496"/>
                            </a:cxn>
                            <a:cxn ang="0">
                              <a:pos x="484" y="1705"/>
                            </a:cxn>
                            <a:cxn ang="0">
                              <a:pos x="308" y="1581"/>
                            </a:cxn>
                            <a:cxn ang="0">
                              <a:pos x="1385" y="1874"/>
                            </a:cxn>
                            <a:cxn ang="0">
                              <a:pos x="2024" y="1637"/>
                            </a:cxn>
                            <a:cxn ang="0">
                              <a:pos x="1674" y="1723"/>
                            </a:cxn>
                            <a:cxn ang="0">
                              <a:pos x="1485" y="1758"/>
                            </a:cxn>
                            <a:cxn ang="0">
                              <a:pos x="807" y="1996"/>
                            </a:cxn>
                            <a:cxn ang="0">
                              <a:pos x="673" y="2144"/>
                            </a:cxn>
                            <a:cxn ang="0">
                              <a:pos x="510" y="2011"/>
                            </a:cxn>
                            <a:cxn ang="0">
                              <a:pos x="628" y="1851"/>
                            </a:cxn>
                            <a:cxn ang="0">
                              <a:pos x="1324" y="1649"/>
                            </a:cxn>
                            <a:cxn ang="0">
                              <a:pos x="1544" y="1481"/>
                            </a:cxn>
                            <a:cxn ang="0">
                              <a:pos x="2082" y="1445"/>
                            </a:cxn>
                            <a:cxn ang="0">
                              <a:pos x="2386" y="1317"/>
                            </a:cxn>
                            <a:cxn ang="0">
                              <a:pos x="2504" y="1478"/>
                            </a:cxn>
                            <a:cxn ang="0">
                              <a:pos x="2347" y="1611"/>
                            </a:cxn>
                            <a:cxn ang="0">
                              <a:pos x="2244" y="1768"/>
                            </a:cxn>
                            <a:cxn ang="0">
                              <a:pos x="1914" y="1811"/>
                            </a:cxn>
                            <a:cxn ang="0">
                              <a:pos x="1542" y="2119"/>
                            </a:cxn>
                            <a:cxn ang="0">
                              <a:pos x="1281" y="2175"/>
                            </a:cxn>
                            <a:cxn ang="0">
                              <a:pos x="794" y="2661"/>
                            </a:cxn>
                            <a:cxn ang="0">
                              <a:pos x="589" y="2711"/>
                            </a:cxn>
                            <a:cxn ang="0">
                              <a:pos x="529" y="2526"/>
                            </a:cxn>
                            <a:cxn ang="0">
                              <a:pos x="721" y="2445"/>
                            </a:cxn>
                          </a:cxnLst>
                          <a:rect l="0" t="0" r="r" b="b"/>
                          <a:pathLst>
                            <a:path w="2558" h="2732">
                              <a:moveTo>
                                <a:pt x="1878" y="731"/>
                              </a:moveTo>
                              <a:lnTo>
                                <a:pt x="1881" y="722"/>
                              </a:lnTo>
                              <a:lnTo>
                                <a:pt x="1883" y="714"/>
                              </a:lnTo>
                              <a:lnTo>
                                <a:pt x="1886" y="706"/>
                              </a:lnTo>
                              <a:lnTo>
                                <a:pt x="1890" y="698"/>
                              </a:lnTo>
                              <a:lnTo>
                                <a:pt x="1894" y="690"/>
                              </a:lnTo>
                              <a:lnTo>
                                <a:pt x="1898" y="683"/>
                              </a:lnTo>
                              <a:lnTo>
                                <a:pt x="1903" y="676"/>
                              </a:lnTo>
                              <a:lnTo>
                                <a:pt x="1908" y="669"/>
                              </a:lnTo>
                              <a:lnTo>
                                <a:pt x="1856" y="657"/>
                              </a:lnTo>
                              <a:lnTo>
                                <a:pt x="1801" y="644"/>
                              </a:lnTo>
                              <a:lnTo>
                                <a:pt x="1745" y="630"/>
                              </a:lnTo>
                              <a:lnTo>
                                <a:pt x="1687" y="615"/>
                              </a:lnTo>
                              <a:lnTo>
                                <a:pt x="1682" y="622"/>
                              </a:lnTo>
                              <a:lnTo>
                                <a:pt x="1676" y="628"/>
                              </a:lnTo>
                              <a:lnTo>
                                <a:pt x="1670" y="634"/>
                              </a:lnTo>
                              <a:lnTo>
                                <a:pt x="1664" y="640"/>
                              </a:lnTo>
                              <a:lnTo>
                                <a:pt x="1657" y="645"/>
                              </a:lnTo>
                              <a:lnTo>
                                <a:pt x="1650" y="650"/>
                              </a:lnTo>
                              <a:lnTo>
                                <a:pt x="1643" y="654"/>
                              </a:lnTo>
                              <a:lnTo>
                                <a:pt x="1636" y="659"/>
                              </a:lnTo>
                              <a:lnTo>
                                <a:pt x="1628" y="662"/>
                              </a:lnTo>
                              <a:lnTo>
                                <a:pt x="1620" y="666"/>
                              </a:lnTo>
                              <a:lnTo>
                                <a:pt x="1612" y="668"/>
                              </a:lnTo>
                              <a:lnTo>
                                <a:pt x="1608" y="670"/>
                              </a:lnTo>
                              <a:lnTo>
                                <a:pt x="1603" y="671"/>
                              </a:lnTo>
                              <a:lnTo>
                                <a:pt x="1595" y="672"/>
                              </a:lnTo>
                              <a:lnTo>
                                <a:pt x="1586" y="674"/>
                              </a:lnTo>
                              <a:lnTo>
                                <a:pt x="1577" y="675"/>
                              </a:lnTo>
                              <a:lnTo>
                                <a:pt x="1568" y="675"/>
                              </a:lnTo>
                              <a:lnTo>
                                <a:pt x="1553" y="674"/>
                              </a:lnTo>
                              <a:lnTo>
                                <a:pt x="1539" y="672"/>
                              </a:lnTo>
                              <a:lnTo>
                                <a:pt x="1532" y="671"/>
                              </a:lnTo>
                              <a:lnTo>
                                <a:pt x="1525" y="669"/>
                              </a:lnTo>
                              <a:lnTo>
                                <a:pt x="1519" y="667"/>
                              </a:lnTo>
                              <a:lnTo>
                                <a:pt x="1512" y="664"/>
                              </a:lnTo>
                              <a:lnTo>
                                <a:pt x="1499" y="658"/>
                              </a:lnTo>
                              <a:lnTo>
                                <a:pt x="1493" y="655"/>
                              </a:lnTo>
                              <a:lnTo>
                                <a:pt x="1487" y="651"/>
                              </a:lnTo>
                              <a:lnTo>
                                <a:pt x="1476" y="643"/>
                              </a:lnTo>
                              <a:lnTo>
                                <a:pt x="1466" y="634"/>
                              </a:lnTo>
                              <a:lnTo>
                                <a:pt x="1456" y="625"/>
                              </a:lnTo>
                              <a:lnTo>
                                <a:pt x="1452" y="619"/>
                              </a:lnTo>
                              <a:lnTo>
                                <a:pt x="1448" y="614"/>
                              </a:lnTo>
                              <a:lnTo>
                                <a:pt x="1444" y="608"/>
                              </a:lnTo>
                              <a:lnTo>
                                <a:pt x="1440" y="602"/>
                              </a:lnTo>
                              <a:lnTo>
                                <a:pt x="1434" y="590"/>
                              </a:lnTo>
                              <a:lnTo>
                                <a:pt x="1428" y="577"/>
                              </a:lnTo>
                              <a:lnTo>
                                <a:pt x="1424" y="564"/>
                              </a:lnTo>
                              <a:lnTo>
                                <a:pt x="1422" y="557"/>
                              </a:lnTo>
                              <a:lnTo>
                                <a:pt x="1421" y="550"/>
                              </a:lnTo>
                              <a:lnTo>
                                <a:pt x="1419" y="536"/>
                              </a:lnTo>
                              <a:lnTo>
                                <a:pt x="1379" y="523"/>
                              </a:lnTo>
                              <a:lnTo>
                                <a:pt x="1338" y="509"/>
                              </a:lnTo>
                              <a:lnTo>
                                <a:pt x="1297" y="495"/>
                              </a:lnTo>
                              <a:lnTo>
                                <a:pt x="1255" y="480"/>
                              </a:lnTo>
                              <a:lnTo>
                                <a:pt x="1212" y="465"/>
                              </a:lnTo>
                              <a:lnTo>
                                <a:pt x="1170" y="449"/>
                              </a:lnTo>
                              <a:lnTo>
                                <a:pt x="1127" y="432"/>
                              </a:lnTo>
                              <a:lnTo>
                                <a:pt x="1083" y="414"/>
                              </a:lnTo>
                              <a:lnTo>
                                <a:pt x="1039" y="397"/>
                              </a:lnTo>
                              <a:lnTo>
                                <a:pt x="995" y="379"/>
                              </a:lnTo>
                              <a:lnTo>
                                <a:pt x="951" y="360"/>
                              </a:lnTo>
                              <a:lnTo>
                                <a:pt x="906" y="341"/>
                              </a:lnTo>
                              <a:lnTo>
                                <a:pt x="861" y="321"/>
                              </a:lnTo>
                              <a:lnTo>
                                <a:pt x="815" y="301"/>
                              </a:lnTo>
                              <a:lnTo>
                                <a:pt x="770" y="280"/>
                              </a:lnTo>
                              <a:lnTo>
                                <a:pt x="724" y="258"/>
                              </a:lnTo>
                              <a:lnTo>
                                <a:pt x="714" y="267"/>
                              </a:lnTo>
                              <a:lnTo>
                                <a:pt x="708" y="271"/>
                              </a:lnTo>
                              <a:lnTo>
                                <a:pt x="703" y="274"/>
                              </a:lnTo>
                              <a:lnTo>
                                <a:pt x="697" y="278"/>
                              </a:lnTo>
                              <a:lnTo>
                                <a:pt x="691" y="281"/>
                              </a:lnTo>
                              <a:lnTo>
                                <a:pt x="678" y="287"/>
                              </a:lnTo>
                              <a:lnTo>
                                <a:pt x="665" y="292"/>
                              </a:lnTo>
                              <a:lnTo>
                                <a:pt x="658" y="293"/>
                              </a:lnTo>
                              <a:lnTo>
                                <a:pt x="651" y="295"/>
                              </a:lnTo>
                              <a:lnTo>
                                <a:pt x="644" y="296"/>
                              </a:lnTo>
                              <a:lnTo>
                                <a:pt x="637" y="297"/>
                              </a:lnTo>
                              <a:lnTo>
                                <a:pt x="623" y="298"/>
                              </a:lnTo>
                              <a:lnTo>
                                <a:pt x="608" y="297"/>
                              </a:lnTo>
                              <a:lnTo>
                                <a:pt x="600" y="296"/>
                              </a:lnTo>
                              <a:lnTo>
                                <a:pt x="593" y="295"/>
                              </a:lnTo>
                              <a:lnTo>
                                <a:pt x="579" y="291"/>
                              </a:lnTo>
                              <a:lnTo>
                                <a:pt x="572" y="289"/>
                              </a:lnTo>
                              <a:lnTo>
                                <a:pt x="565" y="286"/>
                              </a:lnTo>
                              <a:lnTo>
                                <a:pt x="552" y="280"/>
                              </a:lnTo>
                              <a:lnTo>
                                <a:pt x="546" y="276"/>
                              </a:lnTo>
                              <a:lnTo>
                                <a:pt x="540" y="272"/>
                              </a:lnTo>
                              <a:lnTo>
                                <a:pt x="528" y="264"/>
                              </a:lnTo>
                              <a:lnTo>
                                <a:pt x="523" y="259"/>
                              </a:lnTo>
                              <a:lnTo>
                                <a:pt x="518" y="254"/>
                              </a:lnTo>
                              <a:lnTo>
                                <a:pt x="508" y="243"/>
                              </a:lnTo>
                              <a:lnTo>
                                <a:pt x="504" y="238"/>
                              </a:lnTo>
                              <a:lnTo>
                                <a:pt x="499" y="232"/>
                              </a:lnTo>
                              <a:lnTo>
                                <a:pt x="496" y="226"/>
                              </a:lnTo>
                              <a:lnTo>
                                <a:pt x="492" y="220"/>
                              </a:lnTo>
                              <a:lnTo>
                                <a:pt x="489" y="213"/>
                              </a:lnTo>
                              <a:lnTo>
                                <a:pt x="486" y="207"/>
                              </a:lnTo>
                              <a:lnTo>
                                <a:pt x="483" y="200"/>
                              </a:lnTo>
                              <a:lnTo>
                                <a:pt x="481" y="193"/>
                              </a:lnTo>
                              <a:lnTo>
                                <a:pt x="477" y="179"/>
                              </a:lnTo>
                              <a:lnTo>
                                <a:pt x="476" y="172"/>
                              </a:lnTo>
                              <a:lnTo>
                                <a:pt x="475" y="164"/>
                              </a:lnTo>
                              <a:lnTo>
                                <a:pt x="474" y="157"/>
                              </a:lnTo>
                              <a:lnTo>
                                <a:pt x="474" y="149"/>
                              </a:lnTo>
                              <a:lnTo>
                                <a:pt x="474" y="141"/>
                              </a:lnTo>
                              <a:lnTo>
                                <a:pt x="475" y="134"/>
                              </a:lnTo>
                              <a:lnTo>
                                <a:pt x="476" y="126"/>
                              </a:lnTo>
                              <a:lnTo>
                                <a:pt x="477" y="119"/>
                              </a:lnTo>
                              <a:lnTo>
                                <a:pt x="481" y="105"/>
                              </a:lnTo>
                              <a:lnTo>
                                <a:pt x="483" y="98"/>
                              </a:lnTo>
                              <a:lnTo>
                                <a:pt x="486" y="91"/>
                              </a:lnTo>
                              <a:lnTo>
                                <a:pt x="492" y="78"/>
                              </a:lnTo>
                              <a:lnTo>
                                <a:pt x="496" y="72"/>
                              </a:lnTo>
                              <a:lnTo>
                                <a:pt x="499" y="66"/>
                              </a:lnTo>
                              <a:lnTo>
                                <a:pt x="508" y="54"/>
                              </a:lnTo>
                              <a:lnTo>
                                <a:pt x="513" y="49"/>
                              </a:lnTo>
                              <a:lnTo>
                                <a:pt x="518" y="44"/>
                              </a:lnTo>
                              <a:lnTo>
                                <a:pt x="528" y="34"/>
                              </a:lnTo>
                              <a:lnTo>
                                <a:pt x="534" y="30"/>
                              </a:lnTo>
                              <a:lnTo>
                                <a:pt x="540" y="26"/>
                              </a:lnTo>
                              <a:lnTo>
                                <a:pt x="546" y="22"/>
                              </a:lnTo>
                              <a:lnTo>
                                <a:pt x="552" y="18"/>
                              </a:lnTo>
                              <a:lnTo>
                                <a:pt x="558" y="15"/>
                              </a:lnTo>
                              <a:lnTo>
                                <a:pt x="565" y="12"/>
                              </a:lnTo>
                              <a:lnTo>
                                <a:pt x="572" y="9"/>
                              </a:lnTo>
                              <a:lnTo>
                                <a:pt x="579" y="7"/>
                              </a:lnTo>
                              <a:lnTo>
                                <a:pt x="593" y="3"/>
                              </a:lnTo>
                              <a:lnTo>
                                <a:pt x="600" y="2"/>
                              </a:lnTo>
                              <a:lnTo>
                                <a:pt x="608" y="1"/>
                              </a:lnTo>
                              <a:lnTo>
                                <a:pt x="623" y="0"/>
                              </a:lnTo>
                              <a:lnTo>
                                <a:pt x="638" y="1"/>
                              </a:lnTo>
                              <a:lnTo>
                                <a:pt x="645" y="2"/>
                              </a:lnTo>
                              <a:lnTo>
                                <a:pt x="653" y="3"/>
                              </a:lnTo>
                              <a:lnTo>
                                <a:pt x="667" y="7"/>
                              </a:lnTo>
                              <a:lnTo>
                                <a:pt x="674" y="9"/>
                              </a:lnTo>
                              <a:lnTo>
                                <a:pt x="681" y="12"/>
                              </a:lnTo>
                              <a:lnTo>
                                <a:pt x="694" y="18"/>
                              </a:lnTo>
                              <a:lnTo>
                                <a:pt x="700" y="22"/>
                              </a:lnTo>
                              <a:lnTo>
                                <a:pt x="706" y="26"/>
                              </a:lnTo>
                              <a:lnTo>
                                <a:pt x="717" y="34"/>
                              </a:lnTo>
                              <a:lnTo>
                                <a:pt x="723" y="39"/>
                              </a:lnTo>
                              <a:lnTo>
                                <a:pt x="728" y="44"/>
                              </a:lnTo>
                              <a:lnTo>
                                <a:pt x="738" y="54"/>
                              </a:lnTo>
                              <a:lnTo>
                                <a:pt x="742" y="60"/>
                              </a:lnTo>
                              <a:lnTo>
                                <a:pt x="746" y="66"/>
                              </a:lnTo>
                              <a:lnTo>
                                <a:pt x="750" y="72"/>
                              </a:lnTo>
                              <a:lnTo>
                                <a:pt x="754" y="78"/>
                              </a:lnTo>
                              <a:lnTo>
                                <a:pt x="757" y="84"/>
                              </a:lnTo>
                              <a:lnTo>
                                <a:pt x="760" y="91"/>
                              </a:lnTo>
                              <a:lnTo>
                                <a:pt x="762" y="98"/>
                              </a:lnTo>
                              <a:lnTo>
                                <a:pt x="765" y="105"/>
                              </a:lnTo>
                              <a:lnTo>
                                <a:pt x="769" y="119"/>
                              </a:lnTo>
                              <a:lnTo>
                                <a:pt x="770" y="126"/>
                              </a:lnTo>
                              <a:lnTo>
                                <a:pt x="771" y="134"/>
                              </a:lnTo>
                              <a:lnTo>
                                <a:pt x="771" y="141"/>
                              </a:lnTo>
                              <a:lnTo>
                                <a:pt x="772" y="149"/>
                              </a:lnTo>
                              <a:lnTo>
                                <a:pt x="771" y="164"/>
                              </a:lnTo>
                              <a:lnTo>
                                <a:pt x="809" y="182"/>
                              </a:lnTo>
                              <a:lnTo>
                                <a:pt x="849" y="200"/>
                              </a:lnTo>
                              <a:lnTo>
                                <a:pt x="929" y="236"/>
                              </a:lnTo>
                              <a:lnTo>
                                <a:pt x="970" y="254"/>
                              </a:lnTo>
                              <a:lnTo>
                                <a:pt x="1012" y="271"/>
                              </a:lnTo>
                              <a:lnTo>
                                <a:pt x="1097" y="306"/>
                              </a:lnTo>
                              <a:lnTo>
                                <a:pt x="1140" y="323"/>
                              </a:lnTo>
                              <a:lnTo>
                                <a:pt x="1183" y="340"/>
                              </a:lnTo>
                              <a:lnTo>
                                <a:pt x="1271" y="372"/>
                              </a:lnTo>
                              <a:lnTo>
                                <a:pt x="1360" y="404"/>
                              </a:lnTo>
                              <a:lnTo>
                                <a:pt x="1405" y="420"/>
                              </a:lnTo>
                              <a:lnTo>
                                <a:pt x="1450" y="436"/>
                              </a:lnTo>
                              <a:lnTo>
                                <a:pt x="1455" y="429"/>
                              </a:lnTo>
                              <a:lnTo>
                                <a:pt x="1461" y="422"/>
                              </a:lnTo>
                              <a:lnTo>
                                <a:pt x="1467" y="416"/>
                              </a:lnTo>
                              <a:lnTo>
                                <a:pt x="1473" y="411"/>
                              </a:lnTo>
                              <a:lnTo>
                                <a:pt x="1479" y="405"/>
                              </a:lnTo>
                              <a:lnTo>
                                <a:pt x="1486" y="401"/>
                              </a:lnTo>
                              <a:lnTo>
                                <a:pt x="1493" y="396"/>
                              </a:lnTo>
                              <a:lnTo>
                                <a:pt x="1501" y="392"/>
                              </a:lnTo>
                              <a:lnTo>
                                <a:pt x="1509" y="389"/>
                              </a:lnTo>
                              <a:lnTo>
                                <a:pt x="1516" y="385"/>
                              </a:lnTo>
                              <a:lnTo>
                                <a:pt x="1525" y="383"/>
                              </a:lnTo>
                              <a:lnTo>
                                <a:pt x="1533" y="381"/>
                              </a:lnTo>
                              <a:lnTo>
                                <a:pt x="1541" y="379"/>
                              </a:lnTo>
                              <a:lnTo>
                                <a:pt x="1550" y="377"/>
                              </a:lnTo>
                              <a:lnTo>
                                <a:pt x="1559" y="377"/>
                              </a:lnTo>
                              <a:lnTo>
                                <a:pt x="1568" y="376"/>
                              </a:lnTo>
                              <a:lnTo>
                                <a:pt x="1582" y="377"/>
                              </a:lnTo>
                              <a:lnTo>
                                <a:pt x="1597" y="379"/>
                              </a:lnTo>
                              <a:lnTo>
                                <a:pt x="1604" y="381"/>
                              </a:lnTo>
                              <a:lnTo>
                                <a:pt x="1610" y="383"/>
                              </a:lnTo>
                              <a:lnTo>
                                <a:pt x="1617" y="385"/>
                              </a:lnTo>
                              <a:lnTo>
                                <a:pt x="1624" y="387"/>
                              </a:lnTo>
                              <a:lnTo>
                                <a:pt x="1636" y="393"/>
                              </a:lnTo>
                              <a:lnTo>
                                <a:pt x="1648" y="400"/>
                              </a:lnTo>
                              <a:lnTo>
                                <a:pt x="1659" y="408"/>
                              </a:lnTo>
                              <a:lnTo>
                                <a:pt x="1670" y="417"/>
                              </a:lnTo>
                              <a:lnTo>
                                <a:pt x="1679" y="428"/>
                              </a:lnTo>
                              <a:lnTo>
                                <a:pt x="1684" y="433"/>
                              </a:lnTo>
                              <a:lnTo>
                                <a:pt x="1688" y="438"/>
                              </a:lnTo>
                              <a:lnTo>
                                <a:pt x="1692" y="444"/>
                              </a:lnTo>
                              <a:lnTo>
                                <a:pt x="1696" y="450"/>
                              </a:lnTo>
                              <a:lnTo>
                                <a:pt x="1702" y="462"/>
                              </a:lnTo>
                              <a:lnTo>
                                <a:pt x="1708" y="475"/>
                              </a:lnTo>
                              <a:lnTo>
                                <a:pt x="1712" y="488"/>
                              </a:lnTo>
                              <a:lnTo>
                                <a:pt x="1713" y="495"/>
                              </a:lnTo>
                              <a:lnTo>
                                <a:pt x="1715" y="502"/>
                              </a:lnTo>
                              <a:lnTo>
                                <a:pt x="1716" y="517"/>
                              </a:lnTo>
                              <a:lnTo>
                                <a:pt x="1788" y="536"/>
                              </a:lnTo>
                              <a:lnTo>
                                <a:pt x="1860" y="554"/>
                              </a:lnTo>
                              <a:lnTo>
                                <a:pt x="1895" y="562"/>
                              </a:lnTo>
                              <a:lnTo>
                                <a:pt x="1931" y="571"/>
                              </a:lnTo>
                              <a:lnTo>
                                <a:pt x="1966" y="579"/>
                              </a:lnTo>
                              <a:lnTo>
                                <a:pt x="2001" y="586"/>
                              </a:lnTo>
                              <a:lnTo>
                                <a:pt x="2071" y="600"/>
                              </a:lnTo>
                              <a:lnTo>
                                <a:pt x="2140" y="613"/>
                              </a:lnTo>
                              <a:lnTo>
                                <a:pt x="2209" y="624"/>
                              </a:lnTo>
                              <a:lnTo>
                                <a:pt x="2276" y="634"/>
                              </a:lnTo>
                              <a:lnTo>
                                <a:pt x="2281" y="625"/>
                              </a:lnTo>
                              <a:lnTo>
                                <a:pt x="2287" y="617"/>
                              </a:lnTo>
                              <a:lnTo>
                                <a:pt x="2293" y="608"/>
                              </a:lnTo>
                              <a:lnTo>
                                <a:pt x="2299" y="601"/>
                              </a:lnTo>
                              <a:lnTo>
                                <a:pt x="2306" y="594"/>
                              </a:lnTo>
                              <a:lnTo>
                                <a:pt x="2314" y="587"/>
                              </a:lnTo>
                              <a:lnTo>
                                <a:pt x="2322" y="581"/>
                              </a:lnTo>
                              <a:lnTo>
                                <a:pt x="2330" y="575"/>
                              </a:lnTo>
                              <a:lnTo>
                                <a:pt x="2339" y="570"/>
                              </a:lnTo>
                              <a:lnTo>
                                <a:pt x="2348" y="565"/>
                              </a:lnTo>
                              <a:lnTo>
                                <a:pt x="2357" y="562"/>
                              </a:lnTo>
                              <a:lnTo>
                                <a:pt x="2367" y="558"/>
                              </a:lnTo>
                              <a:lnTo>
                                <a:pt x="2377" y="556"/>
                              </a:lnTo>
                              <a:lnTo>
                                <a:pt x="2388" y="554"/>
                              </a:lnTo>
                              <a:lnTo>
                                <a:pt x="2398" y="553"/>
                              </a:lnTo>
                              <a:lnTo>
                                <a:pt x="2409" y="552"/>
                              </a:lnTo>
                              <a:lnTo>
                                <a:pt x="2424" y="553"/>
                              </a:lnTo>
                              <a:lnTo>
                                <a:pt x="2432" y="554"/>
                              </a:lnTo>
                              <a:lnTo>
                                <a:pt x="2439" y="555"/>
                              </a:lnTo>
                              <a:lnTo>
                                <a:pt x="2453" y="559"/>
                              </a:lnTo>
                              <a:lnTo>
                                <a:pt x="2460" y="561"/>
                              </a:lnTo>
                              <a:lnTo>
                                <a:pt x="2467" y="564"/>
                              </a:lnTo>
                              <a:lnTo>
                                <a:pt x="2480" y="570"/>
                              </a:lnTo>
                              <a:lnTo>
                                <a:pt x="2486" y="574"/>
                              </a:lnTo>
                              <a:lnTo>
                                <a:pt x="2492" y="578"/>
                              </a:lnTo>
                              <a:lnTo>
                                <a:pt x="2503" y="586"/>
                              </a:lnTo>
                              <a:lnTo>
                                <a:pt x="2509" y="591"/>
                              </a:lnTo>
                              <a:lnTo>
                                <a:pt x="2514" y="596"/>
                              </a:lnTo>
                              <a:lnTo>
                                <a:pt x="2524" y="607"/>
                              </a:lnTo>
                              <a:lnTo>
                                <a:pt x="2528" y="612"/>
                              </a:lnTo>
                              <a:lnTo>
                                <a:pt x="2532" y="618"/>
                              </a:lnTo>
                              <a:lnTo>
                                <a:pt x="2536" y="624"/>
                              </a:lnTo>
                              <a:lnTo>
                                <a:pt x="2540" y="630"/>
                              </a:lnTo>
                              <a:lnTo>
                                <a:pt x="2543" y="637"/>
                              </a:lnTo>
                              <a:lnTo>
                                <a:pt x="2546" y="643"/>
                              </a:lnTo>
                              <a:lnTo>
                                <a:pt x="2549" y="650"/>
                              </a:lnTo>
                              <a:lnTo>
                                <a:pt x="2551" y="657"/>
                              </a:lnTo>
                              <a:lnTo>
                                <a:pt x="2555" y="671"/>
                              </a:lnTo>
                              <a:lnTo>
                                <a:pt x="2556" y="678"/>
                              </a:lnTo>
                              <a:lnTo>
                                <a:pt x="2557" y="686"/>
                              </a:lnTo>
                              <a:lnTo>
                                <a:pt x="2557" y="693"/>
                              </a:lnTo>
                              <a:lnTo>
                                <a:pt x="2558" y="701"/>
                              </a:lnTo>
                              <a:lnTo>
                                <a:pt x="2557" y="709"/>
                              </a:lnTo>
                              <a:lnTo>
                                <a:pt x="2557" y="716"/>
                              </a:lnTo>
                              <a:lnTo>
                                <a:pt x="2556" y="724"/>
                              </a:lnTo>
                              <a:lnTo>
                                <a:pt x="2555" y="731"/>
                              </a:lnTo>
                              <a:lnTo>
                                <a:pt x="2551" y="745"/>
                              </a:lnTo>
                              <a:lnTo>
                                <a:pt x="2549" y="752"/>
                              </a:lnTo>
                              <a:lnTo>
                                <a:pt x="2546" y="759"/>
                              </a:lnTo>
                              <a:lnTo>
                                <a:pt x="2540" y="772"/>
                              </a:lnTo>
                              <a:lnTo>
                                <a:pt x="2536" y="778"/>
                              </a:lnTo>
                              <a:lnTo>
                                <a:pt x="2532" y="784"/>
                              </a:lnTo>
                              <a:lnTo>
                                <a:pt x="2524" y="796"/>
                              </a:lnTo>
                              <a:lnTo>
                                <a:pt x="2519" y="801"/>
                              </a:lnTo>
                              <a:lnTo>
                                <a:pt x="2514" y="806"/>
                              </a:lnTo>
                              <a:lnTo>
                                <a:pt x="2503" y="816"/>
                              </a:lnTo>
                              <a:lnTo>
                                <a:pt x="2498" y="820"/>
                              </a:lnTo>
                              <a:lnTo>
                                <a:pt x="2492" y="825"/>
                              </a:lnTo>
                              <a:lnTo>
                                <a:pt x="2486" y="828"/>
                              </a:lnTo>
                              <a:lnTo>
                                <a:pt x="2480" y="832"/>
                              </a:lnTo>
                              <a:lnTo>
                                <a:pt x="2473" y="835"/>
                              </a:lnTo>
                              <a:lnTo>
                                <a:pt x="2467" y="838"/>
                              </a:lnTo>
                              <a:lnTo>
                                <a:pt x="2460" y="841"/>
                              </a:lnTo>
                              <a:lnTo>
                                <a:pt x="2453" y="843"/>
                              </a:lnTo>
                              <a:lnTo>
                                <a:pt x="2439" y="847"/>
                              </a:lnTo>
                              <a:lnTo>
                                <a:pt x="2432" y="848"/>
                              </a:lnTo>
                              <a:lnTo>
                                <a:pt x="2424" y="849"/>
                              </a:lnTo>
                              <a:lnTo>
                                <a:pt x="2409" y="850"/>
                              </a:lnTo>
                              <a:lnTo>
                                <a:pt x="2396" y="849"/>
                              </a:lnTo>
                              <a:lnTo>
                                <a:pt x="2389" y="849"/>
                              </a:lnTo>
                              <a:lnTo>
                                <a:pt x="2383" y="848"/>
                              </a:lnTo>
                              <a:lnTo>
                                <a:pt x="2371" y="845"/>
                              </a:lnTo>
                              <a:lnTo>
                                <a:pt x="2359" y="841"/>
                              </a:lnTo>
                              <a:lnTo>
                                <a:pt x="2347" y="837"/>
                              </a:lnTo>
                              <a:lnTo>
                                <a:pt x="2336" y="831"/>
                              </a:lnTo>
                              <a:lnTo>
                                <a:pt x="2326" y="825"/>
                              </a:lnTo>
                              <a:lnTo>
                                <a:pt x="2321" y="821"/>
                              </a:lnTo>
                              <a:lnTo>
                                <a:pt x="2316" y="818"/>
                              </a:lnTo>
                              <a:lnTo>
                                <a:pt x="2307" y="810"/>
                              </a:lnTo>
                              <a:lnTo>
                                <a:pt x="2298" y="801"/>
                              </a:lnTo>
                              <a:lnTo>
                                <a:pt x="2291" y="791"/>
                              </a:lnTo>
                              <a:lnTo>
                                <a:pt x="2284" y="781"/>
                              </a:lnTo>
                              <a:lnTo>
                                <a:pt x="2277" y="771"/>
                              </a:lnTo>
                              <a:lnTo>
                                <a:pt x="2275" y="765"/>
                              </a:lnTo>
                              <a:lnTo>
                                <a:pt x="2272" y="760"/>
                              </a:lnTo>
                              <a:lnTo>
                                <a:pt x="2268" y="748"/>
                              </a:lnTo>
                              <a:lnTo>
                                <a:pt x="2264" y="736"/>
                              </a:lnTo>
                              <a:lnTo>
                                <a:pt x="2218" y="729"/>
                              </a:lnTo>
                              <a:lnTo>
                                <a:pt x="2167" y="721"/>
                              </a:lnTo>
                              <a:lnTo>
                                <a:pt x="2169" y="731"/>
                              </a:lnTo>
                              <a:lnTo>
                                <a:pt x="2171" y="741"/>
                              </a:lnTo>
                              <a:lnTo>
                                <a:pt x="2172" y="752"/>
                              </a:lnTo>
                              <a:lnTo>
                                <a:pt x="2173" y="762"/>
                              </a:lnTo>
                              <a:lnTo>
                                <a:pt x="2172" y="770"/>
                              </a:lnTo>
                              <a:lnTo>
                                <a:pt x="2172" y="778"/>
                              </a:lnTo>
                              <a:lnTo>
                                <a:pt x="2171" y="785"/>
                              </a:lnTo>
                              <a:lnTo>
                                <a:pt x="2170" y="792"/>
                              </a:lnTo>
                              <a:lnTo>
                                <a:pt x="2166" y="807"/>
                              </a:lnTo>
                              <a:lnTo>
                                <a:pt x="2164" y="814"/>
                              </a:lnTo>
                              <a:lnTo>
                                <a:pt x="2161" y="820"/>
                              </a:lnTo>
                              <a:lnTo>
                                <a:pt x="2155" y="833"/>
                              </a:lnTo>
                              <a:lnTo>
                                <a:pt x="2151" y="840"/>
                              </a:lnTo>
                              <a:lnTo>
                                <a:pt x="2147" y="846"/>
                              </a:lnTo>
                              <a:lnTo>
                                <a:pt x="2139" y="857"/>
                              </a:lnTo>
                              <a:lnTo>
                                <a:pt x="2134" y="862"/>
                              </a:lnTo>
                              <a:lnTo>
                                <a:pt x="2129" y="868"/>
                              </a:lnTo>
                              <a:lnTo>
                                <a:pt x="2118" y="877"/>
                              </a:lnTo>
                              <a:lnTo>
                                <a:pt x="2113" y="882"/>
                              </a:lnTo>
                              <a:lnTo>
                                <a:pt x="2107" y="886"/>
                              </a:lnTo>
                              <a:lnTo>
                                <a:pt x="2101" y="890"/>
                              </a:lnTo>
                              <a:lnTo>
                                <a:pt x="2095" y="893"/>
                              </a:lnTo>
                              <a:lnTo>
                                <a:pt x="2088" y="896"/>
                              </a:lnTo>
                              <a:lnTo>
                                <a:pt x="2082" y="899"/>
                              </a:lnTo>
                              <a:lnTo>
                                <a:pt x="2075" y="902"/>
                              </a:lnTo>
                              <a:lnTo>
                                <a:pt x="2068" y="904"/>
                              </a:lnTo>
                              <a:lnTo>
                                <a:pt x="2054" y="908"/>
                              </a:lnTo>
                              <a:lnTo>
                                <a:pt x="2046" y="909"/>
                              </a:lnTo>
                              <a:lnTo>
                                <a:pt x="2039" y="910"/>
                              </a:lnTo>
                              <a:lnTo>
                                <a:pt x="2024" y="911"/>
                              </a:lnTo>
                              <a:lnTo>
                                <a:pt x="2013" y="911"/>
                              </a:lnTo>
                              <a:lnTo>
                                <a:pt x="2003" y="910"/>
                              </a:lnTo>
                              <a:lnTo>
                                <a:pt x="1993" y="908"/>
                              </a:lnTo>
                              <a:lnTo>
                                <a:pt x="1983" y="906"/>
                              </a:lnTo>
                              <a:lnTo>
                                <a:pt x="1973" y="902"/>
                              </a:lnTo>
                              <a:lnTo>
                                <a:pt x="1964" y="899"/>
                              </a:lnTo>
                              <a:lnTo>
                                <a:pt x="1955" y="894"/>
                              </a:lnTo>
                              <a:lnTo>
                                <a:pt x="1947" y="890"/>
                              </a:lnTo>
                              <a:lnTo>
                                <a:pt x="1938" y="884"/>
                              </a:lnTo>
                              <a:lnTo>
                                <a:pt x="1931" y="878"/>
                              </a:lnTo>
                              <a:lnTo>
                                <a:pt x="1923" y="872"/>
                              </a:lnTo>
                              <a:lnTo>
                                <a:pt x="1916" y="865"/>
                              </a:lnTo>
                              <a:lnTo>
                                <a:pt x="1910" y="858"/>
                              </a:lnTo>
                              <a:lnTo>
                                <a:pt x="1903" y="850"/>
                              </a:lnTo>
                              <a:lnTo>
                                <a:pt x="1898" y="842"/>
                              </a:lnTo>
                              <a:lnTo>
                                <a:pt x="1893" y="833"/>
                              </a:lnTo>
                              <a:lnTo>
                                <a:pt x="1852" y="838"/>
                              </a:lnTo>
                              <a:lnTo>
                                <a:pt x="1806" y="842"/>
                              </a:lnTo>
                              <a:lnTo>
                                <a:pt x="1703" y="851"/>
                              </a:lnTo>
                              <a:lnTo>
                                <a:pt x="1645" y="855"/>
                              </a:lnTo>
                              <a:lnTo>
                                <a:pt x="1583" y="859"/>
                              </a:lnTo>
                              <a:lnTo>
                                <a:pt x="1518" y="862"/>
                              </a:lnTo>
                              <a:lnTo>
                                <a:pt x="1449" y="865"/>
                              </a:lnTo>
                              <a:lnTo>
                                <a:pt x="1379" y="866"/>
                              </a:lnTo>
                              <a:lnTo>
                                <a:pt x="1305" y="867"/>
                              </a:lnTo>
                              <a:lnTo>
                                <a:pt x="1300" y="878"/>
                              </a:lnTo>
                              <a:lnTo>
                                <a:pt x="1295" y="888"/>
                              </a:lnTo>
                              <a:lnTo>
                                <a:pt x="1289" y="897"/>
                              </a:lnTo>
                              <a:lnTo>
                                <a:pt x="1283" y="906"/>
                              </a:lnTo>
                              <a:lnTo>
                                <a:pt x="1276" y="915"/>
                              </a:lnTo>
                              <a:lnTo>
                                <a:pt x="1268" y="923"/>
                              </a:lnTo>
                              <a:lnTo>
                                <a:pt x="1260" y="930"/>
                              </a:lnTo>
                              <a:lnTo>
                                <a:pt x="1251" y="937"/>
                              </a:lnTo>
                              <a:lnTo>
                                <a:pt x="1242" y="943"/>
                              </a:lnTo>
                              <a:lnTo>
                                <a:pt x="1232" y="948"/>
                              </a:lnTo>
                              <a:lnTo>
                                <a:pt x="1222" y="953"/>
                              </a:lnTo>
                              <a:lnTo>
                                <a:pt x="1211" y="957"/>
                              </a:lnTo>
                              <a:lnTo>
                                <a:pt x="1206" y="958"/>
                              </a:lnTo>
                              <a:lnTo>
                                <a:pt x="1200" y="960"/>
                              </a:lnTo>
                              <a:lnTo>
                                <a:pt x="1189" y="962"/>
                              </a:lnTo>
                              <a:lnTo>
                                <a:pt x="1177" y="963"/>
                              </a:lnTo>
                              <a:lnTo>
                                <a:pt x="1165" y="964"/>
                              </a:lnTo>
                              <a:lnTo>
                                <a:pt x="1153" y="963"/>
                              </a:lnTo>
                              <a:lnTo>
                                <a:pt x="1141" y="962"/>
                              </a:lnTo>
                              <a:lnTo>
                                <a:pt x="1130" y="959"/>
                              </a:lnTo>
                              <a:lnTo>
                                <a:pt x="1118" y="956"/>
                              </a:lnTo>
                              <a:lnTo>
                                <a:pt x="1107" y="952"/>
                              </a:lnTo>
                              <a:lnTo>
                                <a:pt x="1097" y="947"/>
                              </a:lnTo>
                              <a:lnTo>
                                <a:pt x="1087" y="941"/>
                              </a:lnTo>
                              <a:lnTo>
                                <a:pt x="1077" y="935"/>
                              </a:lnTo>
                              <a:lnTo>
                                <a:pt x="1069" y="928"/>
                              </a:lnTo>
                              <a:lnTo>
                                <a:pt x="1060" y="920"/>
                              </a:lnTo>
                              <a:lnTo>
                                <a:pt x="1052" y="912"/>
                              </a:lnTo>
                              <a:lnTo>
                                <a:pt x="1045" y="903"/>
                              </a:lnTo>
                              <a:lnTo>
                                <a:pt x="1039" y="893"/>
                              </a:lnTo>
                              <a:lnTo>
                                <a:pt x="1033" y="883"/>
                              </a:lnTo>
                              <a:lnTo>
                                <a:pt x="1028" y="873"/>
                              </a:lnTo>
                              <a:lnTo>
                                <a:pt x="1026" y="867"/>
                              </a:lnTo>
                              <a:lnTo>
                                <a:pt x="1024" y="862"/>
                              </a:lnTo>
                              <a:lnTo>
                                <a:pt x="936" y="857"/>
                              </a:lnTo>
                              <a:lnTo>
                                <a:pt x="892" y="854"/>
                              </a:lnTo>
                              <a:lnTo>
                                <a:pt x="847" y="851"/>
                              </a:lnTo>
                              <a:lnTo>
                                <a:pt x="801" y="847"/>
                              </a:lnTo>
                              <a:lnTo>
                                <a:pt x="755" y="843"/>
                              </a:lnTo>
                              <a:lnTo>
                                <a:pt x="662" y="833"/>
                              </a:lnTo>
                              <a:lnTo>
                                <a:pt x="614" y="828"/>
                              </a:lnTo>
                              <a:lnTo>
                                <a:pt x="567" y="822"/>
                              </a:lnTo>
                              <a:lnTo>
                                <a:pt x="519" y="815"/>
                              </a:lnTo>
                              <a:lnTo>
                                <a:pt x="471" y="808"/>
                              </a:lnTo>
                              <a:lnTo>
                                <a:pt x="422" y="800"/>
                              </a:lnTo>
                              <a:lnTo>
                                <a:pt x="373" y="792"/>
                              </a:lnTo>
                              <a:lnTo>
                                <a:pt x="323" y="783"/>
                              </a:lnTo>
                              <a:lnTo>
                                <a:pt x="274" y="773"/>
                              </a:lnTo>
                              <a:lnTo>
                                <a:pt x="269" y="781"/>
                              </a:lnTo>
                              <a:lnTo>
                                <a:pt x="263" y="788"/>
                              </a:lnTo>
                              <a:lnTo>
                                <a:pt x="257" y="795"/>
                              </a:lnTo>
                              <a:lnTo>
                                <a:pt x="251" y="801"/>
                              </a:lnTo>
                              <a:lnTo>
                                <a:pt x="244" y="807"/>
                              </a:lnTo>
                              <a:lnTo>
                                <a:pt x="237" y="813"/>
                              </a:lnTo>
                              <a:lnTo>
                                <a:pt x="229" y="818"/>
                              </a:lnTo>
                              <a:lnTo>
                                <a:pt x="221" y="823"/>
                              </a:lnTo>
                              <a:lnTo>
                                <a:pt x="213" y="827"/>
                              </a:lnTo>
                              <a:lnTo>
                                <a:pt x="205" y="830"/>
                              </a:lnTo>
                              <a:lnTo>
                                <a:pt x="196" y="834"/>
                              </a:lnTo>
                              <a:lnTo>
                                <a:pt x="187" y="836"/>
                              </a:lnTo>
                              <a:lnTo>
                                <a:pt x="178" y="838"/>
                              </a:lnTo>
                              <a:lnTo>
                                <a:pt x="169" y="840"/>
                              </a:lnTo>
                              <a:lnTo>
                                <a:pt x="159" y="841"/>
                              </a:lnTo>
                              <a:lnTo>
                                <a:pt x="149" y="841"/>
                              </a:lnTo>
                              <a:lnTo>
                                <a:pt x="134" y="840"/>
                              </a:lnTo>
                              <a:lnTo>
                                <a:pt x="127" y="839"/>
                              </a:lnTo>
                              <a:lnTo>
                                <a:pt x="119" y="838"/>
                              </a:lnTo>
                              <a:lnTo>
                                <a:pt x="105" y="834"/>
                              </a:lnTo>
                              <a:lnTo>
                                <a:pt x="98" y="832"/>
                              </a:lnTo>
                              <a:lnTo>
                                <a:pt x="91" y="829"/>
                              </a:lnTo>
                              <a:lnTo>
                                <a:pt x="78" y="823"/>
                              </a:lnTo>
                              <a:lnTo>
                                <a:pt x="72" y="820"/>
                              </a:lnTo>
                              <a:lnTo>
                                <a:pt x="66" y="816"/>
                              </a:lnTo>
                              <a:lnTo>
                                <a:pt x="55" y="807"/>
                              </a:lnTo>
                              <a:lnTo>
                                <a:pt x="49" y="803"/>
                              </a:lnTo>
                              <a:lnTo>
                                <a:pt x="44" y="798"/>
                              </a:lnTo>
                              <a:lnTo>
                                <a:pt x="34" y="787"/>
                              </a:lnTo>
                              <a:lnTo>
                                <a:pt x="30" y="781"/>
                              </a:lnTo>
                              <a:lnTo>
                                <a:pt x="26" y="776"/>
                              </a:lnTo>
                              <a:lnTo>
                                <a:pt x="22" y="770"/>
                              </a:lnTo>
                              <a:lnTo>
                                <a:pt x="18" y="763"/>
                              </a:lnTo>
                              <a:lnTo>
                                <a:pt x="15" y="757"/>
                              </a:lnTo>
                              <a:lnTo>
                                <a:pt x="12" y="750"/>
                              </a:lnTo>
                              <a:lnTo>
                                <a:pt x="10" y="744"/>
                              </a:lnTo>
                              <a:lnTo>
                                <a:pt x="7" y="737"/>
                              </a:lnTo>
                              <a:lnTo>
                                <a:pt x="4" y="722"/>
                              </a:lnTo>
                              <a:lnTo>
                                <a:pt x="2" y="715"/>
                              </a:lnTo>
                              <a:lnTo>
                                <a:pt x="1" y="708"/>
                              </a:lnTo>
                              <a:lnTo>
                                <a:pt x="1" y="700"/>
                              </a:lnTo>
                              <a:lnTo>
                                <a:pt x="0" y="692"/>
                              </a:lnTo>
                              <a:lnTo>
                                <a:pt x="1" y="685"/>
                              </a:lnTo>
                              <a:lnTo>
                                <a:pt x="1" y="677"/>
                              </a:lnTo>
                              <a:lnTo>
                                <a:pt x="2" y="670"/>
                              </a:lnTo>
                              <a:lnTo>
                                <a:pt x="4" y="662"/>
                              </a:lnTo>
                              <a:lnTo>
                                <a:pt x="7" y="648"/>
                              </a:lnTo>
                              <a:lnTo>
                                <a:pt x="10" y="641"/>
                              </a:lnTo>
                              <a:lnTo>
                                <a:pt x="12" y="634"/>
                              </a:lnTo>
                              <a:lnTo>
                                <a:pt x="18" y="621"/>
                              </a:lnTo>
                              <a:lnTo>
                                <a:pt x="22" y="615"/>
                              </a:lnTo>
                              <a:lnTo>
                                <a:pt x="26" y="609"/>
                              </a:lnTo>
                              <a:lnTo>
                                <a:pt x="34" y="598"/>
                              </a:lnTo>
                              <a:lnTo>
                                <a:pt x="39" y="592"/>
                              </a:lnTo>
                              <a:lnTo>
                                <a:pt x="44" y="587"/>
                              </a:lnTo>
                              <a:lnTo>
                                <a:pt x="55" y="578"/>
                              </a:lnTo>
                              <a:lnTo>
                                <a:pt x="60" y="573"/>
                              </a:lnTo>
                              <a:lnTo>
                                <a:pt x="66" y="569"/>
                              </a:lnTo>
                              <a:lnTo>
                                <a:pt x="72" y="565"/>
                              </a:lnTo>
                              <a:lnTo>
                                <a:pt x="78" y="562"/>
                              </a:lnTo>
                              <a:lnTo>
                                <a:pt x="85" y="558"/>
                              </a:lnTo>
                              <a:lnTo>
                                <a:pt x="91" y="555"/>
                              </a:lnTo>
                              <a:lnTo>
                                <a:pt x="98" y="553"/>
                              </a:lnTo>
                              <a:lnTo>
                                <a:pt x="105" y="550"/>
                              </a:lnTo>
                              <a:lnTo>
                                <a:pt x="119" y="547"/>
                              </a:lnTo>
                              <a:lnTo>
                                <a:pt x="127" y="545"/>
                              </a:lnTo>
                              <a:lnTo>
                                <a:pt x="134" y="544"/>
                              </a:lnTo>
                              <a:lnTo>
                                <a:pt x="149" y="544"/>
                              </a:lnTo>
                              <a:lnTo>
                                <a:pt x="163" y="544"/>
                              </a:lnTo>
                              <a:lnTo>
                                <a:pt x="177" y="546"/>
                              </a:lnTo>
                              <a:lnTo>
                                <a:pt x="180" y="547"/>
                              </a:lnTo>
                              <a:lnTo>
                                <a:pt x="183" y="548"/>
                              </a:lnTo>
                              <a:lnTo>
                                <a:pt x="190" y="549"/>
                              </a:lnTo>
                              <a:lnTo>
                                <a:pt x="196" y="551"/>
                              </a:lnTo>
                              <a:lnTo>
                                <a:pt x="202" y="553"/>
                              </a:lnTo>
                              <a:lnTo>
                                <a:pt x="208" y="556"/>
                              </a:lnTo>
                              <a:lnTo>
                                <a:pt x="214" y="559"/>
                              </a:lnTo>
                              <a:lnTo>
                                <a:pt x="226" y="565"/>
                              </a:lnTo>
                              <a:lnTo>
                                <a:pt x="237" y="572"/>
                              </a:lnTo>
                              <a:lnTo>
                                <a:pt x="247" y="580"/>
                              </a:lnTo>
                              <a:lnTo>
                                <a:pt x="252" y="584"/>
                              </a:lnTo>
                              <a:lnTo>
                                <a:pt x="256" y="589"/>
                              </a:lnTo>
                              <a:lnTo>
                                <a:pt x="261" y="594"/>
                              </a:lnTo>
                              <a:lnTo>
                                <a:pt x="265" y="599"/>
                              </a:lnTo>
                              <a:lnTo>
                                <a:pt x="269" y="604"/>
                              </a:lnTo>
                              <a:lnTo>
                                <a:pt x="273" y="609"/>
                              </a:lnTo>
                              <a:lnTo>
                                <a:pt x="276" y="615"/>
                              </a:lnTo>
                              <a:lnTo>
                                <a:pt x="279" y="620"/>
                              </a:lnTo>
                              <a:lnTo>
                                <a:pt x="285" y="632"/>
                              </a:lnTo>
                              <a:lnTo>
                                <a:pt x="288" y="638"/>
                              </a:lnTo>
                              <a:lnTo>
                                <a:pt x="290" y="644"/>
                              </a:lnTo>
                              <a:lnTo>
                                <a:pt x="294" y="657"/>
                              </a:lnTo>
                              <a:lnTo>
                                <a:pt x="295" y="664"/>
                              </a:lnTo>
                              <a:lnTo>
                                <a:pt x="296" y="670"/>
                              </a:lnTo>
                              <a:lnTo>
                                <a:pt x="383" y="686"/>
                              </a:lnTo>
                              <a:lnTo>
                                <a:pt x="427" y="694"/>
                              </a:lnTo>
                              <a:lnTo>
                                <a:pt x="471" y="701"/>
                              </a:lnTo>
                              <a:lnTo>
                                <a:pt x="516" y="708"/>
                              </a:lnTo>
                              <a:lnTo>
                                <a:pt x="561" y="714"/>
                              </a:lnTo>
                              <a:lnTo>
                                <a:pt x="606" y="720"/>
                              </a:lnTo>
                              <a:lnTo>
                                <a:pt x="652" y="726"/>
                              </a:lnTo>
                              <a:lnTo>
                                <a:pt x="698" y="731"/>
                              </a:lnTo>
                              <a:lnTo>
                                <a:pt x="745" y="736"/>
                              </a:lnTo>
                              <a:lnTo>
                                <a:pt x="791" y="741"/>
                              </a:lnTo>
                              <a:lnTo>
                                <a:pt x="838" y="745"/>
                              </a:lnTo>
                              <a:lnTo>
                                <a:pt x="886" y="749"/>
                              </a:lnTo>
                              <a:lnTo>
                                <a:pt x="933" y="752"/>
                              </a:lnTo>
                              <a:lnTo>
                                <a:pt x="980" y="755"/>
                              </a:lnTo>
                              <a:lnTo>
                                <a:pt x="1028" y="758"/>
                              </a:lnTo>
                              <a:lnTo>
                                <a:pt x="1033" y="748"/>
                              </a:lnTo>
                              <a:lnTo>
                                <a:pt x="1038" y="738"/>
                              </a:lnTo>
                              <a:lnTo>
                                <a:pt x="1044" y="729"/>
                              </a:lnTo>
                              <a:lnTo>
                                <a:pt x="1050" y="721"/>
                              </a:lnTo>
                              <a:lnTo>
                                <a:pt x="1057" y="713"/>
                              </a:lnTo>
                              <a:lnTo>
                                <a:pt x="1065" y="705"/>
                              </a:lnTo>
                              <a:lnTo>
                                <a:pt x="1073" y="698"/>
                              </a:lnTo>
                              <a:lnTo>
                                <a:pt x="1082" y="692"/>
                              </a:lnTo>
                              <a:lnTo>
                                <a:pt x="1091" y="686"/>
                              </a:lnTo>
                              <a:lnTo>
                                <a:pt x="1101" y="681"/>
                              </a:lnTo>
                              <a:lnTo>
                                <a:pt x="1111" y="677"/>
                              </a:lnTo>
                              <a:lnTo>
                                <a:pt x="1121" y="673"/>
                              </a:lnTo>
                              <a:lnTo>
                                <a:pt x="1132" y="670"/>
                              </a:lnTo>
                              <a:lnTo>
                                <a:pt x="1143" y="668"/>
                              </a:lnTo>
                              <a:lnTo>
                                <a:pt x="1154" y="667"/>
                              </a:lnTo>
                              <a:lnTo>
                                <a:pt x="1165" y="666"/>
                              </a:lnTo>
                              <a:lnTo>
                                <a:pt x="1177" y="667"/>
                              </a:lnTo>
                              <a:lnTo>
                                <a:pt x="1189" y="668"/>
                              </a:lnTo>
                              <a:lnTo>
                                <a:pt x="1200" y="670"/>
                              </a:lnTo>
                              <a:lnTo>
                                <a:pt x="1212" y="673"/>
                              </a:lnTo>
                              <a:lnTo>
                                <a:pt x="1222" y="677"/>
                              </a:lnTo>
                              <a:lnTo>
                                <a:pt x="1233" y="682"/>
                              </a:lnTo>
                              <a:lnTo>
                                <a:pt x="1242" y="688"/>
                              </a:lnTo>
                              <a:lnTo>
                                <a:pt x="1252" y="694"/>
                              </a:lnTo>
                              <a:lnTo>
                                <a:pt x="1261" y="701"/>
                              </a:lnTo>
                              <a:lnTo>
                                <a:pt x="1269" y="708"/>
                              </a:lnTo>
                              <a:lnTo>
                                <a:pt x="1277" y="716"/>
                              </a:lnTo>
                              <a:lnTo>
                                <a:pt x="1284" y="725"/>
                              </a:lnTo>
                              <a:lnTo>
                                <a:pt x="1290" y="734"/>
                              </a:lnTo>
                              <a:lnTo>
                                <a:pt x="1296" y="744"/>
                              </a:lnTo>
                              <a:lnTo>
                                <a:pt x="1301" y="754"/>
                              </a:lnTo>
                              <a:lnTo>
                                <a:pt x="1305" y="765"/>
                              </a:lnTo>
                              <a:lnTo>
                                <a:pt x="1379" y="764"/>
                              </a:lnTo>
                              <a:lnTo>
                                <a:pt x="1453" y="763"/>
                              </a:lnTo>
                              <a:lnTo>
                                <a:pt x="1526" y="760"/>
                              </a:lnTo>
                              <a:lnTo>
                                <a:pt x="1562" y="759"/>
                              </a:lnTo>
                              <a:lnTo>
                                <a:pt x="1598" y="757"/>
                              </a:lnTo>
                              <a:lnTo>
                                <a:pt x="1669" y="752"/>
                              </a:lnTo>
                              <a:lnTo>
                                <a:pt x="1740" y="746"/>
                              </a:lnTo>
                              <a:lnTo>
                                <a:pt x="1809" y="739"/>
                              </a:lnTo>
                              <a:lnTo>
                                <a:pt x="1878" y="731"/>
                              </a:lnTo>
                              <a:close/>
                              <a:moveTo>
                                <a:pt x="307" y="1559"/>
                              </a:moveTo>
                              <a:lnTo>
                                <a:pt x="307" y="1551"/>
                              </a:lnTo>
                              <a:lnTo>
                                <a:pt x="308" y="1544"/>
                              </a:lnTo>
                              <a:lnTo>
                                <a:pt x="308" y="1536"/>
                              </a:lnTo>
                              <a:lnTo>
                                <a:pt x="310" y="1529"/>
                              </a:lnTo>
                              <a:lnTo>
                                <a:pt x="313" y="1514"/>
                              </a:lnTo>
                              <a:lnTo>
                                <a:pt x="316" y="1508"/>
                              </a:lnTo>
                              <a:lnTo>
                                <a:pt x="318" y="1501"/>
                              </a:lnTo>
                              <a:lnTo>
                                <a:pt x="325" y="1488"/>
                              </a:lnTo>
                              <a:lnTo>
                                <a:pt x="328" y="1482"/>
                              </a:lnTo>
                              <a:lnTo>
                                <a:pt x="332" y="1476"/>
                              </a:lnTo>
                              <a:lnTo>
                                <a:pt x="341" y="1464"/>
                              </a:lnTo>
                              <a:lnTo>
                                <a:pt x="345" y="1459"/>
                              </a:lnTo>
                              <a:lnTo>
                                <a:pt x="351" y="1454"/>
                              </a:lnTo>
                              <a:lnTo>
                                <a:pt x="362" y="1444"/>
                              </a:lnTo>
                              <a:lnTo>
                                <a:pt x="368" y="1440"/>
                              </a:lnTo>
                              <a:lnTo>
                                <a:pt x="373" y="1435"/>
                              </a:lnTo>
                              <a:lnTo>
                                <a:pt x="379" y="1431"/>
                              </a:lnTo>
                              <a:lnTo>
                                <a:pt x="386" y="1428"/>
                              </a:lnTo>
                              <a:lnTo>
                                <a:pt x="392" y="1425"/>
                              </a:lnTo>
                              <a:lnTo>
                                <a:pt x="399" y="1422"/>
                              </a:lnTo>
                              <a:lnTo>
                                <a:pt x="405" y="1419"/>
                              </a:lnTo>
                              <a:lnTo>
                                <a:pt x="412" y="1417"/>
                              </a:lnTo>
                              <a:lnTo>
                                <a:pt x="427" y="1413"/>
                              </a:lnTo>
                              <a:lnTo>
                                <a:pt x="434" y="1412"/>
                              </a:lnTo>
                              <a:lnTo>
                                <a:pt x="441" y="1411"/>
                              </a:lnTo>
                              <a:lnTo>
                                <a:pt x="457" y="1410"/>
                              </a:lnTo>
                              <a:lnTo>
                                <a:pt x="466" y="1410"/>
                              </a:lnTo>
                              <a:lnTo>
                                <a:pt x="476" y="1411"/>
                              </a:lnTo>
                              <a:lnTo>
                                <a:pt x="485" y="1413"/>
                              </a:lnTo>
                              <a:lnTo>
                                <a:pt x="494" y="1415"/>
                              </a:lnTo>
                              <a:lnTo>
                                <a:pt x="503" y="1417"/>
                              </a:lnTo>
                              <a:lnTo>
                                <a:pt x="512" y="1421"/>
                              </a:lnTo>
                              <a:lnTo>
                                <a:pt x="520" y="1424"/>
                              </a:lnTo>
                              <a:lnTo>
                                <a:pt x="529" y="1429"/>
                              </a:lnTo>
                              <a:lnTo>
                                <a:pt x="536" y="1433"/>
                              </a:lnTo>
                              <a:lnTo>
                                <a:pt x="544" y="1438"/>
                              </a:lnTo>
                              <a:lnTo>
                                <a:pt x="551" y="1444"/>
                              </a:lnTo>
                              <a:lnTo>
                                <a:pt x="558" y="1450"/>
                              </a:lnTo>
                              <a:lnTo>
                                <a:pt x="564" y="1456"/>
                              </a:lnTo>
                              <a:lnTo>
                                <a:pt x="570" y="1463"/>
                              </a:lnTo>
                              <a:lnTo>
                                <a:pt x="576" y="1470"/>
                              </a:lnTo>
                              <a:lnTo>
                                <a:pt x="581" y="1478"/>
                              </a:lnTo>
                              <a:lnTo>
                                <a:pt x="1193" y="1344"/>
                              </a:lnTo>
                              <a:lnTo>
                                <a:pt x="1196" y="1330"/>
                              </a:lnTo>
                              <a:lnTo>
                                <a:pt x="1200" y="1318"/>
                              </a:lnTo>
                              <a:lnTo>
                                <a:pt x="1204" y="1305"/>
                              </a:lnTo>
                              <a:lnTo>
                                <a:pt x="1210" y="1294"/>
                              </a:lnTo>
                              <a:lnTo>
                                <a:pt x="1217" y="1283"/>
                              </a:lnTo>
                              <a:lnTo>
                                <a:pt x="1225" y="1272"/>
                              </a:lnTo>
                              <a:lnTo>
                                <a:pt x="1234" y="1263"/>
                              </a:lnTo>
                              <a:lnTo>
                                <a:pt x="1243" y="1254"/>
                              </a:lnTo>
                              <a:lnTo>
                                <a:pt x="1253" y="1246"/>
                              </a:lnTo>
                              <a:lnTo>
                                <a:pt x="1264" y="1239"/>
                              </a:lnTo>
                              <a:lnTo>
                                <a:pt x="1275" y="1232"/>
                              </a:lnTo>
                              <a:lnTo>
                                <a:pt x="1287" y="1227"/>
                              </a:lnTo>
                              <a:lnTo>
                                <a:pt x="1300" y="1223"/>
                              </a:lnTo>
                              <a:lnTo>
                                <a:pt x="1306" y="1221"/>
                              </a:lnTo>
                              <a:lnTo>
                                <a:pt x="1313" y="1220"/>
                              </a:lnTo>
                              <a:lnTo>
                                <a:pt x="1320" y="1219"/>
                              </a:lnTo>
                              <a:lnTo>
                                <a:pt x="1326" y="1218"/>
                              </a:lnTo>
                              <a:lnTo>
                                <a:pt x="1340" y="1217"/>
                              </a:lnTo>
                              <a:lnTo>
                                <a:pt x="1350" y="1218"/>
                              </a:lnTo>
                              <a:lnTo>
                                <a:pt x="1359" y="1219"/>
                              </a:lnTo>
                              <a:lnTo>
                                <a:pt x="1369" y="1220"/>
                              </a:lnTo>
                              <a:lnTo>
                                <a:pt x="1378" y="1222"/>
                              </a:lnTo>
                              <a:lnTo>
                                <a:pt x="1387" y="1225"/>
                              </a:lnTo>
                              <a:lnTo>
                                <a:pt x="1395" y="1228"/>
                              </a:lnTo>
                              <a:lnTo>
                                <a:pt x="1404" y="1232"/>
                              </a:lnTo>
                              <a:lnTo>
                                <a:pt x="1412" y="1236"/>
                              </a:lnTo>
                              <a:lnTo>
                                <a:pt x="1420" y="1240"/>
                              </a:lnTo>
                              <a:lnTo>
                                <a:pt x="1427" y="1245"/>
                              </a:lnTo>
                              <a:lnTo>
                                <a:pt x="1434" y="1251"/>
                              </a:lnTo>
                              <a:lnTo>
                                <a:pt x="1441" y="1257"/>
                              </a:lnTo>
                              <a:lnTo>
                                <a:pt x="1448" y="1263"/>
                              </a:lnTo>
                              <a:lnTo>
                                <a:pt x="1454" y="1270"/>
                              </a:lnTo>
                              <a:lnTo>
                                <a:pt x="1459" y="1277"/>
                              </a:lnTo>
                              <a:lnTo>
                                <a:pt x="1465" y="1284"/>
                              </a:lnTo>
                              <a:lnTo>
                                <a:pt x="1974" y="1173"/>
                              </a:lnTo>
                              <a:lnTo>
                                <a:pt x="1975" y="1165"/>
                              </a:lnTo>
                              <a:lnTo>
                                <a:pt x="1978" y="1157"/>
                              </a:lnTo>
                              <a:lnTo>
                                <a:pt x="1980" y="1150"/>
                              </a:lnTo>
                              <a:lnTo>
                                <a:pt x="1983" y="1142"/>
                              </a:lnTo>
                              <a:lnTo>
                                <a:pt x="1986" y="1135"/>
                              </a:lnTo>
                              <a:lnTo>
                                <a:pt x="1990" y="1128"/>
                              </a:lnTo>
                              <a:lnTo>
                                <a:pt x="1994" y="1121"/>
                              </a:lnTo>
                              <a:lnTo>
                                <a:pt x="1998" y="1114"/>
                              </a:lnTo>
                              <a:lnTo>
                                <a:pt x="1848" y="1113"/>
                              </a:lnTo>
                              <a:lnTo>
                                <a:pt x="1698" y="1112"/>
                              </a:lnTo>
                              <a:lnTo>
                                <a:pt x="1694" y="1122"/>
                              </a:lnTo>
                              <a:lnTo>
                                <a:pt x="1689" y="1132"/>
                              </a:lnTo>
                              <a:lnTo>
                                <a:pt x="1683" y="1142"/>
                              </a:lnTo>
                              <a:lnTo>
                                <a:pt x="1677" y="1151"/>
                              </a:lnTo>
                              <a:lnTo>
                                <a:pt x="1670" y="1159"/>
                              </a:lnTo>
                              <a:lnTo>
                                <a:pt x="1662" y="1167"/>
                              </a:lnTo>
                              <a:lnTo>
                                <a:pt x="1654" y="1175"/>
                              </a:lnTo>
                              <a:lnTo>
                                <a:pt x="1645" y="1182"/>
                              </a:lnTo>
                              <a:lnTo>
                                <a:pt x="1635" y="1188"/>
                              </a:lnTo>
                              <a:lnTo>
                                <a:pt x="1626" y="1193"/>
                              </a:lnTo>
                              <a:lnTo>
                                <a:pt x="1615" y="1198"/>
                              </a:lnTo>
                              <a:lnTo>
                                <a:pt x="1605" y="1202"/>
                              </a:lnTo>
                              <a:lnTo>
                                <a:pt x="1599" y="1203"/>
                              </a:lnTo>
                              <a:lnTo>
                                <a:pt x="1594" y="1205"/>
                              </a:lnTo>
                              <a:lnTo>
                                <a:pt x="1583" y="1207"/>
                              </a:lnTo>
                              <a:lnTo>
                                <a:pt x="1571" y="1208"/>
                              </a:lnTo>
                              <a:lnTo>
                                <a:pt x="1559" y="1209"/>
                              </a:lnTo>
                              <a:lnTo>
                                <a:pt x="1547" y="1208"/>
                              </a:lnTo>
                              <a:lnTo>
                                <a:pt x="1536" y="1207"/>
                              </a:lnTo>
                              <a:lnTo>
                                <a:pt x="1524" y="1205"/>
                              </a:lnTo>
                              <a:lnTo>
                                <a:pt x="1513" y="1202"/>
                              </a:lnTo>
                              <a:lnTo>
                                <a:pt x="1503" y="1198"/>
                              </a:lnTo>
                              <a:lnTo>
                                <a:pt x="1493" y="1193"/>
                              </a:lnTo>
                              <a:lnTo>
                                <a:pt x="1483" y="1188"/>
                              </a:lnTo>
                              <a:lnTo>
                                <a:pt x="1473" y="1182"/>
                              </a:lnTo>
                              <a:lnTo>
                                <a:pt x="1465" y="1175"/>
                              </a:lnTo>
                              <a:lnTo>
                                <a:pt x="1456" y="1167"/>
                              </a:lnTo>
                              <a:lnTo>
                                <a:pt x="1449" y="1159"/>
                              </a:lnTo>
                              <a:lnTo>
                                <a:pt x="1441" y="1151"/>
                              </a:lnTo>
                              <a:lnTo>
                                <a:pt x="1435" y="1142"/>
                              </a:lnTo>
                              <a:lnTo>
                                <a:pt x="1429" y="1132"/>
                              </a:lnTo>
                              <a:lnTo>
                                <a:pt x="1424" y="1122"/>
                              </a:lnTo>
                              <a:lnTo>
                                <a:pt x="1420" y="1112"/>
                              </a:lnTo>
                              <a:lnTo>
                                <a:pt x="1231" y="1113"/>
                              </a:lnTo>
                              <a:lnTo>
                                <a:pt x="1061" y="1115"/>
                              </a:lnTo>
                              <a:lnTo>
                                <a:pt x="915" y="1117"/>
                              </a:lnTo>
                              <a:lnTo>
                                <a:pt x="798" y="1118"/>
                              </a:lnTo>
                              <a:lnTo>
                                <a:pt x="794" y="1129"/>
                              </a:lnTo>
                              <a:lnTo>
                                <a:pt x="789" y="1139"/>
                              </a:lnTo>
                              <a:lnTo>
                                <a:pt x="783" y="1149"/>
                              </a:lnTo>
                              <a:lnTo>
                                <a:pt x="777" y="1158"/>
                              </a:lnTo>
                              <a:lnTo>
                                <a:pt x="769" y="1167"/>
                              </a:lnTo>
                              <a:lnTo>
                                <a:pt x="762" y="1175"/>
                              </a:lnTo>
                              <a:lnTo>
                                <a:pt x="753" y="1183"/>
                              </a:lnTo>
                              <a:lnTo>
                                <a:pt x="749" y="1186"/>
                              </a:lnTo>
                              <a:lnTo>
                                <a:pt x="744" y="1190"/>
                              </a:lnTo>
                              <a:lnTo>
                                <a:pt x="735" y="1196"/>
                              </a:lnTo>
                              <a:lnTo>
                                <a:pt x="725" y="1201"/>
                              </a:lnTo>
                              <a:lnTo>
                                <a:pt x="715" y="1206"/>
                              </a:lnTo>
                              <a:lnTo>
                                <a:pt x="704" y="1210"/>
                              </a:lnTo>
                              <a:lnTo>
                                <a:pt x="693" y="1213"/>
                              </a:lnTo>
                              <a:lnTo>
                                <a:pt x="687" y="1215"/>
                              </a:lnTo>
                              <a:lnTo>
                                <a:pt x="682" y="1216"/>
                              </a:lnTo>
                              <a:lnTo>
                                <a:pt x="670" y="1217"/>
                              </a:lnTo>
                              <a:lnTo>
                                <a:pt x="658" y="1217"/>
                              </a:lnTo>
                              <a:lnTo>
                                <a:pt x="643" y="1217"/>
                              </a:lnTo>
                              <a:lnTo>
                                <a:pt x="635" y="1216"/>
                              </a:lnTo>
                              <a:lnTo>
                                <a:pt x="628" y="1214"/>
                              </a:lnTo>
                              <a:lnTo>
                                <a:pt x="614" y="1211"/>
                              </a:lnTo>
                              <a:lnTo>
                                <a:pt x="607" y="1208"/>
                              </a:lnTo>
                              <a:lnTo>
                                <a:pt x="600" y="1206"/>
                              </a:lnTo>
                              <a:lnTo>
                                <a:pt x="587" y="1199"/>
                              </a:lnTo>
                              <a:lnTo>
                                <a:pt x="581" y="1196"/>
                              </a:lnTo>
                              <a:lnTo>
                                <a:pt x="575" y="1192"/>
                              </a:lnTo>
                              <a:lnTo>
                                <a:pt x="563" y="1183"/>
                              </a:lnTo>
                              <a:lnTo>
                                <a:pt x="558" y="1179"/>
                              </a:lnTo>
                              <a:lnTo>
                                <a:pt x="553" y="1174"/>
                              </a:lnTo>
                              <a:lnTo>
                                <a:pt x="543" y="1163"/>
                              </a:lnTo>
                              <a:lnTo>
                                <a:pt x="539" y="1158"/>
                              </a:lnTo>
                              <a:lnTo>
                                <a:pt x="534" y="1152"/>
                              </a:lnTo>
                              <a:lnTo>
                                <a:pt x="531" y="1146"/>
                              </a:lnTo>
                              <a:lnTo>
                                <a:pt x="527" y="1140"/>
                              </a:lnTo>
                              <a:lnTo>
                                <a:pt x="524" y="1133"/>
                              </a:lnTo>
                              <a:lnTo>
                                <a:pt x="521" y="1127"/>
                              </a:lnTo>
                              <a:lnTo>
                                <a:pt x="518" y="1120"/>
                              </a:lnTo>
                              <a:lnTo>
                                <a:pt x="516" y="1113"/>
                              </a:lnTo>
                              <a:lnTo>
                                <a:pt x="512" y="1099"/>
                              </a:lnTo>
                              <a:lnTo>
                                <a:pt x="511" y="1091"/>
                              </a:lnTo>
                              <a:lnTo>
                                <a:pt x="510" y="1084"/>
                              </a:lnTo>
                              <a:lnTo>
                                <a:pt x="509" y="1076"/>
                              </a:lnTo>
                              <a:lnTo>
                                <a:pt x="509" y="1069"/>
                              </a:lnTo>
                              <a:lnTo>
                                <a:pt x="509" y="1061"/>
                              </a:lnTo>
                              <a:lnTo>
                                <a:pt x="510" y="1053"/>
                              </a:lnTo>
                              <a:lnTo>
                                <a:pt x="511" y="1046"/>
                              </a:lnTo>
                              <a:lnTo>
                                <a:pt x="512" y="1039"/>
                              </a:lnTo>
                              <a:lnTo>
                                <a:pt x="516" y="1024"/>
                              </a:lnTo>
                              <a:lnTo>
                                <a:pt x="518" y="1018"/>
                              </a:lnTo>
                              <a:lnTo>
                                <a:pt x="521" y="1011"/>
                              </a:lnTo>
                              <a:lnTo>
                                <a:pt x="527" y="998"/>
                              </a:lnTo>
                              <a:lnTo>
                                <a:pt x="531" y="992"/>
                              </a:lnTo>
                              <a:lnTo>
                                <a:pt x="534" y="986"/>
                              </a:lnTo>
                              <a:lnTo>
                                <a:pt x="543" y="974"/>
                              </a:lnTo>
                              <a:lnTo>
                                <a:pt x="548" y="969"/>
                              </a:lnTo>
                              <a:lnTo>
                                <a:pt x="553" y="963"/>
                              </a:lnTo>
                              <a:lnTo>
                                <a:pt x="563" y="954"/>
                              </a:lnTo>
                              <a:lnTo>
                                <a:pt x="569" y="949"/>
                              </a:lnTo>
                              <a:lnTo>
                                <a:pt x="575" y="945"/>
                              </a:lnTo>
                              <a:lnTo>
                                <a:pt x="581" y="941"/>
                              </a:lnTo>
                              <a:lnTo>
                                <a:pt x="587" y="938"/>
                              </a:lnTo>
                              <a:lnTo>
                                <a:pt x="593" y="935"/>
                              </a:lnTo>
                              <a:lnTo>
                                <a:pt x="600" y="932"/>
                              </a:lnTo>
                              <a:lnTo>
                                <a:pt x="607" y="929"/>
                              </a:lnTo>
                              <a:lnTo>
                                <a:pt x="614" y="927"/>
                              </a:lnTo>
                              <a:lnTo>
                                <a:pt x="628" y="923"/>
                              </a:lnTo>
                              <a:lnTo>
                                <a:pt x="635" y="922"/>
                              </a:lnTo>
                              <a:lnTo>
                                <a:pt x="643" y="921"/>
                              </a:lnTo>
                              <a:lnTo>
                                <a:pt x="658" y="920"/>
                              </a:lnTo>
                              <a:lnTo>
                                <a:pt x="669" y="920"/>
                              </a:lnTo>
                              <a:lnTo>
                                <a:pt x="681" y="922"/>
                              </a:lnTo>
                              <a:lnTo>
                                <a:pt x="686" y="923"/>
                              </a:lnTo>
                              <a:lnTo>
                                <a:pt x="692" y="924"/>
                              </a:lnTo>
                              <a:lnTo>
                                <a:pt x="697" y="925"/>
                              </a:lnTo>
                              <a:lnTo>
                                <a:pt x="703" y="927"/>
                              </a:lnTo>
                              <a:lnTo>
                                <a:pt x="713" y="931"/>
                              </a:lnTo>
                              <a:lnTo>
                                <a:pt x="718" y="933"/>
                              </a:lnTo>
                              <a:lnTo>
                                <a:pt x="723" y="935"/>
                              </a:lnTo>
                              <a:lnTo>
                                <a:pt x="733" y="940"/>
                              </a:lnTo>
                              <a:lnTo>
                                <a:pt x="742" y="946"/>
                              </a:lnTo>
                              <a:lnTo>
                                <a:pt x="751" y="953"/>
                              </a:lnTo>
                              <a:lnTo>
                                <a:pt x="759" y="960"/>
                              </a:lnTo>
                              <a:lnTo>
                                <a:pt x="767" y="967"/>
                              </a:lnTo>
                              <a:lnTo>
                                <a:pt x="774" y="976"/>
                              </a:lnTo>
                              <a:lnTo>
                                <a:pt x="780" y="984"/>
                              </a:lnTo>
                              <a:lnTo>
                                <a:pt x="786" y="994"/>
                              </a:lnTo>
                              <a:lnTo>
                                <a:pt x="791" y="1003"/>
                              </a:lnTo>
                              <a:lnTo>
                                <a:pt x="796" y="1013"/>
                              </a:lnTo>
                              <a:lnTo>
                                <a:pt x="914" y="1012"/>
                              </a:lnTo>
                              <a:lnTo>
                                <a:pt x="1060" y="1010"/>
                              </a:lnTo>
                              <a:lnTo>
                                <a:pt x="1142" y="1009"/>
                              </a:lnTo>
                              <a:lnTo>
                                <a:pt x="1230" y="1008"/>
                              </a:lnTo>
                              <a:lnTo>
                                <a:pt x="1420" y="1007"/>
                              </a:lnTo>
                              <a:lnTo>
                                <a:pt x="1422" y="1002"/>
                              </a:lnTo>
                              <a:lnTo>
                                <a:pt x="1424" y="997"/>
                              </a:lnTo>
                              <a:lnTo>
                                <a:pt x="1429" y="987"/>
                              </a:lnTo>
                              <a:lnTo>
                                <a:pt x="1435" y="977"/>
                              </a:lnTo>
                              <a:lnTo>
                                <a:pt x="1442" y="968"/>
                              </a:lnTo>
                              <a:lnTo>
                                <a:pt x="1449" y="960"/>
                              </a:lnTo>
                              <a:lnTo>
                                <a:pt x="1457" y="952"/>
                              </a:lnTo>
                              <a:lnTo>
                                <a:pt x="1465" y="945"/>
                              </a:lnTo>
                              <a:lnTo>
                                <a:pt x="1474" y="938"/>
                              </a:lnTo>
                              <a:lnTo>
                                <a:pt x="1478" y="935"/>
                              </a:lnTo>
                              <a:lnTo>
                                <a:pt x="1483" y="932"/>
                              </a:lnTo>
                              <a:lnTo>
                                <a:pt x="1493" y="927"/>
                              </a:lnTo>
                              <a:lnTo>
                                <a:pt x="1498" y="924"/>
                              </a:lnTo>
                              <a:lnTo>
                                <a:pt x="1503" y="922"/>
                              </a:lnTo>
                              <a:lnTo>
                                <a:pt x="1514" y="918"/>
                              </a:lnTo>
                              <a:lnTo>
                                <a:pt x="1519" y="917"/>
                              </a:lnTo>
                              <a:lnTo>
                                <a:pt x="1524" y="915"/>
                              </a:lnTo>
                              <a:lnTo>
                                <a:pt x="1536" y="913"/>
                              </a:lnTo>
                              <a:lnTo>
                                <a:pt x="1547" y="912"/>
                              </a:lnTo>
                              <a:lnTo>
                                <a:pt x="1559" y="911"/>
                              </a:lnTo>
                              <a:lnTo>
                                <a:pt x="1571" y="912"/>
                              </a:lnTo>
                              <a:lnTo>
                                <a:pt x="1582" y="913"/>
                              </a:lnTo>
                              <a:lnTo>
                                <a:pt x="1594" y="915"/>
                              </a:lnTo>
                              <a:lnTo>
                                <a:pt x="1605" y="918"/>
                              </a:lnTo>
                              <a:lnTo>
                                <a:pt x="1615" y="922"/>
                              </a:lnTo>
                              <a:lnTo>
                                <a:pt x="1625" y="927"/>
                              </a:lnTo>
                              <a:lnTo>
                                <a:pt x="1635" y="932"/>
                              </a:lnTo>
                              <a:lnTo>
                                <a:pt x="1644" y="938"/>
                              </a:lnTo>
                              <a:lnTo>
                                <a:pt x="1649" y="941"/>
                              </a:lnTo>
                              <a:lnTo>
                                <a:pt x="1653" y="945"/>
                              </a:lnTo>
                              <a:lnTo>
                                <a:pt x="1662" y="952"/>
                              </a:lnTo>
                              <a:lnTo>
                                <a:pt x="1669" y="960"/>
                              </a:lnTo>
                              <a:lnTo>
                                <a:pt x="1676" y="968"/>
                              </a:lnTo>
                              <a:lnTo>
                                <a:pt x="1683" y="977"/>
                              </a:lnTo>
                              <a:lnTo>
                                <a:pt x="1689" y="987"/>
                              </a:lnTo>
                              <a:lnTo>
                                <a:pt x="1694" y="997"/>
                              </a:lnTo>
                              <a:lnTo>
                                <a:pt x="1698" y="1007"/>
                              </a:lnTo>
                              <a:lnTo>
                                <a:pt x="1827" y="1008"/>
                              </a:lnTo>
                              <a:lnTo>
                                <a:pt x="1957" y="1009"/>
                              </a:lnTo>
                              <a:lnTo>
                                <a:pt x="2087" y="1011"/>
                              </a:lnTo>
                              <a:lnTo>
                                <a:pt x="2218" y="1013"/>
                              </a:lnTo>
                              <a:lnTo>
                                <a:pt x="2223" y="1003"/>
                              </a:lnTo>
                              <a:lnTo>
                                <a:pt x="2225" y="998"/>
                              </a:lnTo>
                              <a:lnTo>
                                <a:pt x="2228" y="993"/>
                              </a:lnTo>
                              <a:lnTo>
                                <a:pt x="2234" y="984"/>
                              </a:lnTo>
                              <a:lnTo>
                                <a:pt x="2240" y="975"/>
                              </a:lnTo>
                              <a:lnTo>
                                <a:pt x="2248" y="967"/>
                              </a:lnTo>
                              <a:lnTo>
                                <a:pt x="2255" y="960"/>
                              </a:lnTo>
                              <a:lnTo>
                                <a:pt x="2263" y="952"/>
                              </a:lnTo>
                              <a:lnTo>
                                <a:pt x="2272" y="946"/>
                              </a:lnTo>
                              <a:lnTo>
                                <a:pt x="2281" y="940"/>
                              </a:lnTo>
                              <a:lnTo>
                                <a:pt x="2291" y="935"/>
                              </a:lnTo>
                              <a:lnTo>
                                <a:pt x="2301" y="931"/>
                              </a:lnTo>
                              <a:lnTo>
                                <a:pt x="2312" y="927"/>
                              </a:lnTo>
                              <a:lnTo>
                                <a:pt x="2322" y="924"/>
                              </a:lnTo>
                              <a:lnTo>
                                <a:pt x="2333" y="922"/>
                              </a:lnTo>
                              <a:lnTo>
                                <a:pt x="2345" y="920"/>
                              </a:lnTo>
                              <a:lnTo>
                                <a:pt x="2356" y="920"/>
                              </a:lnTo>
                              <a:lnTo>
                                <a:pt x="2372" y="921"/>
                              </a:lnTo>
                              <a:lnTo>
                                <a:pt x="2379" y="922"/>
                              </a:lnTo>
                              <a:lnTo>
                                <a:pt x="2386" y="923"/>
                              </a:lnTo>
                              <a:lnTo>
                                <a:pt x="2401" y="927"/>
                              </a:lnTo>
                              <a:lnTo>
                                <a:pt x="2408" y="929"/>
                              </a:lnTo>
                              <a:lnTo>
                                <a:pt x="2414" y="932"/>
                              </a:lnTo>
                              <a:lnTo>
                                <a:pt x="2427" y="938"/>
                              </a:lnTo>
                              <a:lnTo>
                                <a:pt x="2433" y="941"/>
                              </a:lnTo>
                              <a:lnTo>
                                <a:pt x="2440" y="945"/>
                              </a:lnTo>
                              <a:lnTo>
                                <a:pt x="2451" y="954"/>
                              </a:lnTo>
                              <a:lnTo>
                                <a:pt x="2456" y="959"/>
                              </a:lnTo>
                              <a:lnTo>
                                <a:pt x="2462" y="963"/>
                              </a:lnTo>
                              <a:lnTo>
                                <a:pt x="2471" y="974"/>
                              </a:lnTo>
                              <a:lnTo>
                                <a:pt x="2476" y="980"/>
                              </a:lnTo>
                              <a:lnTo>
                                <a:pt x="2480" y="986"/>
                              </a:lnTo>
                              <a:lnTo>
                                <a:pt x="2484" y="992"/>
                              </a:lnTo>
                              <a:lnTo>
                                <a:pt x="2487" y="998"/>
                              </a:lnTo>
                              <a:lnTo>
                                <a:pt x="2490" y="1004"/>
                              </a:lnTo>
                              <a:lnTo>
                                <a:pt x="2493" y="1011"/>
                              </a:lnTo>
                              <a:lnTo>
                                <a:pt x="2496" y="1018"/>
                              </a:lnTo>
                              <a:lnTo>
                                <a:pt x="2498" y="1024"/>
                              </a:lnTo>
                              <a:lnTo>
                                <a:pt x="2502" y="1039"/>
                              </a:lnTo>
                              <a:lnTo>
                                <a:pt x="2503" y="1046"/>
                              </a:lnTo>
                              <a:lnTo>
                                <a:pt x="2504" y="1053"/>
                              </a:lnTo>
                              <a:lnTo>
                                <a:pt x="2505" y="1061"/>
                              </a:lnTo>
                              <a:lnTo>
                                <a:pt x="2505" y="1069"/>
                              </a:lnTo>
                              <a:lnTo>
                                <a:pt x="2505" y="1076"/>
                              </a:lnTo>
                              <a:lnTo>
                                <a:pt x="2504" y="1084"/>
                              </a:lnTo>
                              <a:lnTo>
                                <a:pt x="2503" y="1091"/>
                              </a:lnTo>
                              <a:lnTo>
                                <a:pt x="2502" y="1099"/>
                              </a:lnTo>
                              <a:lnTo>
                                <a:pt x="2498" y="1113"/>
                              </a:lnTo>
                              <a:lnTo>
                                <a:pt x="2496" y="1120"/>
                              </a:lnTo>
                              <a:lnTo>
                                <a:pt x="2493" y="1127"/>
                              </a:lnTo>
                              <a:lnTo>
                                <a:pt x="2487" y="1140"/>
                              </a:lnTo>
                              <a:lnTo>
                                <a:pt x="2484" y="1146"/>
                              </a:lnTo>
                              <a:lnTo>
                                <a:pt x="2480" y="1152"/>
                              </a:lnTo>
                              <a:lnTo>
                                <a:pt x="2471" y="1163"/>
                              </a:lnTo>
                              <a:lnTo>
                                <a:pt x="2466" y="1169"/>
                              </a:lnTo>
                              <a:lnTo>
                                <a:pt x="2462" y="1174"/>
                              </a:lnTo>
                              <a:lnTo>
                                <a:pt x="2451" y="1183"/>
                              </a:lnTo>
                              <a:lnTo>
                                <a:pt x="2445" y="1188"/>
                              </a:lnTo>
                              <a:lnTo>
                                <a:pt x="2440" y="1192"/>
                              </a:lnTo>
                              <a:lnTo>
                                <a:pt x="2433" y="1196"/>
                              </a:lnTo>
                              <a:lnTo>
                                <a:pt x="2427" y="1199"/>
                              </a:lnTo>
                              <a:lnTo>
                                <a:pt x="2421" y="1203"/>
                              </a:lnTo>
                              <a:lnTo>
                                <a:pt x="2414" y="1206"/>
                              </a:lnTo>
                              <a:lnTo>
                                <a:pt x="2408" y="1208"/>
                              </a:lnTo>
                              <a:lnTo>
                                <a:pt x="2401" y="1211"/>
                              </a:lnTo>
                              <a:lnTo>
                                <a:pt x="2386" y="1214"/>
                              </a:lnTo>
                              <a:lnTo>
                                <a:pt x="2379" y="1216"/>
                              </a:lnTo>
                              <a:lnTo>
                                <a:pt x="2372" y="1217"/>
                              </a:lnTo>
                              <a:lnTo>
                                <a:pt x="2356" y="1217"/>
                              </a:lnTo>
                              <a:lnTo>
                                <a:pt x="2344" y="1217"/>
                              </a:lnTo>
                              <a:lnTo>
                                <a:pt x="2332" y="1215"/>
                              </a:lnTo>
                              <a:lnTo>
                                <a:pt x="2321" y="1213"/>
                              </a:lnTo>
                              <a:lnTo>
                                <a:pt x="2309" y="1210"/>
                              </a:lnTo>
                              <a:lnTo>
                                <a:pt x="2298" y="1206"/>
                              </a:lnTo>
                              <a:lnTo>
                                <a:pt x="2288" y="1201"/>
                              </a:lnTo>
                              <a:lnTo>
                                <a:pt x="2278" y="1195"/>
                              </a:lnTo>
                              <a:lnTo>
                                <a:pt x="2268" y="1189"/>
                              </a:lnTo>
                              <a:lnTo>
                                <a:pt x="2269" y="1200"/>
                              </a:lnTo>
                              <a:lnTo>
                                <a:pt x="2269" y="1208"/>
                              </a:lnTo>
                              <a:lnTo>
                                <a:pt x="2268" y="1215"/>
                              </a:lnTo>
                              <a:lnTo>
                                <a:pt x="2267" y="1223"/>
                              </a:lnTo>
                              <a:lnTo>
                                <a:pt x="2266" y="1230"/>
                              </a:lnTo>
                              <a:lnTo>
                                <a:pt x="2262" y="1244"/>
                              </a:lnTo>
                              <a:lnTo>
                                <a:pt x="2260" y="1251"/>
                              </a:lnTo>
                              <a:lnTo>
                                <a:pt x="2257" y="1258"/>
                              </a:lnTo>
                              <a:lnTo>
                                <a:pt x="2251" y="1271"/>
                              </a:lnTo>
                              <a:lnTo>
                                <a:pt x="2247" y="1277"/>
                              </a:lnTo>
                              <a:lnTo>
                                <a:pt x="2243" y="1283"/>
                              </a:lnTo>
                              <a:lnTo>
                                <a:pt x="2235" y="1295"/>
                              </a:lnTo>
                              <a:lnTo>
                                <a:pt x="2230" y="1300"/>
                              </a:lnTo>
                              <a:lnTo>
                                <a:pt x="2225" y="1305"/>
                              </a:lnTo>
                              <a:lnTo>
                                <a:pt x="2215" y="1315"/>
                              </a:lnTo>
                              <a:lnTo>
                                <a:pt x="2209" y="1319"/>
                              </a:lnTo>
                              <a:lnTo>
                                <a:pt x="2203" y="1323"/>
                              </a:lnTo>
                              <a:lnTo>
                                <a:pt x="2197" y="1327"/>
                              </a:lnTo>
                              <a:lnTo>
                                <a:pt x="2191" y="1331"/>
                              </a:lnTo>
                              <a:lnTo>
                                <a:pt x="2185" y="1334"/>
                              </a:lnTo>
                              <a:lnTo>
                                <a:pt x="2178" y="1337"/>
                              </a:lnTo>
                              <a:lnTo>
                                <a:pt x="2171" y="1340"/>
                              </a:lnTo>
                              <a:lnTo>
                                <a:pt x="2164" y="1342"/>
                              </a:lnTo>
                              <a:lnTo>
                                <a:pt x="2150" y="1346"/>
                              </a:lnTo>
                              <a:lnTo>
                                <a:pt x="2143" y="1347"/>
                              </a:lnTo>
                              <a:lnTo>
                                <a:pt x="2135" y="1348"/>
                              </a:lnTo>
                              <a:lnTo>
                                <a:pt x="2120" y="1349"/>
                              </a:lnTo>
                              <a:lnTo>
                                <a:pt x="2110" y="1348"/>
                              </a:lnTo>
                              <a:lnTo>
                                <a:pt x="2100" y="1347"/>
                              </a:lnTo>
                              <a:lnTo>
                                <a:pt x="2090" y="1346"/>
                              </a:lnTo>
                              <a:lnTo>
                                <a:pt x="2081" y="1343"/>
                              </a:lnTo>
                              <a:lnTo>
                                <a:pt x="2072" y="1341"/>
                              </a:lnTo>
                              <a:lnTo>
                                <a:pt x="2063" y="1337"/>
                              </a:lnTo>
                              <a:lnTo>
                                <a:pt x="2054" y="1333"/>
                              </a:lnTo>
                              <a:lnTo>
                                <a:pt x="2046" y="1329"/>
                              </a:lnTo>
                              <a:lnTo>
                                <a:pt x="2038" y="1324"/>
                              </a:lnTo>
                              <a:lnTo>
                                <a:pt x="2030" y="1318"/>
                              </a:lnTo>
                              <a:lnTo>
                                <a:pt x="2023" y="1312"/>
                              </a:lnTo>
                              <a:lnTo>
                                <a:pt x="2016" y="1306"/>
                              </a:lnTo>
                              <a:lnTo>
                                <a:pt x="2009" y="1299"/>
                              </a:lnTo>
                              <a:lnTo>
                                <a:pt x="2003" y="1292"/>
                              </a:lnTo>
                              <a:lnTo>
                                <a:pt x="1998" y="1284"/>
                              </a:lnTo>
                              <a:lnTo>
                                <a:pt x="1992" y="1276"/>
                              </a:lnTo>
                              <a:lnTo>
                                <a:pt x="1488" y="1387"/>
                              </a:lnTo>
                              <a:lnTo>
                                <a:pt x="1487" y="1393"/>
                              </a:lnTo>
                              <a:lnTo>
                                <a:pt x="1485" y="1400"/>
                              </a:lnTo>
                              <a:lnTo>
                                <a:pt x="1484" y="1407"/>
                              </a:lnTo>
                              <a:lnTo>
                                <a:pt x="1482" y="1413"/>
                              </a:lnTo>
                              <a:lnTo>
                                <a:pt x="1477" y="1425"/>
                              </a:lnTo>
                              <a:lnTo>
                                <a:pt x="1471" y="1437"/>
                              </a:lnTo>
                              <a:lnTo>
                                <a:pt x="1464" y="1449"/>
                              </a:lnTo>
                              <a:lnTo>
                                <a:pt x="1460" y="1454"/>
                              </a:lnTo>
                              <a:lnTo>
                                <a:pt x="1456" y="1459"/>
                              </a:lnTo>
                              <a:lnTo>
                                <a:pt x="1452" y="1464"/>
                              </a:lnTo>
                              <a:lnTo>
                                <a:pt x="1448" y="1469"/>
                              </a:lnTo>
                              <a:lnTo>
                                <a:pt x="1443" y="1474"/>
                              </a:lnTo>
                              <a:lnTo>
                                <a:pt x="1438" y="1478"/>
                              </a:lnTo>
                              <a:lnTo>
                                <a:pt x="1433" y="1482"/>
                              </a:lnTo>
                              <a:lnTo>
                                <a:pt x="1428" y="1486"/>
                              </a:lnTo>
                              <a:lnTo>
                                <a:pt x="1417" y="1493"/>
                              </a:lnTo>
                              <a:lnTo>
                                <a:pt x="1412" y="1497"/>
                              </a:lnTo>
                              <a:lnTo>
                                <a:pt x="1406" y="1500"/>
                              </a:lnTo>
                              <a:lnTo>
                                <a:pt x="1400" y="1503"/>
                              </a:lnTo>
                              <a:lnTo>
                                <a:pt x="1394" y="1505"/>
                              </a:lnTo>
                              <a:lnTo>
                                <a:pt x="1381" y="1509"/>
                              </a:lnTo>
                              <a:lnTo>
                                <a:pt x="1374" y="1511"/>
                              </a:lnTo>
                              <a:lnTo>
                                <a:pt x="1368" y="1512"/>
                              </a:lnTo>
                              <a:lnTo>
                                <a:pt x="1354" y="1514"/>
                              </a:lnTo>
                              <a:lnTo>
                                <a:pt x="1340" y="1515"/>
                              </a:lnTo>
                              <a:lnTo>
                                <a:pt x="1331" y="1515"/>
                              </a:lnTo>
                              <a:lnTo>
                                <a:pt x="1321" y="1514"/>
                              </a:lnTo>
                              <a:lnTo>
                                <a:pt x="1311" y="1512"/>
                              </a:lnTo>
                              <a:lnTo>
                                <a:pt x="1302" y="1510"/>
                              </a:lnTo>
                              <a:lnTo>
                                <a:pt x="1293" y="1507"/>
                              </a:lnTo>
                              <a:lnTo>
                                <a:pt x="1285" y="1504"/>
                              </a:lnTo>
                              <a:lnTo>
                                <a:pt x="1276" y="1500"/>
                              </a:lnTo>
                              <a:lnTo>
                                <a:pt x="1268" y="1496"/>
                              </a:lnTo>
                              <a:lnTo>
                                <a:pt x="1260" y="1491"/>
                              </a:lnTo>
                              <a:lnTo>
                                <a:pt x="1252" y="1486"/>
                              </a:lnTo>
                              <a:lnTo>
                                <a:pt x="1245" y="1481"/>
                              </a:lnTo>
                              <a:lnTo>
                                <a:pt x="1238" y="1475"/>
                              </a:lnTo>
                              <a:lnTo>
                                <a:pt x="1232" y="1468"/>
                              </a:lnTo>
                              <a:lnTo>
                                <a:pt x="1226" y="1461"/>
                              </a:lnTo>
                              <a:lnTo>
                                <a:pt x="1220" y="1454"/>
                              </a:lnTo>
                              <a:lnTo>
                                <a:pt x="1215" y="1446"/>
                              </a:lnTo>
                              <a:lnTo>
                                <a:pt x="604" y="1580"/>
                              </a:lnTo>
                              <a:lnTo>
                                <a:pt x="601" y="1594"/>
                              </a:lnTo>
                              <a:lnTo>
                                <a:pt x="599" y="1600"/>
                              </a:lnTo>
                              <a:lnTo>
                                <a:pt x="597" y="1606"/>
                              </a:lnTo>
                              <a:lnTo>
                                <a:pt x="593" y="1619"/>
                              </a:lnTo>
                              <a:lnTo>
                                <a:pt x="587" y="1630"/>
                              </a:lnTo>
                              <a:lnTo>
                                <a:pt x="580" y="1642"/>
                              </a:lnTo>
                              <a:lnTo>
                                <a:pt x="572" y="1652"/>
                              </a:lnTo>
                              <a:lnTo>
                                <a:pt x="568" y="1657"/>
                              </a:lnTo>
                              <a:lnTo>
                                <a:pt x="564" y="1662"/>
                              </a:lnTo>
                              <a:lnTo>
                                <a:pt x="554" y="1671"/>
                              </a:lnTo>
                              <a:lnTo>
                                <a:pt x="544" y="1679"/>
                              </a:lnTo>
                              <a:lnTo>
                                <a:pt x="533" y="1686"/>
                              </a:lnTo>
                              <a:lnTo>
                                <a:pt x="522" y="1692"/>
                              </a:lnTo>
                              <a:lnTo>
                                <a:pt x="510" y="1698"/>
                              </a:lnTo>
                              <a:lnTo>
                                <a:pt x="497" y="1702"/>
                              </a:lnTo>
                              <a:lnTo>
                                <a:pt x="484" y="1705"/>
                              </a:lnTo>
                              <a:lnTo>
                                <a:pt x="470" y="1707"/>
                              </a:lnTo>
                              <a:lnTo>
                                <a:pt x="457" y="1707"/>
                              </a:lnTo>
                              <a:lnTo>
                                <a:pt x="441" y="1707"/>
                              </a:lnTo>
                              <a:lnTo>
                                <a:pt x="434" y="1706"/>
                              </a:lnTo>
                              <a:lnTo>
                                <a:pt x="427" y="1704"/>
                              </a:lnTo>
                              <a:lnTo>
                                <a:pt x="412" y="1701"/>
                              </a:lnTo>
                              <a:lnTo>
                                <a:pt x="405" y="1698"/>
                              </a:lnTo>
                              <a:lnTo>
                                <a:pt x="399" y="1696"/>
                              </a:lnTo>
                              <a:lnTo>
                                <a:pt x="386" y="1690"/>
                              </a:lnTo>
                              <a:lnTo>
                                <a:pt x="379" y="1686"/>
                              </a:lnTo>
                              <a:lnTo>
                                <a:pt x="373" y="1682"/>
                              </a:lnTo>
                              <a:lnTo>
                                <a:pt x="362" y="1674"/>
                              </a:lnTo>
                              <a:lnTo>
                                <a:pt x="356" y="1669"/>
                              </a:lnTo>
                              <a:lnTo>
                                <a:pt x="351" y="1664"/>
                              </a:lnTo>
                              <a:lnTo>
                                <a:pt x="341" y="1653"/>
                              </a:lnTo>
                              <a:lnTo>
                                <a:pt x="336" y="1648"/>
                              </a:lnTo>
                              <a:lnTo>
                                <a:pt x="332" y="1642"/>
                              </a:lnTo>
                              <a:lnTo>
                                <a:pt x="328" y="1636"/>
                              </a:lnTo>
                              <a:lnTo>
                                <a:pt x="325" y="1630"/>
                              </a:lnTo>
                              <a:lnTo>
                                <a:pt x="321" y="1623"/>
                              </a:lnTo>
                              <a:lnTo>
                                <a:pt x="318" y="1617"/>
                              </a:lnTo>
                              <a:lnTo>
                                <a:pt x="316" y="1610"/>
                              </a:lnTo>
                              <a:lnTo>
                                <a:pt x="313" y="1603"/>
                              </a:lnTo>
                              <a:lnTo>
                                <a:pt x="310" y="1589"/>
                              </a:lnTo>
                              <a:lnTo>
                                <a:pt x="308" y="1581"/>
                              </a:lnTo>
                              <a:lnTo>
                                <a:pt x="308" y="1574"/>
                              </a:lnTo>
                              <a:lnTo>
                                <a:pt x="307" y="1566"/>
                              </a:lnTo>
                              <a:lnTo>
                                <a:pt x="307" y="1559"/>
                              </a:lnTo>
                              <a:close/>
                              <a:moveTo>
                                <a:pt x="1288" y="2014"/>
                              </a:moveTo>
                              <a:lnTo>
                                <a:pt x="1288" y="2006"/>
                              </a:lnTo>
                              <a:lnTo>
                                <a:pt x="1289" y="1999"/>
                              </a:lnTo>
                              <a:lnTo>
                                <a:pt x="1290" y="1991"/>
                              </a:lnTo>
                              <a:lnTo>
                                <a:pt x="1291" y="1984"/>
                              </a:lnTo>
                              <a:lnTo>
                                <a:pt x="1294" y="1970"/>
                              </a:lnTo>
                              <a:lnTo>
                                <a:pt x="1297" y="1963"/>
                              </a:lnTo>
                              <a:lnTo>
                                <a:pt x="1299" y="1956"/>
                              </a:lnTo>
                              <a:lnTo>
                                <a:pt x="1306" y="1943"/>
                              </a:lnTo>
                              <a:lnTo>
                                <a:pt x="1309" y="1937"/>
                              </a:lnTo>
                              <a:lnTo>
                                <a:pt x="1313" y="1931"/>
                              </a:lnTo>
                              <a:lnTo>
                                <a:pt x="1322" y="1919"/>
                              </a:lnTo>
                              <a:lnTo>
                                <a:pt x="1326" y="1914"/>
                              </a:lnTo>
                              <a:lnTo>
                                <a:pt x="1331" y="1909"/>
                              </a:lnTo>
                              <a:lnTo>
                                <a:pt x="1342" y="1899"/>
                              </a:lnTo>
                              <a:lnTo>
                                <a:pt x="1348" y="1895"/>
                              </a:lnTo>
                              <a:lnTo>
                                <a:pt x="1353" y="1890"/>
                              </a:lnTo>
                              <a:lnTo>
                                <a:pt x="1359" y="1887"/>
                              </a:lnTo>
                              <a:lnTo>
                                <a:pt x="1366" y="1883"/>
                              </a:lnTo>
                              <a:lnTo>
                                <a:pt x="1372" y="1880"/>
                              </a:lnTo>
                              <a:lnTo>
                                <a:pt x="1379" y="1877"/>
                              </a:lnTo>
                              <a:lnTo>
                                <a:pt x="1385" y="1874"/>
                              </a:lnTo>
                              <a:lnTo>
                                <a:pt x="1392" y="1872"/>
                              </a:lnTo>
                              <a:lnTo>
                                <a:pt x="1407" y="1868"/>
                              </a:lnTo>
                              <a:lnTo>
                                <a:pt x="1414" y="1867"/>
                              </a:lnTo>
                              <a:lnTo>
                                <a:pt x="1421" y="1866"/>
                              </a:lnTo>
                              <a:lnTo>
                                <a:pt x="1437" y="1865"/>
                              </a:lnTo>
                              <a:lnTo>
                                <a:pt x="1449" y="1866"/>
                              </a:lnTo>
                              <a:lnTo>
                                <a:pt x="1455" y="1866"/>
                              </a:lnTo>
                              <a:lnTo>
                                <a:pt x="1461" y="1867"/>
                              </a:lnTo>
                              <a:lnTo>
                                <a:pt x="1473" y="1870"/>
                              </a:lnTo>
                              <a:lnTo>
                                <a:pt x="1485" y="1873"/>
                              </a:lnTo>
                              <a:lnTo>
                                <a:pt x="1496" y="1877"/>
                              </a:lnTo>
                              <a:lnTo>
                                <a:pt x="1502" y="1880"/>
                              </a:lnTo>
                              <a:lnTo>
                                <a:pt x="1507" y="1883"/>
                              </a:lnTo>
                              <a:lnTo>
                                <a:pt x="1517" y="1889"/>
                              </a:lnTo>
                              <a:lnTo>
                                <a:pt x="1527" y="1895"/>
                              </a:lnTo>
                              <a:lnTo>
                                <a:pt x="1589" y="1859"/>
                              </a:lnTo>
                              <a:lnTo>
                                <a:pt x="1651" y="1824"/>
                              </a:lnTo>
                              <a:lnTo>
                                <a:pt x="1714" y="1790"/>
                              </a:lnTo>
                              <a:lnTo>
                                <a:pt x="1776" y="1758"/>
                              </a:lnTo>
                              <a:lnTo>
                                <a:pt x="1807" y="1742"/>
                              </a:lnTo>
                              <a:lnTo>
                                <a:pt x="1839" y="1726"/>
                              </a:lnTo>
                              <a:lnTo>
                                <a:pt x="1901" y="1696"/>
                              </a:lnTo>
                              <a:lnTo>
                                <a:pt x="1963" y="1668"/>
                              </a:lnTo>
                              <a:lnTo>
                                <a:pt x="2024" y="1641"/>
                              </a:lnTo>
                              <a:lnTo>
                                <a:pt x="2024" y="1637"/>
                              </a:lnTo>
                              <a:lnTo>
                                <a:pt x="2024" y="1627"/>
                              </a:lnTo>
                              <a:lnTo>
                                <a:pt x="2025" y="1617"/>
                              </a:lnTo>
                              <a:lnTo>
                                <a:pt x="2027" y="1608"/>
                              </a:lnTo>
                              <a:lnTo>
                                <a:pt x="2029" y="1598"/>
                              </a:lnTo>
                              <a:lnTo>
                                <a:pt x="2031" y="1593"/>
                              </a:lnTo>
                              <a:lnTo>
                                <a:pt x="2032" y="1589"/>
                              </a:lnTo>
                              <a:lnTo>
                                <a:pt x="2036" y="1580"/>
                              </a:lnTo>
                              <a:lnTo>
                                <a:pt x="2040" y="1571"/>
                              </a:lnTo>
                              <a:lnTo>
                                <a:pt x="2044" y="1562"/>
                              </a:lnTo>
                              <a:lnTo>
                                <a:pt x="1998" y="1572"/>
                              </a:lnTo>
                              <a:lnTo>
                                <a:pt x="1950" y="1582"/>
                              </a:lnTo>
                              <a:lnTo>
                                <a:pt x="1900" y="1593"/>
                              </a:lnTo>
                              <a:lnTo>
                                <a:pt x="1847" y="1605"/>
                              </a:lnTo>
                              <a:lnTo>
                                <a:pt x="1778" y="1622"/>
                              </a:lnTo>
                              <a:lnTo>
                                <a:pt x="1707" y="1640"/>
                              </a:lnTo>
                              <a:lnTo>
                                <a:pt x="1707" y="1647"/>
                              </a:lnTo>
                              <a:lnTo>
                                <a:pt x="1706" y="1654"/>
                              </a:lnTo>
                              <a:lnTo>
                                <a:pt x="1704" y="1661"/>
                              </a:lnTo>
                              <a:lnTo>
                                <a:pt x="1703" y="1668"/>
                              </a:lnTo>
                              <a:lnTo>
                                <a:pt x="1698" y="1681"/>
                              </a:lnTo>
                              <a:lnTo>
                                <a:pt x="1693" y="1694"/>
                              </a:lnTo>
                              <a:lnTo>
                                <a:pt x="1686" y="1706"/>
                              </a:lnTo>
                              <a:lnTo>
                                <a:pt x="1683" y="1712"/>
                              </a:lnTo>
                              <a:lnTo>
                                <a:pt x="1679" y="1717"/>
                              </a:lnTo>
                              <a:lnTo>
                                <a:pt x="1674" y="1723"/>
                              </a:lnTo>
                              <a:lnTo>
                                <a:pt x="1670" y="1728"/>
                              </a:lnTo>
                              <a:lnTo>
                                <a:pt x="1665" y="1733"/>
                              </a:lnTo>
                              <a:lnTo>
                                <a:pt x="1660" y="1738"/>
                              </a:lnTo>
                              <a:lnTo>
                                <a:pt x="1655" y="1742"/>
                              </a:lnTo>
                              <a:lnTo>
                                <a:pt x="1650" y="1746"/>
                              </a:lnTo>
                              <a:lnTo>
                                <a:pt x="1645" y="1750"/>
                              </a:lnTo>
                              <a:lnTo>
                                <a:pt x="1639" y="1754"/>
                              </a:lnTo>
                              <a:lnTo>
                                <a:pt x="1633" y="1758"/>
                              </a:lnTo>
                              <a:lnTo>
                                <a:pt x="1627" y="1761"/>
                              </a:lnTo>
                              <a:lnTo>
                                <a:pt x="1614" y="1767"/>
                              </a:lnTo>
                              <a:lnTo>
                                <a:pt x="1608" y="1769"/>
                              </a:lnTo>
                              <a:lnTo>
                                <a:pt x="1601" y="1771"/>
                              </a:lnTo>
                              <a:lnTo>
                                <a:pt x="1595" y="1773"/>
                              </a:lnTo>
                              <a:lnTo>
                                <a:pt x="1588" y="1775"/>
                              </a:lnTo>
                              <a:lnTo>
                                <a:pt x="1581" y="1776"/>
                              </a:lnTo>
                              <a:lnTo>
                                <a:pt x="1574" y="1777"/>
                              </a:lnTo>
                              <a:lnTo>
                                <a:pt x="1559" y="1777"/>
                              </a:lnTo>
                              <a:lnTo>
                                <a:pt x="1550" y="1777"/>
                              </a:lnTo>
                              <a:lnTo>
                                <a:pt x="1541" y="1776"/>
                              </a:lnTo>
                              <a:lnTo>
                                <a:pt x="1524" y="1773"/>
                              </a:lnTo>
                              <a:lnTo>
                                <a:pt x="1516" y="1771"/>
                              </a:lnTo>
                              <a:lnTo>
                                <a:pt x="1508" y="1768"/>
                              </a:lnTo>
                              <a:lnTo>
                                <a:pt x="1500" y="1765"/>
                              </a:lnTo>
                              <a:lnTo>
                                <a:pt x="1492" y="1762"/>
                              </a:lnTo>
                              <a:lnTo>
                                <a:pt x="1485" y="1758"/>
                              </a:lnTo>
                              <a:lnTo>
                                <a:pt x="1478" y="1753"/>
                              </a:lnTo>
                              <a:lnTo>
                                <a:pt x="1471" y="1749"/>
                              </a:lnTo>
                              <a:lnTo>
                                <a:pt x="1468" y="1746"/>
                              </a:lnTo>
                              <a:lnTo>
                                <a:pt x="1464" y="1743"/>
                              </a:lnTo>
                              <a:lnTo>
                                <a:pt x="1458" y="1738"/>
                              </a:lnTo>
                              <a:lnTo>
                                <a:pt x="1452" y="1732"/>
                              </a:lnTo>
                              <a:lnTo>
                                <a:pt x="1446" y="1726"/>
                              </a:lnTo>
                              <a:lnTo>
                                <a:pt x="1441" y="1719"/>
                              </a:lnTo>
                              <a:lnTo>
                                <a:pt x="1404" y="1732"/>
                              </a:lnTo>
                              <a:lnTo>
                                <a:pt x="1366" y="1745"/>
                              </a:lnTo>
                              <a:lnTo>
                                <a:pt x="1328" y="1758"/>
                              </a:lnTo>
                              <a:lnTo>
                                <a:pt x="1290" y="1772"/>
                              </a:lnTo>
                              <a:lnTo>
                                <a:pt x="1251" y="1786"/>
                              </a:lnTo>
                              <a:lnTo>
                                <a:pt x="1212" y="1801"/>
                              </a:lnTo>
                              <a:lnTo>
                                <a:pt x="1172" y="1816"/>
                              </a:lnTo>
                              <a:lnTo>
                                <a:pt x="1132" y="1832"/>
                              </a:lnTo>
                              <a:lnTo>
                                <a:pt x="1092" y="1849"/>
                              </a:lnTo>
                              <a:lnTo>
                                <a:pt x="1052" y="1866"/>
                              </a:lnTo>
                              <a:lnTo>
                                <a:pt x="971" y="1901"/>
                              </a:lnTo>
                              <a:lnTo>
                                <a:pt x="930" y="1920"/>
                              </a:lnTo>
                              <a:lnTo>
                                <a:pt x="888" y="1939"/>
                              </a:lnTo>
                              <a:lnTo>
                                <a:pt x="847" y="1959"/>
                              </a:lnTo>
                              <a:lnTo>
                                <a:pt x="806" y="1979"/>
                              </a:lnTo>
                              <a:lnTo>
                                <a:pt x="806" y="1988"/>
                              </a:lnTo>
                              <a:lnTo>
                                <a:pt x="807" y="1996"/>
                              </a:lnTo>
                              <a:lnTo>
                                <a:pt x="806" y="2004"/>
                              </a:lnTo>
                              <a:lnTo>
                                <a:pt x="806" y="2011"/>
                              </a:lnTo>
                              <a:lnTo>
                                <a:pt x="805" y="2019"/>
                              </a:lnTo>
                              <a:lnTo>
                                <a:pt x="804" y="2026"/>
                              </a:lnTo>
                              <a:lnTo>
                                <a:pt x="800" y="2040"/>
                              </a:lnTo>
                              <a:lnTo>
                                <a:pt x="797" y="2047"/>
                              </a:lnTo>
                              <a:lnTo>
                                <a:pt x="795" y="2054"/>
                              </a:lnTo>
                              <a:lnTo>
                                <a:pt x="789" y="2067"/>
                              </a:lnTo>
                              <a:lnTo>
                                <a:pt x="785" y="2073"/>
                              </a:lnTo>
                              <a:lnTo>
                                <a:pt x="781" y="2079"/>
                              </a:lnTo>
                              <a:lnTo>
                                <a:pt x="773" y="2091"/>
                              </a:lnTo>
                              <a:lnTo>
                                <a:pt x="768" y="2096"/>
                              </a:lnTo>
                              <a:lnTo>
                                <a:pt x="763" y="2101"/>
                              </a:lnTo>
                              <a:lnTo>
                                <a:pt x="752" y="2111"/>
                              </a:lnTo>
                              <a:lnTo>
                                <a:pt x="747" y="2115"/>
                              </a:lnTo>
                              <a:lnTo>
                                <a:pt x="741" y="2120"/>
                              </a:lnTo>
                              <a:lnTo>
                                <a:pt x="735" y="2123"/>
                              </a:lnTo>
                              <a:lnTo>
                                <a:pt x="729" y="2127"/>
                              </a:lnTo>
                              <a:lnTo>
                                <a:pt x="722" y="2130"/>
                              </a:lnTo>
                              <a:lnTo>
                                <a:pt x="716" y="2133"/>
                              </a:lnTo>
                              <a:lnTo>
                                <a:pt x="709" y="2136"/>
                              </a:lnTo>
                              <a:lnTo>
                                <a:pt x="702" y="2138"/>
                              </a:lnTo>
                              <a:lnTo>
                                <a:pt x="688" y="2142"/>
                              </a:lnTo>
                              <a:lnTo>
                                <a:pt x="680" y="2143"/>
                              </a:lnTo>
                              <a:lnTo>
                                <a:pt x="673" y="2144"/>
                              </a:lnTo>
                              <a:lnTo>
                                <a:pt x="658" y="2145"/>
                              </a:lnTo>
                              <a:lnTo>
                                <a:pt x="643" y="2144"/>
                              </a:lnTo>
                              <a:lnTo>
                                <a:pt x="635" y="2143"/>
                              </a:lnTo>
                              <a:lnTo>
                                <a:pt x="628" y="2142"/>
                              </a:lnTo>
                              <a:lnTo>
                                <a:pt x="614" y="2138"/>
                              </a:lnTo>
                              <a:lnTo>
                                <a:pt x="607" y="2136"/>
                              </a:lnTo>
                              <a:lnTo>
                                <a:pt x="600" y="2133"/>
                              </a:lnTo>
                              <a:lnTo>
                                <a:pt x="587" y="2127"/>
                              </a:lnTo>
                              <a:lnTo>
                                <a:pt x="581" y="2123"/>
                              </a:lnTo>
                              <a:lnTo>
                                <a:pt x="575" y="2120"/>
                              </a:lnTo>
                              <a:lnTo>
                                <a:pt x="563" y="2111"/>
                              </a:lnTo>
                              <a:lnTo>
                                <a:pt x="558" y="2106"/>
                              </a:lnTo>
                              <a:lnTo>
                                <a:pt x="553" y="2101"/>
                              </a:lnTo>
                              <a:lnTo>
                                <a:pt x="543" y="2091"/>
                              </a:lnTo>
                              <a:lnTo>
                                <a:pt x="539" y="2085"/>
                              </a:lnTo>
                              <a:lnTo>
                                <a:pt x="534" y="2079"/>
                              </a:lnTo>
                              <a:lnTo>
                                <a:pt x="531" y="2073"/>
                              </a:lnTo>
                              <a:lnTo>
                                <a:pt x="527" y="2067"/>
                              </a:lnTo>
                              <a:lnTo>
                                <a:pt x="524" y="2061"/>
                              </a:lnTo>
                              <a:lnTo>
                                <a:pt x="521" y="2054"/>
                              </a:lnTo>
                              <a:lnTo>
                                <a:pt x="518" y="2047"/>
                              </a:lnTo>
                              <a:lnTo>
                                <a:pt x="516" y="2040"/>
                              </a:lnTo>
                              <a:lnTo>
                                <a:pt x="512" y="2026"/>
                              </a:lnTo>
                              <a:lnTo>
                                <a:pt x="511" y="2019"/>
                              </a:lnTo>
                              <a:lnTo>
                                <a:pt x="510" y="2011"/>
                              </a:lnTo>
                              <a:lnTo>
                                <a:pt x="509" y="2004"/>
                              </a:lnTo>
                              <a:lnTo>
                                <a:pt x="509" y="1996"/>
                              </a:lnTo>
                              <a:lnTo>
                                <a:pt x="509" y="1989"/>
                              </a:lnTo>
                              <a:lnTo>
                                <a:pt x="510" y="1981"/>
                              </a:lnTo>
                              <a:lnTo>
                                <a:pt x="511" y="1974"/>
                              </a:lnTo>
                              <a:lnTo>
                                <a:pt x="512" y="1966"/>
                              </a:lnTo>
                              <a:lnTo>
                                <a:pt x="516" y="1952"/>
                              </a:lnTo>
                              <a:lnTo>
                                <a:pt x="518" y="1945"/>
                              </a:lnTo>
                              <a:lnTo>
                                <a:pt x="521" y="1938"/>
                              </a:lnTo>
                              <a:lnTo>
                                <a:pt x="527" y="1925"/>
                              </a:lnTo>
                              <a:lnTo>
                                <a:pt x="531" y="1919"/>
                              </a:lnTo>
                              <a:lnTo>
                                <a:pt x="534" y="1913"/>
                              </a:lnTo>
                              <a:lnTo>
                                <a:pt x="543" y="1902"/>
                              </a:lnTo>
                              <a:lnTo>
                                <a:pt x="548" y="1896"/>
                              </a:lnTo>
                              <a:lnTo>
                                <a:pt x="553" y="1891"/>
                              </a:lnTo>
                              <a:lnTo>
                                <a:pt x="563" y="1881"/>
                              </a:lnTo>
                              <a:lnTo>
                                <a:pt x="569" y="1877"/>
                              </a:lnTo>
                              <a:lnTo>
                                <a:pt x="575" y="1873"/>
                              </a:lnTo>
                              <a:lnTo>
                                <a:pt x="581" y="1869"/>
                              </a:lnTo>
                              <a:lnTo>
                                <a:pt x="587" y="1865"/>
                              </a:lnTo>
                              <a:lnTo>
                                <a:pt x="593" y="1862"/>
                              </a:lnTo>
                              <a:lnTo>
                                <a:pt x="600" y="1859"/>
                              </a:lnTo>
                              <a:lnTo>
                                <a:pt x="607" y="1857"/>
                              </a:lnTo>
                              <a:lnTo>
                                <a:pt x="614" y="1854"/>
                              </a:lnTo>
                              <a:lnTo>
                                <a:pt x="628" y="1851"/>
                              </a:lnTo>
                              <a:lnTo>
                                <a:pt x="635" y="1849"/>
                              </a:lnTo>
                              <a:lnTo>
                                <a:pt x="643" y="1848"/>
                              </a:lnTo>
                              <a:lnTo>
                                <a:pt x="658" y="1847"/>
                              </a:lnTo>
                              <a:lnTo>
                                <a:pt x="672" y="1848"/>
                              </a:lnTo>
                              <a:lnTo>
                                <a:pt x="679" y="1849"/>
                              </a:lnTo>
                              <a:lnTo>
                                <a:pt x="686" y="1850"/>
                              </a:lnTo>
                              <a:lnTo>
                                <a:pt x="693" y="1852"/>
                              </a:lnTo>
                              <a:lnTo>
                                <a:pt x="699" y="1853"/>
                              </a:lnTo>
                              <a:lnTo>
                                <a:pt x="706" y="1855"/>
                              </a:lnTo>
                              <a:lnTo>
                                <a:pt x="712" y="1858"/>
                              </a:lnTo>
                              <a:lnTo>
                                <a:pt x="725" y="1863"/>
                              </a:lnTo>
                              <a:lnTo>
                                <a:pt x="736" y="1870"/>
                              </a:lnTo>
                              <a:lnTo>
                                <a:pt x="747" y="1877"/>
                              </a:lnTo>
                              <a:lnTo>
                                <a:pt x="758" y="1886"/>
                              </a:lnTo>
                              <a:lnTo>
                                <a:pt x="795" y="1868"/>
                              </a:lnTo>
                              <a:lnTo>
                                <a:pt x="832" y="1850"/>
                              </a:lnTo>
                              <a:lnTo>
                                <a:pt x="910" y="1814"/>
                              </a:lnTo>
                              <a:lnTo>
                                <a:pt x="989" y="1779"/>
                              </a:lnTo>
                              <a:lnTo>
                                <a:pt x="1030" y="1762"/>
                              </a:lnTo>
                              <a:lnTo>
                                <a:pt x="1071" y="1745"/>
                              </a:lnTo>
                              <a:lnTo>
                                <a:pt x="1154" y="1712"/>
                              </a:lnTo>
                              <a:lnTo>
                                <a:pt x="1196" y="1696"/>
                              </a:lnTo>
                              <a:lnTo>
                                <a:pt x="1238" y="1680"/>
                              </a:lnTo>
                              <a:lnTo>
                                <a:pt x="1281" y="1664"/>
                              </a:lnTo>
                              <a:lnTo>
                                <a:pt x="1324" y="1649"/>
                              </a:lnTo>
                              <a:lnTo>
                                <a:pt x="1367" y="1633"/>
                              </a:lnTo>
                              <a:lnTo>
                                <a:pt x="1411" y="1619"/>
                              </a:lnTo>
                              <a:lnTo>
                                <a:pt x="1411" y="1611"/>
                              </a:lnTo>
                              <a:lnTo>
                                <a:pt x="1412" y="1604"/>
                              </a:lnTo>
                              <a:lnTo>
                                <a:pt x="1415" y="1590"/>
                              </a:lnTo>
                              <a:lnTo>
                                <a:pt x="1417" y="1584"/>
                              </a:lnTo>
                              <a:lnTo>
                                <a:pt x="1420" y="1577"/>
                              </a:lnTo>
                              <a:lnTo>
                                <a:pt x="1422" y="1571"/>
                              </a:lnTo>
                              <a:lnTo>
                                <a:pt x="1425" y="1564"/>
                              </a:lnTo>
                              <a:lnTo>
                                <a:pt x="1431" y="1552"/>
                              </a:lnTo>
                              <a:lnTo>
                                <a:pt x="1435" y="1546"/>
                              </a:lnTo>
                              <a:lnTo>
                                <a:pt x="1439" y="1541"/>
                              </a:lnTo>
                              <a:lnTo>
                                <a:pt x="1448" y="1530"/>
                              </a:lnTo>
                              <a:lnTo>
                                <a:pt x="1452" y="1525"/>
                              </a:lnTo>
                              <a:lnTo>
                                <a:pt x="1457" y="1520"/>
                              </a:lnTo>
                              <a:lnTo>
                                <a:pt x="1468" y="1511"/>
                              </a:lnTo>
                              <a:lnTo>
                                <a:pt x="1473" y="1507"/>
                              </a:lnTo>
                              <a:lnTo>
                                <a:pt x="1479" y="1503"/>
                              </a:lnTo>
                              <a:lnTo>
                                <a:pt x="1491" y="1497"/>
                              </a:lnTo>
                              <a:lnTo>
                                <a:pt x="1503" y="1491"/>
                              </a:lnTo>
                              <a:lnTo>
                                <a:pt x="1510" y="1488"/>
                              </a:lnTo>
                              <a:lnTo>
                                <a:pt x="1517" y="1486"/>
                              </a:lnTo>
                              <a:lnTo>
                                <a:pt x="1530" y="1483"/>
                              </a:lnTo>
                              <a:lnTo>
                                <a:pt x="1537" y="1482"/>
                              </a:lnTo>
                              <a:lnTo>
                                <a:pt x="1544" y="1481"/>
                              </a:lnTo>
                              <a:lnTo>
                                <a:pt x="1559" y="1480"/>
                              </a:lnTo>
                              <a:lnTo>
                                <a:pt x="1568" y="1480"/>
                              </a:lnTo>
                              <a:lnTo>
                                <a:pt x="1577" y="1481"/>
                              </a:lnTo>
                              <a:lnTo>
                                <a:pt x="1585" y="1482"/>
                              </a:lnTo>
                              <a:lnTo>
                                <a:pt x="1594" y="1484"/>
                              </a:lnTo>
                              <a:lnTo>
                                <a:pt x="1602" y="1486"/>
                              </a:lnTo>
                              <a:lnTo>
                                <a:pt x="1610" y="1489"/>
                              </a:lnTo>
                              <a:lnTo>
                                <a:pt x="1618" y="1492"/>
                              </a:lnTo>
                              <a:lnTo>
                                <a:pt x="1625" y="1496"/>
                              </a:lnTo>
                              <a:lnTo>
                                <a:pt x="1633" y="1499"/>
                              </a:lnTo>
                              <a:lnTo>
                                <a:pt x="1640" y="1504"/>
                              </a:lnTo>
                              <a:lnTo>
                                <a:pt x="1647" y="1508"/>
                              </a:lnTo>
                              <a:lnTo>
                                <a:pt x="1653" y="1514"/>
                              </a:lnTo>
                              <a:lnTo>
                                <a:pt x="1660" y="1519"/>
                              </a:lnTo>
                              <a:lnTo>
                                <a:pt x="1665" y="1525"/>
                              </a:lnTo>
                              <a:lnTo>
                                <a:pt x="1671" y="1531"/>
                              </a:lnTo>
                              <a:lnTo>
                                <a:pt x="1676" y="1537"/>
                              </a:lnTo>
                              <a:lnTo>
                                <a:pt x="1745" y="1519"/>
                              </a:lnTo>
                              <a:lnTo>
                                <a:pt x="1813" y="1502"/>
                              </a:lnTo>
                              <a:lnTo>
                                <a:pt x="1848" y="1493"/>
                              </a:lnTo>
                              <a:lnTo>
                                <a:pt x="1882" y="1485"/>
                              </a:lnTo>
                              <a:lnTo>
                                <a:pt x="1915" y="1478"/>
                              </a:lnTo>
                              <a:lnTo>
                                <a:pt x="1949" y="1471"/>
                              </a:lnTo>
                              <a:lnTo>
                                <a:pt x="2016" y="1457"/>
                              </a:lnTo>
                              <a:lnTo>
                                <a:pt x="2082" y="1445"/>
                              </a:lnTo>
                              <a:lnTo>
                                <a:pt x="2115" y="1439"/>
                              </a:lnTo>
                              <a:lnTo>
                                <a:pt x="2148" y="1434"/>
                              </a:lnTo>
                              <a:lnTo>
                                <a:pt x="2180" y="1429"/>
                              </a:lnTo>
                              <a:lnTo>
                                <a:pt x="2212" y="1425"/>
                              </a:lnTo>
                              <a:lnTo>
                                <a:pt x="2216" y="1413"/>
                              </a:lnTo>
                              <a:lnTo>
                                <a:pt x="2218" y="1407"/>
                              </a:lnTo>
                              <a:lnTo>
                                <a:pt x="2220" y="1402"/>
                              </a:lnTo>
                              <a:lnTo>
                                <a:pt x="2226" y="1391"/>
                              </a:lnTo>
                              <a:lnTo>
                                <a:pt x="2232" y="1381"/>
                              </a:lnTo>
                              <a:lnTo>
                                <a:pt x="2239" y="1371"/>
                              </a:lnTo>
                              <a:lnTo>
                                <a:pt x="2247" y="1362"/>
                              </a:lnTo>
                              <a:lnTo>
                                <a:pt x="2255" y="1353"/>
                              </a:lnTo>
                              <a:lnTo>
                                <a:pt x="2265" y="1345"/>
                              </a:lnTo>
                              <a:lnTo>
                                <a:pt x="2274" y="1338"/>
                              </a:lnTo>
                              <a:lnTo>
                                <a:pt x="2285" y="1332"/>
                              </a:lnTo>
                              <a:lnTo>
                                <a:pt x="2296" y="1327"/>
                              </a:lnTo>
                              <a:lnTo>
                                <a:pt x="2307" y="1322"/>
                              </a:lnTo>
                              <a:lnTo>
                                <a:pt x="2319" y="1318"/>
                              </a:lnTo>
                              <a:lnTo>
                                <a:pt x="2331" y="1316"/>
                              </a:lnTo>
                              <a:lnTo>
                                <a:pt x="2337" y="1315"/>
                              </a:lnTo>
                              <a:lnTo>
                                <a:pt x="2344" y="1314"/>
                              </a:lnTo>
                              <a:lnTo>
                                <a:pt x="2356" y="1314"/>
                              </a:lnTo>
                              <a:lnTo>
                                <a:pt x="2372" y="1314"/>
                              </a:lnTo>
                              <a:lnTo>
                                <a:pt x="2379" y="1315"/>
                              </a:lnTo>
                              <a:lnTo>
                                <a:pt x="2386" y="1317"/>
                              </a:lnTo>
                              <a:lnTo>
                                <a:pt x="2401" y="1320"/>
                              </a:lnTo>
                              <a:lnTo>
                                <a:pt x="2408" y="1323"/>
                              </a:lnTo>
                              <a:lnTo>
                                <a:pt x="2414" y="1325"/>
                              </a:lnTo>
                              <a:lnTo>
                                <a:pt x="2427" y="1332"/>
                              </a:lnTo>
                              <a:lnTo>
                                <a:pt x="2434" y="1335"/>
                              </a:lnTo>
                              <a:lnTo>
                                <a:pt x="2440" y="1339"/>
                              </a:lnTo>
                              <a:lnTo>
                                <a:pt x="2451" y="1348"/>
                              </a:lnTo>
                              <a:lnTo>
                                <a:pt x="2456" y="1352"/>
                              </a:lnTo>
                              <a:lnTo>
                                <a:pt x="2462" y="1357"/>
                              </a:lnTo>
                              <a:lnTo>
                                <a:pt x="2471" y="1368"/>
                              </a:lnTo>
                              <a:lnTo>
                                <a:pt x="2476" y="1373"/>
                              </a:lnTo>
                              <a:lnTo>
                                <a:pt x="2480" y="1379"/>
                              </a:lnTo>
                              <a:lnTo>
                                <a:pt x="2484" y="1385"/>
                              </a:lnTo>
                              <a:lnTo>
                                <a:pt x="2487" y="1392"/>
                              </a:lnTo>
                              <a:lnTo>
                                <a:pt x="2490" y="1398"/>
                              </a:lnTo>
                              <a:lnTo>
                                <a:pt x="2493" y="1405"/>
                              </a:lnTo>
                              <a:lnTo>
                                <a:pt x="2496" y="1411"/>
                              </a:lnTo>
                              <a:lnTo>
                                <a:pt x="2498" y="1418"/>
                              </a:lnTo>
                              <a:lnTo>
                                <a:pt x="2502" y="1432"/>
                              </a:lnTo>
                              <a:lnTo>
                                <a:pt x="2503" y="1440"/>
                              </a:lnTo>
                              <a:lnTo>
                                <a:pt x="2504" y="1447"/>
                              </a:lnTo>
                              <a:lnTo>
                                <a:pt x="2505" y="1455"/>
                              </a:lnTo>
                              <a:lnTo>
                                <a:pt x="2505" y="1462"/>
                              </a:lnTo>
                              <a:lnTo>
                                <a:pt x="2505" y="1470"/>
                              </a:lnTo>
                              <a:lnTo>
                                <a:pt x="2504" y="1478"/>
                              </a:lnTo>
                              <a:lnTo>
                                <a:pt x="2503" y="1485"/>
                              </a:lnTo>
                              <a:lnTo>
                                <a:pt x="2502" y="1492"/>
                              </a:lnTo>
                              <a:lnTo>
                                <a:pt x="2498" y="1507"/>
                              </a:lnTo>
                              <a:lnTo>
                                <a:pt x="2496" y="1514"/>
                              </a:lnTo>
                              <a:lnTo>
                                <a:pt x="2493" y="1520"/>
                              </a:lnTo>
                              <a:lnTo>
                                <a:pt x="2487" y="1533"/>
                              </a:lnTo>
                              <a:lnTo>
                                <a:pt x="2484" y="1540"/>
                              </a:lnTo>
                              <a:lnTo>
                                <a:pt x="2480" y="1546"/>
                              </a:lnTo>
                              <a:lnTo>
                                <a:pt x="2471" y="1557"/>
                              </a:lnTo>
                              <a:lnTo>
                                <a:pt x="2466" y="1562"/>
                              </a:lnTo>
                              <a:lnTo>
                                <a:pt x="2462" y="1568"/>
                              </a:lnTo>
                              <a:lnTo>
                                <a:pt x="2451" y="1577"/>
                              </a:lnTo>
                              <a:lnTo>
                                <a:pt x="2445" y="1582"/>
                              </a:lnTo>
                              <a:lnTo>
                                <a:pt x="2440" y="1586"/>
                              </a:lnTo>
                              <a:lnTo>
                                <a:pt x="2434" y="1590"/>
                              </a:lnTo>
                              <a:lnTo>
                                <a:pt x="2427" y="1593"/>
                              </a:lnTo>
                              <a:lnTo>
                                <a:pt x="2421" y="1597"/>
                              </a:lnTo>
                              <a:lnTo>
                                <a:pt x="2414" y="1600"/>
                              </a:lnTo>
                              <a:lnTo>
                                <a:pt x="2408" y="1602"/>
                              </a:lnTo>
                              <a:lnTo>
                                <a:pt x="2401" y="1605"/>
                              </a:lnTo>
                              <a:lnTo>
                                <a:pt x="2386" y="1608"/>
                              </a:lnTo>
                              <a:lnTo>
                                <a:pt x="2379" y="1610"/>
                              </a:lnTo>
                              <a:lnTo>
                                <a:pt x="2372" y="1610"/>
                              </a:lnTo>
                              <a:lnTo>
                                <a:pt x="2356" y="1611"/>
                              </a:lnTo>
                              <a:lnTo>
                                <a:pt x="2347" y="1611"/>
                              </a:lnTo>
                              <a:lnTo>
                                <a:pt x="2337" y="1610"/>
                              </a:lnTo>
                              <a:lnTo>
                                <a:pt x="2327" y="1608"/>
                              </a:lnTo>
                              <a:lnTo>
                                <a:pt x="2323" y="1607"/>
                              </a:lnTo>
                              <a:lnTo>
                                <a:pt x="2318" y="1606"/>
                              </a:lnTo>
                              <a:lnTo>
                                <a:pt x="2319" y="1614"/>
                              </a:lnTo>
                              <a:lnTo>
                                <a:pt x="2321" y="1622"/>
                              </a:lnTo>
                              <a:lnTo>
                                <a:pt x="2321" y="1637"/>
                              </a:lnTo>
                              <a:lnTo>
                                <a:pt x="2321" y="1645"/>
                              </a:lnTo>
                              <a:lnTo>
                                <a:pt x="2321" y="1653"/>
                              </a:lnTo>
                              <a:lnTo>
                                <a:pt x="2320" y="1660"/>
                              </a:lnTo>
                              <a:lnTo>
                                <a:pt x="2318" y="1667"/>
                              </a:lnTo>
                              <a:lnTo>
                                <a:pt x="2315" y="1682"/>
                              </a:lnTo>
                              <a:lnTo>
                                <a:pt x="2312" y="1689"/>
                              </a:lnTo>
                              <a:lnTo>
                                <a:pt x="2310" y="1695"/>
                              </a:lnTo>
                              <a:lnTo>
                                <a:pt x="2303" y="1708"/>
                              </a:lnTo>
                              <a:lnTo>
                                <a:pt x="2300" y="1715"/>
                              </a:lnTo>
                              <a:lnTo>
                                <a:pt x="2296" y="1721"/>
                              </a:lnTo>
                              <a:lnTo>
                                <a:pt x="2287" y="1732"/>
                              </a:lnTo>
                              <a:lnTo>
                                <a:pt x="2283" y="1737"/>
                              </a:lnTo>
                              <a:lnTo>
                                <a:pt x="2278" y="1743"/>
                              </a:lnTo>
                              <a:lnTo>
                                <a:pt x="2267" y="1752"/>
                              </a:lnTo>
                              <a:lnTo>
                                <a:pt x="2262" y="1757"/>
                              </a:lnTo>
                              <a:lnTo>
                                <a:pt x="2256" y="1761"/>
                              </a:lnTo>
                              <a:lnTo>
                                <a:pt x="2250" y="1765"/>
                              </a:lnTo>
                              <a:lnTo>
                                <a:pt x="2244" y="1768"/>
                              </a:lnTo>
                              <a:lnTo>
                                <a:pt x="2237" y="1772"/>
                              </a:lnTo>
                              <a:lnTo>
                                <a:pt x="2231" y="1775"/>
                              </a:lnTo>
                              <a:lnTo>
                                <a:pt x="2224" y="1777"/>
                              </a:lnTo>
                              <a:lnTo>
                                <a:pt x="2217" y="1780"/>
                              </a:lnTo>
                              <a:lnTo>
                                <a:pt x="2203" y="1783"/>
                              </a:lnTo>
                              <a:lnTo>
                                <a:pt x="2195" y="1785"/>
                              </a:lnTo>
                              <a:lnTo>
                                <a:pt x="2188" y="1785"/>
                              </a:lnTo>
                              <a:lnTo>
                                <a:pt x="2173" y="1786"/>
                              </a:lnTo>
                              <a:lnTo>
                                <a:pt x="2157" y="1785"/>
                              </a:lnTo>
                              <a:lnTo>
                                <a:pt x="2149" y="1784"/>
                              </a:lnTo>
                              <a:lnTo>
                                <a:pt x="2142" y="1783"/>
                              </a:lnTo>
                              <a:lnTo>
                                <a:pt x="2134" y="1781"/>
                              </a:lnTo>
                              <a:lnTo>
                                <a:pt x="2127" y="1779"/>
                              </a:lnTo>
                              <a:lnTo>
                                <a:pt x="2120" y="1777"/>
                              </a:lnTo>
                              <a:lnTo>
                                <a:pt x="2113" y="1774"/>
                              </a:lnTo>
                              <a:lnTo>
                                <a:pt x="2106" y="1771"/>
                              </a:lnTo>
                              <a:lnTo>
                                <a:pt x="2100" y="1767"/>
                              </a:lnTo>
                              <a:lnTo>
                                <a:pt x="2093" y="1763"/>
                              </a:lnTo>
                              <a:lnTo>
                                <a:pt x="2087" y="1759"/>
                              </a:lnTo>
                              <a:lnTo>
                                <a:pt x="2075" y="1750"/>
                              </a:lnTo>
                              <a:lnTo>
                                <a:pt x="2070" y="1745"/>
                              </a:lnTo>
                              <a:lnTo>
                                <a:pt x="2065" y="1740"/>
                              </a:lnTo>
                              <a:lnTo>
                                <a:pt x="1996" y="1772"/>
                              </a:lnTo>
                              <a:lnTo>
                                <a:pt x="1956" y="1790"/>
                              </a:lnTo>
                              <a:lnTo>
                                <a:pt x="1914" y="1811"/>
                              </a:lnTo>
                              <a:lnTo>
                                <a:pt x="1892" y="1822"/>
                              </a:lnTo>
                              <a:lnTo>
                                <a:pt x="1869" y="1833"/>
                              </a:lnTo>
                              <a:lnTo>
                                <a:pt x="1821" y="1857"/>
                              </a:lnTo>
                              <a:lnTo>
                                <a:pt x="1770" y="1884"/>
                              </a:lnTo>
                              <a:lnTo>
                                <a:pt x="1717" y="1912"/>
                              </a:lnTo>
                              <a:lnTo>
                                <a:pt x="1685" y="1930"/>
                              </a:lnTo>
                              <a:lnTo>
                                <a:pt x="1651" y="1948"/>
                              </a:lnTo>
                              <a:lnTo>
                                <a:pt x="1583" y="1987"/>
                              </a:lnTo>
                              <a:lnTo>
                                <a:pt x="1584" y="1994"/>
                              </a:lnTo>
                              <a:lnTo>
                                <a:pt x="1585" y="2000"/>
                              </a:lnTo>
                              <a:lnTo>
                                <a:pt x="1585" y="2007"/>
                              </a:lnTo>
                              <a:lnTo>
                                <a:pt x="1585" y="2014"/>
                              </a:lnTo>
                              <a:lnTo>
                                <a:pt x="1585" y="2021"/>
                              </a:lnTo>
                              <a:lnTo>
                                <a:pt x="1585" y="2029"/>
                              </a:lnTo>
                              <a:lnTo>
                                <a:pt x="1584" y="2036"/>
                              </a:lnTo>
                              <a:lnTo>
                                <a:pt x="1582" y="2044"/>
                              </a:lnTo>
                              <a:lnTo>
                                <a:pt x="1579" y="2058"/>
                              </a:lnTo>
                              <a:lnTo>
                                <a:pt x="1576" y="2065"/>
                              </a:lnTo>
                              <a:lnTo>
                                <a:pt x="1574" y="2072"/>
                              </a:lnTo>
                              <a:lnTo>
                                <a:pt x="1567" y="2085"/>
                              </a:lnTo>
                              <a:lnTo>
                                <a:pt x="1564" y="2091"/>
                              </a:lnTo>
                              <a:lnTo>
                                <a:pt x="1560" y="2097"/>
                              </a:lnTo>
                              <a:lnTo>
                                <a:pt x="1551" y="2108"/>
                              </a:lnTo>
                              <a:lnTo>
                                <a:pt x="1547" y="2114"/>
                              </a:lnTo>
                              <a:lnTo>
                                <a:pt x="1542" y="2119"/>
                              </a:lnTo>
                              <a:lnTo>
                                <a:pt x="1531" y="2129"/>
                              </a:lnTo>
                              <a:lnTo>
                                <a:pt x="1526" y="2133"/>
                              </a:lnTo>
                              <a:lnTo>
                                <a:pt x="1520" y="2137"/>
                              </a:lnTo>
                              <a:lnTo>
                                <a:pt x="1514" y="2141"/>
                              </a:lnTo>
                              <a:lnTo>
                                <a:pt x="1507" y="2145"/>
                              </a:lnTo>
                              <a:lnTo>
                                <a:pt x="1501" y="2148"/>
                              </a:lnTo>
                              <a:lnTo>
                                <a:pt x="1494" y="2151"/>
                              </a:lnTo>
                              <a:lnTo>
                                <a:pt x="1488" y="2153"/>
                              </a:lnTo>
                              <a:lnTo>
                                <a:pt x="1481" y="2156"/>
                              </a:lnTo>
                              <a:lnTo>
                                <a:pt x="1467" y="2159"/>
                              </a:lnTo>
                              <a:lnTo>
                                <a:pt x="1459" y="2161"/>
                              </a:lnTo>
                              <a:lnTo>
                                <a:pt x="1452" y="2162"/>
                              </a:lnTo>
                              <a:lnTo>
                                <a:pt x="1437" y="2163"/>
                              </a:lnTo>
                              <a:lnTo>
                                <a:pt x="1424" y="2162"/>
                              </a:lnTo>
                              <a:lnTo>
                                <a:pt x="1418" y="2161"/>
                              </a:lnTo>
                              <a:lnTo>
                                <a:pt x="1412" y="2160"/>
                              </a:lnTo>
                              <a:lnTo>
                                <a:pt x="1400" y="2158"/>
                              </a:lnTo>
                              <a:lnTo>
                                <a:pt x="1388" y="2154"/>
                              </a:lnTo>
                              <a:lnTo>
                                <a:pt x="1377" y="2150"/>
                              </a:lnTo>
                              <a:lnTo>
                                <a:pt x="1371" y="2148"/>
                              </a:lnTo>
                              <a:lnTo>
                                <a:pt x="1366" y="2145"/>
                              </a:lnTo>
                              <a:lnTo>
                                <a:pt x="1356" y="2139"/>
                              </a:lnTo>
                              <a:lnTo>
                                <a:pt x="1346" y="2132"/>
                              </a:lnTo>
                              <a:lnTo>
                                <a:pt x="1314" y="2153"/>
                              </a:lnTo>
                              <a:lnTo>
                                <a:pt x="1281" y="2175"/>
                              </a:lnTo>
                              <a:lnTo>
                                <a:pt x="1215" y="2220"/>
                              </a:lnTo>
                              <a:lnTo>
                                <a:pt x="1148" y="2267"/>
                              </a:lnTo>
                              <a:lnTo>
                                <a:pt x="1081" y="2316"/>
                              </a:lnTo>
                              <a:lnTo>
                                <a:pt x="1047" y="2341"/>
                              </a:lnTo>
                              <a:lnTo>
                                <a:pt x="1012" y="2367"/>
                              </a:lnTo>
                              <a:lnTo>
                                <a:pt x="978" y="2393"/>
                              </a:lnTo>
                              <a:lnTo>
                                <a:pt x="944" y="2420"/>
                              </a:lnTo>
                              <a:lnTo>
                                <a:pt x="909" y="2447"/>
                              </a:lnTo>
                              <a:lnTo>
                                <a:pt x="875" y="2475"/>
                              </a:lnTo>
                              <a:lnTo>
                                <a:pt x="841" y="2503"/>
                              </a:lnTo>
                              <a:lnTo>
                                <a:pt x="806" y="2532"/>
                              </a:lnTo>
                              <a:lnTo>
                                <a:pt x="810" y="2544"/>
                              </a:lnTo>
                              <a:lnTo>
                                <a:pt x="813" y="2557"/>
                              </a:lnTo>
                              <a:lnTo>
                                <a:pt x="815" y="2570"/>
                              </a:lnTo>
                              <a:lnTo>
                                <a:pt x="815" y="2577"/>
                              </a:lnTo>
                              <a:lnTo>
                                <a:pt x="815" y="2584"/>
                              </a:lnTo>
                              <a:lnTo>
                                <a:pt x="815" y="2591"/>
                              </a:lnTo>
                              <a:lnTo>
                                <a:pt x="815" y="2599"/>
                              </a:lnTo>
                              <a:lnTo>
                                <a:pt x="814" y="2606"/>
                              </a:lnTo>
                              <a:lnTo>
                                <a:pt x="812" y="2614"/>
                              </a:lnTo>
                              <a:lnTo>
                                <a:pt x="809" y="2628"/>
                              </a:lnTo>
                              <a:lnTo>
                                <a:pt x="806" y="2635"/>
                              </a:lnTo>
                              <a:lnTo>
                                <a:pt x="804" y="2641"/>
                              </a:lnTo>
                              <a:lnTo>
                                <a:pt x="797" y="2654"/>
                              </a:lnTo>
                              <a:lnTo>
                                <a:pt x="794" y="2661"/>
                              </a:lnTo>
                              <a:lnTo>
                                <a:pt x="790" y="2667"/>
                              </a:lnTo>
                              <a:lnTo>
                                <a:pt x="781" y="2678"/>
                              </a:lnTo>
                              <a:lnTo>
                                <a:pt x="777" y="2684"/>
                              </a:lnTo>
                              <a:lnTo>
                                <a:pt x="772" y="2689"/>
                              </a:lnTo>
                              <a:lnTo>
                                <a:pt x="761" y="2698"/>
                              </a:lnTo>
                              <a:lnTo>
                                <a:pt x="756" y="2703"/>
                              </a:lnTo>
                              <a:lnTo>
                                <a:pt x="750" y="2707"/>
                              </a:lnTo>
                              <a:lnTo>
                                <a:pt x="744" y="2711"/>
                              </a:lnTo>
                              <a:lnTo>
                                <a:pt x="737" y="2714"/>
                              </a:lnTo>
                              <a:lnTo>
                                <a:pt x="731" y="2718"/>
                              </a:lnTo>
                              <a:lnTo>
                                <a:pt x="724" y="2721"/>
                              </a:lnTo>
                              <a:lnTo>
                                <a:pt x="718" y="2723"/>
                              </a:lnTo>
                              <a:lnTo>
                                <a:pt x="711" y="2726"/>
                              </a:lnTo>
                              <a:lnTo>
                                <a:pt x="696" y="2729"/>
                              </a:lnTo>
                              <a:lnTo>
                                <a:pt x="689" y="2731"/>
                              </a:lnTo>
                              <a:lnTo>
                                <a:pt x="682" y="2732"/>
                              </a:lnTo>
                              <a:lnTo>
                                <a:pt x="667" y="2732"/>
                              </a:lnTo>
                              <a:lnTo>
                                <a:pt x="651" y="2732"/>
                              </a:lnTo>
                              <a:lnTo>
                                <a:pt x="644" y="2731"/>
                              </a:lnTo>
                              <a:lnTo>
                                <a:pt x="637" y="2729"/>
                              </a:lnTo>
                              <a:lnTo>
                                <a:pt x="622" y="2726"/>
                              </a:lnTo>
                              <a:lnTo>
                                <a:pt x="615" y="2723"/>
                              </a:lnTo>
                              <a:lnTo>
                                <a:pt x="609" y="2721"/>
                              </a:lnTo>
                              <a:lnTo>
                                <a:pt x="596" y="2714"/>
                              </a:lnTo>
                              <a:lnTo>
                                <a:pt x="589" y="2711"/>
                              </a:lnTo>
                              <a:lnTo>
                                <a:pt x="583" y="2707"/>
                              </a:lnTo>
                              <a:lnTo>
                                <a:pt x="572" y="2698"/>
                              </a:lnTo>
                              <a:lnTo>
                                <a:pt x="566" y="2694"/>
                              </a:lnTo>
                              <a:lnTo>
                                <a:pt x="561" y="2689"/>
                              </a:lnTo>
                              <a:lnTo>
                                <a:pt x="552" y="2678"/>
                              </a:lnTo>
                              <a:lnTo>
                                <a:pt x="547" y="2673"/>
                              </a:lnTo>
                              <a:lnTo>
                                <a:pt x="543" y="2667"/>
                              </a:lnTo>
                              <a:lnTo>
                                <a:pt x="539" y="2661"/>
                              </a:lnTo>
                              <a:lnTo>
                                <a:pt x="536" y="2654"/>
                              </a:lnTo>
                              <a:lnTo>
                                <a:pt x="532" y="2648"/>
                              </a:lnTo>
                              <a:lnTo>
                                <a:pt x="529" y="2641"/>
                              </a:lnTo>
                              <a:lnTo>
                                <a:pt x="527" y="2635"/>
                              </a:lnTo>
                              <a:lnTo>
                                <a:pt x="524" y="2628"/>
                              </a:lnTo>
                              <a:lnTo>
                                <a:pt x="521" y="2614"/>
                              </a:lnTo>
                              <a:lnTo>
                                <a:pt x="519" y="2606"/>
                              </a:lnTo>
                              <a:lnTo>
                                <a:pt x="519" y="2599"/>
                              </a:lnTo>
                              <a:lnTo>
                                <a:pt x="518" y="2591"/>
                              </a:lnTo>
                              <a:lnTo>
                                <a:pt x="518" y="2584"/>
                              </a:lnTo>
                              <a:lnTo>
                                <a:pt x="518" y="2576"/>
                              </a:lnTo>
                              <a:lnTo>
                                <a:pt x="519" y="2568"/>
                              </a:lnTo>
                              <a:lnTo>
                                <a:pt x="519" y="2561"/>
                              </a:lnTo>
                              <a:lnTo>
                                <a:pt x="521" y="2554"/>
                              </a:lnTo>
                              <a:lnTo>
                                <a:pt x="524" y="2539"/>
                              </a:lnTo>
                              <a:lnTo>
                                <a:pt x="527" y="2532"/>
                              </a:lnTo>
                              <a:lnTo>
                                <a:pt x="529" y="2526"/>
                              </a:lnTo>
                              <a:lnTo>
                                <a:pt x="536" y="2513"/>
                              </a:lnTo>
                              <a:lnTo>
                                <a:pt x="539" y="2506"/>
                              </a:lnTo>
                              <a:lnTo>
                                <a:pt x="543" y="2500"/>
                              </a:lnTo>
                              <a:lnTo>
                                <a:pt x="552" y="2489"/>
                              </a:lnTo>
                              <a:lnTo>
                                <a:pt x="556" y="2484"/>
                              </a:lnTo>
                              <a:lnTo>
                                <a:pt x="561" y="2478"/>
                              </a:lnTo>
                              <a:lnTo>
                                <a:pt x="572" y="2469"/>
                              </a:lnTo>
                              <a:lnTo>
                                <a:pt x="578" y="2464"/>
                              </a:lnTo>
                              <a:lnTo>
                                <a:pt x="583" y="2460"/>
                              </a:lnTo>
                              <a:lnTo>
                                <a:pt x="589" y="2456"/>
                              </a:lnTo>
                              <a:lnTo>
                                <a:pt x="596" y="2453"/>
                              </a:lnTo>
                              <a:lnTo>
                                <a:pt x="602" y="2449"/>
                              </a:lnTo>
                              <a:lnTo>
                                <a:pt x="609" y="2446"/>
                              </a:lnTo>
                              <a:lnTo>
                                <a:pt x="615" y="2444"/>
                              </a:lnTo>
                              <a:lnTo>
                                <a:pt x="622" y="2441"/>
                              </a:lnTo>
                              <a:lnTo>
                                <a:pt x="637" y="2438"/>
                              </a:lnTo>
                              <a:lnTo>
                                <a:pt x="644" y="2436"/>
                              </a:lnTo>
                              <a:lnTo>
                                <a:pt x="651" y="2436"/>
                              </a:lnTo>
                              <a:lnTo>
                                <a:pt x="667" y="2435"/>
                              </a:lnTo>
                              <a:lnTo>
                                <a:pt x="676" y="2435"/>
                              </a:lnTo>
                              <a:lnTo>
                                <a:pt x="685" y="2436"/>
                              </a:lnTo>
                              <a:lnTo>
                                <a:pt x="695" y="2437"/>
                              </a:lnTo>
                              <a:lnTo>
                                <a:pt x="704" y="2439"/>
                              </a:lnTo>
                              <a:lnTo>
                                <a:pt x="712" y="2442"/>
                              </a:lnTo>
                              <a:lnTo>
                                <a:pt x="721" y="2445"/>
                              </a:lnTo>
                              <a:lnTo>
                                <a:pt x="729" y="2449"/>
                              </a:lnTo>
                              <a:lnTo>
                                <a:pt x="737" y="2453"/>
                              </a:lnTo>
                              <a:lnTo>
                                <a:pt x="800" y="2401"/>
                              </a:lnTo>
                              <a:lnTo>
                                <a:pt x="865" y="2349"/>
                              </a:lnTo>
                              <a:lnTo>
                                <a:pt x="898" y="2323"/>
                              </a:lnTo>
                              <a:lnTo>
                                <a:pt x="932" y="2297"/>
                              </a:lnTo>
                              <a:lnTo>
                                <a:pt x="1001" y="2245"/>
                              </a:lnTo>
                              <a:lnTo>
                                <a:pt x="1071" y="2193"/>
                              </a:lnTo>
                              <a:lnTo>
                                <a:pt x="1143" y="2142"/>
                              </a:lnTo>
                              <a:lnTo>
                                <a:pt x="1216" y="2091"/>
                              </a:lnTo>
                              <a:lnTo>
                                <a:pt x="1291" y="2042"/>
                              </a:lnTo>
                              <a:lnTo>
                                <a:pt x="1289" y="2035"/>
                              </a:lnTo>
                              <a:lnTo>
                                <a:pt x="1288" y="2028"/>
                              </a:lnTo>
                              <a:lnTo>
                                <a:pt x="1288" y="2021"/>
                              </a:lnTo>
                              <a:lnTo>
                                <a:pt x="1288" y="2014"/>
                              </a:lnTo>
                              <a:close/>
                            </a:path>
                          </a:pathLst>
                        </a:custGeom>
                        <a:solidFill>
                          <a:srgbClr val="006699"/>
                        </a:solidFill>
                        <a:ln w="9525">
                          <a:noFill/>
                          <a:round/>
                          <a:headEnd/>
                          <a:tailEnd/>
                        </a:ln>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id="Grupo 1" style="position:absolute;margin-left:0;margin-top:28.35pt;width:22.7pt;height:22.7pt;z-index:251681792;mso-position-horizontal:left;mso-position-horizontal-relative:margin;mso-position-vertical-relative:page;mso-width-relative:margin;mso-height-relative:margin" coordsize="9000,9001" o:spid="_x0000_s1026" w14:anchorId="52BF5D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">
              <o:lock v:ext="edit" aspectratio="t"/>
              <v:shape id="Freeform 119" style="position:absolute;width:9000;height:9001;visibility:visible;mso-wrap-style:square;v-text-anchor:top" coordsize="3577,3577" o:spid="_x0000_s1027" fillcolor="#069" stroked="f" path="m3577,r,446l3577,893r,448l3577,1788r,447l3577,2682r,448l3577,3577r-447,l2683,3577r-447,l1788,3577r-447,l894,3577r-448,l,3577,,3130,,2682,,2235,,1788,,1341,,893,,446,,,446,,894,r447,l1788,r448,l2683,r447,l3577,xm3502,75r-429,l2645,75r-428,l1788,75r-428,l932,75r-429,l75,75r,428l75,932r,428l75,1788r,428l75,2644r,429l75,3502r428,l932,3502r428,l1788,3502r429,l2645,3502r428,l3502,3502r,-429l3502,2644r,-428l3502,1788r,-428l3502,932r,-429l3502,7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">
                <v:path arrowok="t" o:connecttype="custom" o:connectlocs="3577,446;3577,1341;3577,2235;3577,3130;3130,3577;2236,3577;1341,3577;446,3577;0,3130;0,2235;0,1341;0,446;446,0;1341,0;2236,0;3130,0;3502,75;2645,75;1788,75;932,75;75,75;75,932;75,1788;75,2644;75,3502;932,3502;1788,3502;2645,3502;3502,3502;3502,2644;3502,1788;3502,932;3502,75" o:connectangles="0,0,0,0,0,0,0,0,0,0,0,0,0,0,0,0,0,0,0,0,0,0,0,0,0,0,0,0,0,0,0,0,0"/>
                <o:lock v:ext="edit" verticies="t"/>
              </v:shape>
              <v:shape id="Freeform 120" style="position:absolute;left:973;top:1195;width:6437;height:6874;visibility:visible;mso-wrap-style:square;v-text-anchor:top" coordsize="2558,2732" o:spid="_x0000_s1028" fillcolor="#069" stroked="f" path="m1878,731r3,-9l1883,714r3,-8l1890,698r4,-8l1898,683r5,-7l1908,669r-52,-12l1801,644r-56,-14l1687,615r-5,7l1676,628r-6,6l1664,640r-7,5l1650,650r-7,4l1636,659r-8,3l1620,666r-8,2l1608,670r-5,1l1595,672r-9,2l1577,675r-9,l1553,674r-14,-2l1532,671r-7,-2l1519,667r-7,-3l1499,658r-6,-3l1487,651r-11,-8l1466,634r-10,-9l1452,619r-4,-5l1444,608r-4,-6l1434,590r-6,-13l1424,564r-2,-7l1421,550r-2,-14l1379,523r-41,-14l1297,495r-42,-15l1212,465r-42,-16l1127,432r-44,-18l1039,397,995,379,951,360,906,341,861,321,815,301,770,280,724,258r-10,9l708,271r-5,3l697,278r-6,3l678,287r-13,5l658,293r-7,2l644,296r-7,1l623,298r-15,-1l600,296r-7,-1l579,291r-7,-2l565,286r-13,-6l546,276r-6,-4l528,264r-5,-5l518,254,508,243r-4,-5l499,232r-3,-6l492,220r-3,-7l486,207r-3,-7l481,193r-4,-14l476,172r-1,-8l474,157r,-8l474,141r1,-7l476,126r1,-7l481,105r2,-7l486,91r6,-13l496,72r3,-6l508,54r5,-5l518,44,528,34r6,-4l540,26r6,-4l552,18r6,-3l565,12r7,-3l579,7,593,3r7,-1l608,1,623,r15,1l645,2r8,1l667,7r7,2l681,12r13,6l700,22r6,4l717,34r6,5l728,44r10,10l742,60r4,6l750,72r4,6l757,84r3,7l762,98r3,7l769,119r1,7l771,134r,7l772,149r-1,15l809,182r40,18l929,236r41,18l1012,271r85,35l1140,323r43,17l1271,372r89,32l1405,420r45,16l1455,429r6,-7l1467,416r6,-5l1479,405r7,-4l1493,396r8,-4l1509,389r7,-4l1525,383r8,-2l1541,379r9,-2l1559,377r9,-1l1582,377r15,2l1604,381r6,2l1617,385r7,2l1636,393r12,7l1659,408r11,9l1679,428r5,5l1688,438r4,6l1696,450r6,12l1708,475r4,13l1713,495r2,7l1716,517r72,19l1860,554r35,8l1931,571r35,8l2001,586r70,14l2140,613r69,11l2276,634r5,-9l2287,617r6,-9l2299,601r7,-7l2314,587r8,-6l2330,575r9,-5l2348,565r9,-3l2367,558r10,-2l2388,554r10,-1l2409,552r15,1l2432,554r7,1l2453,559r7,2l2467,564r13,6l2486,574r6,4l2503,586r6,5l2514,596r10,11l2528,612r4,6l2536,624r4,6l2543,637r3,6l2549,650r2,7l2555,671r1,7l2557,686r,7l2558,701r-1,8l2557,716r-1,8l2555,731r-4,14l2549,752r-3,7l2540,772r-4,6l2532,784r-8,12l2519,801r-5,5l2503,816r-5,4l2492,825r-6,3l2480,832r-7,3l2467,838r-7,3l2453,843r-14,4l2432,848r-8,1l2409,850r-13,-1l2389,849r-6,-1l2371,845r-12,-4l2347,837r-11,-6l2326,825r-5,-4l2316,818r-9,-8l2298,801r-7,-10l2284,781r-7,-10l2275,765r-3,-5l2268,748r-4,-12l2218,729r-51,-8l2169,731r2,10l2172,752r1,10l2172,770r,8l2171,785r-1,7l2166,807r-2,7l2161,820r-6,13l2151,840r-4,6l2139,857r-5,5l2129,868r-11,9l2113,882r-6,4l2101,890r-6,3l2088,896r-6,3l2075,902r-7,2l2054,908r-8,1l2039,910r-15,1l2013,911r-10,-1l1993,908r-10,-2l1973,902r-9,-3l1955,894r-8,-4l1938,884r-7,-6l1923,872r-7,-7l1910,858r-7,-8l1898,842r-5,-9l1852,838r-46,4l1703,851r-58,4l1583,859r-65,3l1449,865r-70,1l1305,867r-5,11l1295,888r-6,9l1283,906r-7,9l1268,923r-8,7l1251,937r-9,6l1232,948r-10,5l1211,957r-5,1l1200,960r-11,2l1177,963r-12,1l1153,963r-12,-1l1130,959r-12,-3l1107,952r-10,-5l1087,941r-10,-6l1069,928r-9,-8l1052,912r-7,-9l1039,893r-6,-10l1028,873r-2,-6l1024,862r-88,-5l892,854r-45,-3l801,847r-46,-4l662,833r-48,-5l567,822r-48,-7l471,808r-49,-8l373,792r-50,-9l274,773r-5,8l263,788r-6,7l251,801r-7,6l237,813r-8,5l221,823r-8,4l205,830r-9,4l187,836r-9,2l169,840r-10,1l149,841r-15,-1l127,839r-8,-1l105,834r-7,-2l91,829,78,823r-6,-3l66,816,55,807r-6,-4l44,798,34,787r-4,-6l26,776r-4,-6l18,763r-3,-6l12,750r-2,-6l7,737,4,722,2,715,1,708r,-8l,692r1,-7l1,677r1,-7l4,662,7,648r3,-7l12,634r6,-13l22,615r4,-6l34,598r5,-6l44,587r11,-9l60,573r6,-4l72,565r6,-3l85,558r6,-3l98,553r7,-3l119,547r8,-2l134,544r15,l163,544r14,2l180,547r3,1l190,549r6,2l202,553r6,3l214,559r12,6l237,572r10,8l252,584r4,5l261,594r4,5l269,604r4,5l276,615r3,5l285,632r3,6l290,644r4,13l295,664r1,6l383,686r44,8l471,701r45,7l561,714r45,6l652,726r46,5l745,736r46,5l838,745r48,4l933,752r47,3l1028,758r5,-10l1038,738r6,-9l1050,721r7,-8l1065,705r8,-7l1082,692r9,-6l1101,681r10,-4l1121,673r11,-3l1143,668r11,-1l1165,666r12,1l1189,668r11,2l1212,673r10,4l1233,682r9,6l1252,694r9,7l1269,708r8,8l1284,725r6,9l1296,744r5,10l1305,765r74,-1l1453,763r73,-3l1562,759r36,-2l1669,752r71,-6l1809,739r69,-8xm307,1559r,-8l308,1544r,-8l310,1529r3,-15l316,1508r2,-7l325,1488r3,-6l332,1476r9,-12l345,1459r6,-5l362,1444r6,-4l373,1435r6,-4l386,1428r6,-3l399,1422r6,-3l412,1417r15,-4l434,1412r7,-1l457,1410r9,l476,1411r9,2l494,1415r9,2l512,1421r8,3l529,1429r7,4l544,1438r7,6l558,1450r6,6l570,1463r6,7l581,1478r612,-134l1196,1330r4,-12l1204,1305r6,-11l1217,1283r8,-11l1234,1263r9,-9l1253,1246r11,-7l1275,1232r12,-5l1300,1223r6,-2l1313,1220r7,-1l1326,1218r14,-1l1350,1218r9,1l1369,1220r9,2l1387,1225r8,3l1404,1232r8,4l1420,1240r7,5l1434,1251r7,6l1448,1263r6,7l1459,1277r6,7l1974,1173r1,-8l1978,1157r2,-7l1983,1142r3,-7l1990,1128r4,-7l1998,1114r-150,-1l1698,1112r-4,10l1689,1132r-6,10l1677,1151r-7,8l1662,1167r-8,8l1645,1182r-10,6l1626,1193r-11,5l1605,1202r-6,1l1594,1205r-11,2l1571,1208r-12,1l1547,1208r-11,-1l1524,1205r-11,-3l1503,1198r-10,-5l1483,1188r-10,-6l1465,1175r-9,-8l1449,1159r-8,-8l1435,1142r-6,-10l1424,1122r-4,-10l1231,1113r-170,2l915,1117r-117,1l794,1129r-5,10l783,1149r-6,9l769,1167r-7,8l753,1183r-4,3l744,1190r-9,6l725,1201r-10,5l704,1210r-11,3l687,1215r-5,1l670,1217r-12,l643,1217r-8,-1l628,1214r-14,-3l607,1208r-7,-2l587,1199r-6,-3l575,1192r-12,-9l558,1179r-5,-5l543,1163r-4,-5l534,1152r-3,-6l527,1140r-3,-7l521,1127r-3,-7l516,1113r-4,-14l511,1091r-1,-7l509,1076r,-7l509,1061r1,-8l511,1046r1,-7l516,1024r2,-6l521,1011r6,-13l531,992r3,-6l543,974r5,-5l553,963r10,-9l569,949r6,-4l581,941r6,-3l593,935r7,-3l607,929r7,-2l628,923r7,-1l643,921r15,-1l669,920r12,2l686,923r6,1l697,925r6,2l713,931r5,2l723,935r10,5l742,946r9,7l759,960r8,7l774,976r6,8l786,994r5,9l796,1013r118,-1l1060,1010r82,-1l1230,1008r190,-1l1422,1002r2,-5l1429,987r6,-10l1442,968r7,-8l1457,952r8,-7l1474,938r4,-3l1483,932r10,-5l1498,924r5,-2l1514,918r5,-1l1524,915r12,-2l1547,912r12,-1l1571,912r11,1l1594,915r11,3l1615,922r10,5l1635,932r9,6l1649,941r4,4l1662,952r7,8l1676,968r7,9l1689,987r5,10l1698,1007r129,1l1957,1009r130,2l2218,1013r5,-10l2225,998r3,-5l2234,984r6,-9l2248,967r7,-7l2263,952r9,-6l2281,940r10,-5l2301,931r11,-4l2322,924r11,-2l2345,920r11,l2372,921r7,1l2386,923r15,4l2408,929r6,3l2427,938r6,3l2440,945r11,9l2456,959r6,4l2471,974r5,6l2480,986r4,6l2487,998r3,6l2493,1011r3,7l2498,1024r4,15l2503,1046r1,7l2505,1061r,8l2505,1076r-1,8l2503,1091r-1,8l2498,1113r-2,7l2493,1127r-6,13l2484,1146r-4,6l2471,1163r-5,6l2462,1174r-11,9l2445,1188r-5,4l2433,1196r-6,3l2421,1203r-7,3l2408,1208r-7,3l2386,1214r-7,2l2372,1217r-16,l2344,1217r-12,-2l2321,1213r-12,-3l2298,1206r-10,-5l2278,1195r-10,-6l2269,1200r,8l2268,1215r-1,8l2266,1230r-4,14l2260,1251r-3,7l2251,1271r-4,6l2243,1283r-8,12l2230,1300r-5,5l2215,1315r-6,4l2203,1323r-6,4l2191,1331r-6,3l2178,1337r-7,3l2164,1342r-14,4l2143,1347r-8,1l2120,1349r-10,-1l2100,1347r-10,-1l2081,1343r-9,-2l2063,1337r-9,-4l2046,1329r-8,-5l2030,1318r-7,-6l2016,1306r-7,-7l2003,1292r-5,-8l1992,1276r-504,111l1487,1393r-2,7l1484,1407r-2,6l1477,1425r-6,12l1464,1449r-4,5l1456,1459r-4,5l1448,1469r-5,5l1438,1478r-5,4l1428,1486r-11,7l1412,1497r-6,3l1400,1503r-6,2l1381,1509r-7,2l1368,1512r-14,2l1340,1515r-9,l1321,1514r-10,-2l1302,1510r-9,-3l1285,1504r-9,-4l1268,1496r-8,-5l1252,1486r-7,-5l1238,1475r-6,-7l1226,1461r-6,-7l1215,1446,604,1580r-3,14l599,1600r-2,6l593,1619r-6,11l580,1642r-8,10l568,1657r-4,5l554,1671r-10,8l533,1686r-11,6l510,1698r-13,4l484,1705r-14,2l457,1707r-16,l434,1706r-7,-2l412,1701r-7,-3l399,1696r-13,-6l379,1686r-6,-4l362,1674r-6,-5l351,1664r-10,-11l336,1648r-4,-6l328,1636r-3,-6l321,1623r-3,-6l316,1610r-3,-7l310,1589r-2,-8l308,1574r-1,-8l307,1559xm1288,2014r,-8l1289,1999r1,-8l1291,1984r3,-14l1297,1963r2,-7l1306,1943r3,-6l1313,1931r9,-12l1326,1914r5,-5l1342,1899r6,-4l1353,1890r6,-3l1366,1883r6,-3l1379,1877r6,-3l1392,1872r15,-4l1414,1867r7,-1l1437,1865r12,1l1455,1866r6,1l1473,1870r12,3l1496,1877r6,3l1507,1883r10,6l1527,1895r62,-36l1651,1824r63,-34l1776,1758r31,-16l1839,1726r62,-30l1963,1668r61,-27l2024,1637r,-10l2025,1617r2,-9l2029,1598r2,-5l2032,1589r4,-9l2040,1571r4,-9l1998,1572r-48,10l1900,1593r-53,12l1778,1622r-71,18l1707,1647r-1,7l1704,1661r-1,7l1698,1681r-5,13l1686,1706r-3,6l1679,1717r-5,6l1670,1728r-5,5l1660,1738r-5,4l1650,1746r-5,4l1639,1754r-6,4l1627,1761r-13,6l1608,1769r-7,2l1595,1773r-7,2l1581,1776r-7,1l1559,1777r-9,l1541,1776r-17,-3l1516,1771r-8,-3l1500,1765r-8,-3l1485,1758r-7,-5l1471,1749r-3,-3l1464,1743r-6,-5l1452,1732r-6,-6l1441,1719r-37,13l1366,1745r-38,13l1290,1772r-39,14l1212,1801r-40,15l1132,1832r-40,17l1052,1866r-81,35l930,1920r-42,19l847,1959r-41,20l806,1988r1,8l806,2004r,7l805,2019r-1,7l800,2040r-3,7l795,2054r-6,13l785,2073r-4,6l773,2091r-5,5l763,2101r-11,10l747,2115r-6,5l735,2123r-6,4l722,2130r-6,3l709,2136r-7,2l688,2142r-8,1l673,2144r-15,1l643,2144r-8,-1l628,2142r-14,-4l607,2136r-7,-3l587,2127r-6,-4l575,2120r-12,-9l558,2106r-5,-5l543,2091r-4,-6l534,2079r-3,-6l527,2067r-3,-6l521,2054r-3,-7l516,2040r-4,-14l511,2019r-1,-8l509,2004r,-8l509,1989r1,-8l511,1974r1,-8l516,1952r2,-7l521,1938r6,-13l531,1919r3,-6l543,1902r5,-6l553,1891r10,-10l569,1877r6,-4l581,1869r6,-4l593,1862r7,-3l607,1857r7,-3l628,1851r7,-2l643,1848r15,-1l672,1848r7,1l686,1850r7,2l699,1853r7,2l712,1858r13,5l736,1870r11,7l758,1886r37,-18l832,1850r78,-36l989,1779r41,-17l1071,1745r83,-33l1196,1696r42,-16l1281,1664r43,-15l1367,1633r44,-14l1411,1611r1,-7l1415,1590r2,-6l1420,1577r2,-6l1425,1564r6,-12l1435,1546r4,-5l1448,1530r4,-5l1457,1520r11,-9l1473,1507r6,-4l1491,1497r12,-6l1510,1488r7,-2l1530,1483r7,-1l1544,1481r15,-1l1568,1480r9,1l1585,1482r9,2l1602,1486r8,3l1618,1492r7,4l1633,1499r7,5l1647,1508r6,6l1660,1519r5,6l1671,1531r5,6l1745,1519r68,-17l1848,1493r34,-8l1915,1478r34,-7l2016,1457r66,-12l2115,1439r33,-5l2180,1429r32,-4l2216,1413r2,-6l2220,1402r6,-11l2232,1381r7,-10l2247,1362r8,-9l2265,1345r9,-7l2285,1332r11,-5l2307,1322r12,-4l2331,1316r6,-1l2344,1314r12,l2372,1314r7,1l2386,1317r15,3l2408,1323r6,2l2427,1332r7,3l2440,1339r11,9l2456,1352r6,5l2471,1368r5,5l2480,1379r4,6l2487,1392r3,6l2493,1405r3,6l2498,1418r4,14l2503,1440r1,7l2505,1455r,7l2505,1470r-1,8l2503,1485r-1,7l2498,1507r-2,7l2493,1520r-6,13l2484,1540r-4,6l2471,1557r-5,5l2462,1568r-11,9l2445,1582r-5,4l2434,1590r-7,3l2421,1597r-7,3l2408,1602r-7,3l2386,1608r-7,2l2372,1610r-16,1l2347,1611r-10,-1l2327,1608r-4,-1l2318,1606r1,8l2321,1622r,15l2321,1645r,8l2320,1660r-2,7l2315,1682r-3,7l2310,1695r-7,13l2300,1715r-4,6l2287,1732r-4,5l2278,1743r-11,9l2262,1757r-6,4l2250,1765r-6,3l2237,1772r-6,3l2224,1777r-7,3l2203,1783r-8,2l2188,1785r-15,1l2157,1785r-8,-1l2142,1783r-8,-2l2127,1779r-7,-2l2113,1774r-7,-3l2100,1767r-7,-4l2087,1759r-12,-9l2070,1745r-5,-5l1996,1772r-40,18l1914,1811r-22,11l1869,1833r-48,24l1770,1884r-53,28l1685,1930r-34,18l1583,1987r1,7l1585,2000r,7l1585,2014r,7l1585,2029r-1,7l1582,2044r-3,14l1576,2065r-2,7l1567,2085r-3,6l1560,2097r-9,11l1547,2114r-5,5l1531,2129r-5,4l1520,2137r-6,4l1507,2145r-6,3l1494,2151r-6,2l1481,2156r-14,3l1459,2161r-7,1l1437,2163r-13,-1l1418,2161r-6,-1l1400,2158r-12,-4l1377,2150r-6,-2l1366,2145r-10,-6l1346,2132r-32,21l1281,2175r-66,45l1148,2267r-67,49l1047,2341r-35,26l978,2393r-34,27l909,2447r-34,28l841,2503r-35,29l810,2544r3,13l815,2570r,7l815,2584r,7l815,2599r-1,7l812,2614r-3,14l806,2635r-2,6l797,2654r-3,7l790,2667r-9,11l777,2684r-5,5l761,2698r-5,5l750,2707r-6,4l737,2714r-6,4l724,2721r-6,2l711,2726r-15,3l689,2731r-7,1l667,2732r-16,l644,2731r-7,-2l622,2726r-7,-3l609,2721r-13,-7l589,2711r-6,-4l572,2698r-6,-4l561,2689r-9,-11l547,2673r-4,-6l539,2661r-3,-7l532,2648r-3,-7l527,2635r-3,-7l521,2614r-2,-8l519,2599r-1,-8l518,2584r,-8l519,2568r,-7l521,2554r3,-15l527,2532r2,-6l536,2513r3,-7l543,2500r9,-11l556,2484r5,-6l572,2469r6,-5l583,2460r6,-4l596,2453r6,-4l609,2446r6,-2l622,2441r15,-3l644,2436r7,l667,2435r9,l685,2436r10,1l704,2439r8,3l721,2445r8,4l737,2453r63,-52l865,2349r33,-26l932,2297r69,-52l1071,2193r72,-51l1216,2091r75,-49l1289,2035r-1,-7l1288,2021r,-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">
                <v:path arrowok="t" o:connecttype="custom" o:connectlocs="1608,670;1422,557;665,292;483,200;558,15;757,84;1473,411;1688,438;2322,581;2536,624;2498,820;2284,781;2118,877;1910,858;1206,958;801,847;159,841;1,708;119,547;288,638;1065,705;1301,754;362,1444;564,1456;1369,1220;1694,1122;1465,1175;693,1213;516,1113;600,932;796,1013;1559,911;2234,984;2462,963;2471,1163;2269,1208;2120,1349;1460,1454;1268,1496;484,1705;308,1581;1385,1874;2024,1637;1674,1723;1485,1758;807,1996;673,2144;510,2011;628,1851;1324,1649;1544,1481;2082,1445;2386,1317;2504,1478;2347,1611;2244,1768;1914,1811;1542,2119;1281,2175;794,2661;589,2711;529,2526;721,2445" o:connectangles="0,0,0,0,0,0,0,0,0,0,0,0,0,0,0,0,0,0,0,0,0,0,0,0,0,0,0,0,0,0,0,0,0,0,0,0,0,0,0,0,0,0,0,0,0,0,0,0,0,0,0,0,0,0,0,0,0,0,0,0,0,0,0"/>
                <o:lock v:ext="edit" verticies="t"/>
              </v:shape>
              <w10:wrap anchorx="margin"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p w:rsidR="007679CF" w:rsidP="008F79F5" w:rsidRDefault="007679CF" w14:paraId="4AFC60AD" w14:textId="7F247717">
    <w:pPr>
      <w:pStyle w:val="Encabezado"/>
      <w:jc w:val="left"/>
      <w:rPr>
        <w:b/>
        <w:color w:val="006699"/>
        <w:sz w:val="20"/>
        <w:szCs w:val="20"/>
        <w:lang w:val="es-ES"/>
      </w:rPr>
    </w:pPr>
  </w:p>
  <w:p w:rsidR="007679CF" w:rsidP="008F79F5" w:rsidRDefault="007679CF" w14:paraId="04C37D71" w14:textId="77777777">
    <w:pPr>
      <w:pStyle w:val="Encabezado"/>
      <w:jc w:val="left"/>
      <w:rPr>
        <w:b/>
        <w:color w:val="006699"/>
        <w:sz w:val="20"/>
        <w:szCs w:val="20"/>
        <w:lang w:val="es-ES"/>
      </w:rPr>
    </w:pPr>
  </w:p>
  <w:p w:rsidR="007679CF" w:rsidP="008F79F5" w:rsidRDefault="007679CF" w14:paraId="519A009D" w14:textId="77777777">
    <w:pPr>
      <w:pStyle w:val="Encabezado"/>
      <w:jc w:val="left"/>
      <w:rPr>
        <w:b/>
        <w:color w:val="006699"/>
        <w:sz w:val="20"/>
        <w:szCs w:val="20"/>
        <w:lang w:val="es-ES"/>
      </w:rPr>
    </w:pPr>
  </w:p>
  <w:p w:rsidR="007679CF" w:rsidP="008F79F5" w:rsidRDefault="007679CF" w14:paraId="4C0B0E86" w14:textId="77777777">
    <w:pPr>
      <w:pStyle w:val="Encabezado"/>
      <w:jc w:val="left"/>
      <w:rPr>
        <w:b/>
        <w:color w:val="006699"/>
        <w:sz w:val="20"/>
        <w:szCs w:val="20"/>
        <w:lang w:val="es-ES"/>
      </w:rPr>
    </w:pPr>
  </w:p>
  <w:p w:rsidR="007679CF" w:rsidP="008F79F5" w:rsidRDefault="007679CF" w14:paraId="1373CE69" w14:textId="77777777">
    <w:pPr>
      <w:pStyle w:val="Encabezado"/>
      <w:jc w:val="left"/>
      <w:rPr>
        <w:b/>
        <w:color w:val="006699"/>
        <w:sz w:val="20"/>
        <w:szCs w:val="20"/>
        <w:lang w:val="es-ES"/>
      </w:rPr>
    </w:pPr>
  </w:p>
  <w:p w:rsidR="007679CF" w:rsidP="008F79F5" w:rsidRDefault="007679CF" w14:paraId="398BF438" w14:textId="77777777">
    <w:pPr>
      <w:pStyle w:val="Encabezado"/>
      <w:jc w:val="left"/>
      <w:rPr>
        <w:b/>
        <w:color w:val="006699"/>
        <w:sz w:val="20"/>
        <w:szCs w:val="20"/>
        <w:lang w:val="es-ES"/>
      </w:rPr>
    </w:pPr>
  </w:p>
  <w:p w:rsidRPr="00A26490" w:rsidR="008F3FAD" w:rsidP="008F79F5" w:rsidRDefault="00122318" w14:paraId="0F3983A9" w14:textId="4DEDDEDF">
    <w:pPr>
      <w:pStyle w:val="Encabezado"/>
      <w:jc w:val="left"/>
      <w:rPr>
        <w:b/>
        <w:color w:val="006699"/>
        <w:sz w:val="20"/>
        <w:szCs w:val="20"/>
        <w:lang w:val="es-ES"/>
      </w:rPr>
    </w:pPr>
    <w:r w:rsidRPr="00D12522">
      <w:rPr>
        <w:noProof/>
      </w:rPr>
      <mc:AlternateContent>
        <mc:Choice Requires="wpg">
          <w:drawing>
            <wp:anchor distT="0" distB="0" distL="114300" distR="114300" simplePos="0" relativeHeight="251679744" behindDoc="0" locked="0" layoutInCell="1" allowOverlap="1" wp14:anchorId="67441A02" wp14:editId="3AA6B81C">
              <wp:simplePos x="0" y="0"/>
              <wp:positionH relativeFrom="margin">
                <wp:align>right</wp:align>
              </wp:positionH>
              <wp:positionV relativeFrom="page">
                <wp:posOffset>360045</wp:posOffset>
              </wp:positionV>
              <wp:extent cx="288000" cy="288000"/>
              <wp:effectExtent l="0" t="0" r="0" b="0"/>
              <wp:wrapNone/>
              <wp:docPr id="19" name="Grupo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88000" cy="288000"/>
                        <a:chOff x="0" y="0"/>
                        <a:chExt cx="900099" cy="900100"/>
                      </a:xfrm>
                    </wpg:grpSpPr>
                    <wps:wsp>
                      <wps:cNvPr id="21" name="Freeform 119"/>
                      <wps:cNvSpPr>
                        <a:spLocks noEditPoints="1"/>
                      </wps:cNvSpPr>
                      <wps:spPr bwMode="auto">
                        <a:xfrm>
                          <a:off x="0" y="0"/>
                          <a:ext cx="900099" cy="900100"/>
                        </a:xfrm>
                        <a:custGeom>
                          <a:avLst/>
                          <a:gdLst/>
                          <a:ahLst/>
                          <a:cxnLst>
                            <a:cxn ang="0">
                              <a:pos x="3577" y="446"/>
                            </a:cxn>
                            <a:cxn ang="0">
                              <a:pos x="3577" y="1341"/>
                            </a:cxn>
                            <a:cxn ang="0">
                              <a:pos x="3577" y="2235"/>
                            </a:cxn>
                            <a:cxn ang="0">
                              <a:pos x="3577" y="3130"/>
                            </a:cxn>
                            <a:cxn ang="0">
                              <a:pos x="3130" y="3577"/>
                            </a:cxn>
                            <a:cxn ang="0">
                              <a:pos x="2236" y="3577"/>
                            </a:cxn>
                            <a:cxn ang="0">
                              <a:pos x="1341" y="3577"/>
                            </a:cxn>
                            <a:cxn ang="0">
                              <a:pos x="446" y="3577"/>
                            </a:cxn>
                            <a:cxn ang="0">
                              <a:pos x="0" y="3130"/>
                            </a:cxn>
                            <a:cxn ang="0">
                              <a:pos x="0" y="2235"/>
                            </a:cxn>
                            <a:cxn ang="0">
                              <a:pos x="0" y="1341"/>
                            </a:cxn>
                            <a:cxn ang="0">
                              <a:pos x="0" y="446"/>
                            </a:cxn>
                            <a:cxn ang="0">
                              <a:pos x="446" y="0"/>
                            </a:cxn>
                            <a:cxn ang="0">
                              <a:pos x="1341" y="0"/>
                            </a:cxn>
                            <a:cxn ang="0">
                              <a:pos x="2236" y="0"/>
                            </a:cxn>
                            <a:cxn ang="0">
                              <a:pos x="3130" y="0"/>
                            </a:cxn>
                            <a:cxn ang="0">
                              <a:pos x="3502" y="75"/>
                            </a:cxn>
                            <a:cxn ang="0">
                              <a:pos x="2645" y="75"/>
                            </a:cxn>
                            <a:cxn ang="0">
                              <a:pos x="1788" y="75"/>
                            </a:cxn>
                            <a:cxn ang="0">
                              <a:pos x="932" y="75"/>
                            </a:cxn>
                            <a:cxn ang="0">
                              <a:pos x="75" y="75"/>
                            </a:cxn>
                            <a:cxn ang="0">
                              <a:pos x="75" y="932"/>
                            </a:cxn>
                            <a:cxn ang="0">
                              <a:pos x="75" y="1788"/>
                            </a:cxn>
                            <a:cxn ang="0">
                              <a:pos x="75" y="2644"/>
                            </a:cxn>
                            <a:cxn ang="0">
                              <a:pos x="75" y="3502"/>
                            </a:cxn>
                            <a:cxn ang="0">
                              <a:pos x="932" y="3502"/>
                            </a:cxn>
                            <a:cxn ang="0">
                              <a:pos x="1788" y="3502"/>
                            </a:cxn>
                            <a:cxn ang="0">
                              <a:pos x="2645" y="3502"/>
                            </a:cxn>
                            <a:cxn ang="0">
                              <a:pos x="3502" y="3502"/>
                            </a:cxn>
                            <a:cxn ang="0">
                              <a:pos x="3502" y="2644"/>
                            </a:cxn>
                            <a:cxn ang="0">
                              <a:pos x="3502" y="1788"/>
                            </a:cxn>
                            <a:cxn ang="0">
                              <a:pos x="3502" y="932"/>
                            </a:cxn>
                            <a:cxn ang="0">
                              <a:pos x="3502" y="75"/>
                            </a:cxn>
                          </a:cxnLst>
                          <a:rect l="0" t="0" r="r" b="b"/>
                          <a:pathLst>
                            <a:path w="3577" h="3577">
                              <a:moveTo>
                                <a:pt x="3577" y="0"/>
                              </a:moveTo>
                              <a:lnTo>
                                <a:pt x="3577" y="446"/>
                              </a:lnTo>
                              <a:lnTo>
                                <a:pt x="3577" y="893"/>
                              </a:lnTo>
                              <a:lnTo>
                                <a:pt x="3577" y="1341"/>
                              </a:lnTo>
                              <a:lnTo>
                                <a:pt x="3577" y="1788"/>
                              </a:lnTo>
                              <a:lnTo>
                                <a:pt x="3577" y="2235"/>
                              </a:lnTo>
                              <a:lnTo>
                                <a:pt x="3577" y="2682"/>
                              </a:lnTo>
                              <a:lnTo>
                                <a:pt x="3577" y="3130"/>
                              </a:lnTo>
                              <a:lnTo>
                                <a:pt x="3577" y="3577"/>
                              </a:lnTo>
                              <a:lnTo>
                                <a:pt x="3130" y="3577"/>
                              </a:lnTo>
                              <a:lnTo>
                                <a:pt x="2683" y="3577"/>
                              </a:lnTo>
                              <a:lnTo>
                                <a:pt x="2236" y="3577"/>
                              </a:lnTo>
                              <a:lnTo>
                                <a:pt x="1788" y="3577"/>
                              </a:lnTo>
                              <a:lnTo>
                                <a:pt x="1341" y="3577"/>
                              </a:lnTo>
                              <a:lnTo>
                                <a:pt x="894" y="3577"/>
                              </a:lnTo>
                              <a:lnTo>
                                <a:pt x="446" y="3577"/>
                              </a:lnTo>
                              <a:lnTo>
                                <a:pt x="0" y="3577"/>
                              </a:lnTo>
                              <a:lnTo>
                                <a:pt x="0" y="3130"/>
                              </a:lnTo>
                              <a:lnTo>
                                <a:pt x="0" y="2682"/>
                              </a:lnTo>
                              <a:lnTo>
                                <a:pt x="0" y="2235"/>
                              </a:lnTo>
                              <a:lnTo>
                                <a:pt x="0" y="1788"/>
                              </a:lnTo>
                              <a:lnTo>
                                <a:pt x="0" y="1341"/>
                              </a:lnTo>
                              <a:lnTo>
                                <a:pt x="0" y="893"/>
                              </a:lnTo>
                              <a:lnTo>
                                <a:pt x="0" y="446"/>
                              </a:lnTo>
                              <a:lnTo>
                                <a:pt x="0" y="0"/>
                              </a:lnTo>
                              <a:lnTo>
                                <a:pt x="446" y="0"/>
                              </a:lnTo>
                              <a:lnTo>
                                <a:pt x="894" y="0"/>
                              </a:lnTo>
                              <a:lnTo>
                                <a:pt x="1341" y="0"/>
                              </a:lnTo>
                              <a:lnTo>
                                <a:pt x="1788" y="0"/>
                              </a:lnTo>
                              <a:lnTo>
                                <a:pt x="2236" y="0"/>
                              </a:lnTo>
                              <a:lnTo>
                                <a:pt x="2683" y="0"/>
                              </a:lnTo>
                              <a:lnTo>
                                <a:pt x="3130" y="0"/>
                              </a:lnTo>
                              <a:lnTo>
                                <a:pt x="3577" y="0"/>
                              </a:lnTo>
                              <a:close/>
                              <a:moveTo>
                                <a:pt x="3502" y="75"/>
                              </a:moveTo>
                              <a:lnTo>
                                <a:pt x="3073" y="75"/>
                              </a:lnTo>
                              <a:lnTo>
                                <a:pt x="2645" y="75"/>
                              </a:lnTo>
                              <a:lnTo>
                                <a:pt x="2217" y="75"/>
                              </a:lnTo>
                              <a:lnTo>
                                <a:pt x="1788" y="75"/>
                              </a:lnTo>
                              <a:lnTo>
                                <a:pt x="1360" y="75"/>
                              </a:lnTo>
                              <a:lnTo>
                                <a:pt x="932" y="75"/>
                              </a:lnTo>
                              <a:lnTo>
                                <a:pt x="503" y="75"/>
                              </a:lnTo>
                              <a:lnTo>
                                <a:pt x="75" y="75"/>
                              </a:lnTo>
                              <a:lnTo>
                                <a:pt x="75" y="503"/>
                              </a:lnTo>
                              <a:lnTo>
                                <a:pt x="75" y="932"/>
                              </a:lnTo>
                              <a:lnTo>
                                <a:pt x="75" y="1360"/>
                              </a:lnTo>
                              <a:lnTo>
                                <a:pt x="75" y="1788"/>
                              </a:lnTo>
                              <a:lnTo>
                                <a:pt x="75" y="2216"/>
                              </a:lnTo>
                              <a:lnTo>
                                <a:pt x="75" y="2644"/>
                              </a:lnTo>
                              <a:lnTo>
                                <a:pt x="75" y="3073"/>
                              </a:lnTo>
                              <a:lnTo>
                                <a:pt x="75" y="3502"/>
                              </a:lnTo>
                              <a:lnTo>
                                <a:pt x="503" y="3502"/>
                              </a:lnTo>
                              <a:lnTo>
                                <a:pt x="932" y="3502"/>
                              </a:lnTo>
                              <a:lnTo>
                                <a:pt x="1360" y="3502"/>
                              </a:lnTo>
                              <a:lnTo>
                                <a:pt x="1788" y="3502"/>
                              </a:lnTo>
                              <a:lnTo>
                                <a:pt x="2217" y="3502"/>
                              </a:lnTo>
                              <a:lnTo>
                                <a:pt x="2645" y="3502"/>
                              </a:lnTo>
                              <a:lnTo>
                                <a:pt x="3073" y="3502"/>
                              </a:lnTo>
                              <a:lnTo>
                                <a:pt x="3502" y="3502"/>
                              </a:lnTo>
                              <a:lnTo>
                                <a:pt x="3502" y="3073"/>
                              </a:lnTo>
                              <a:lnTo>
                                <a:pt x="3502" y="2644"/>
                              </a:lnTo>
                              <a:lnTo>
                                <a:pt x="3502" y="2216"/>
                              </a:lnTo>
                              <a:lnTo>
                                <a:pt x="3502" y="1788"/>
                              </a:lnTo>
                              <a:lnTo>
                                <a:pt x="3502" y="1360"/>
                              </a:lnTo>
                              <a:lnTo>
                                <a:pt x="3502" y="932"/>
                              </a:lnTo>
                              <a:lnTo>
                                <a:pt x="3502" y="503"/>
                              </a:lnTo>
                              <a:lnTo>
                                <a:pt x="3502" y="75"/>
                              </a:lnTo>
                              <a:close/>
                            </a:path>
                          </a:pathLst>
                        </a:custGeom>
                        <a:solidFill>
                          <a:srgbClr val="006699"/>
                        </a:solidFill>
                        <a:ln w="9525">
                          <a:noFill/>
                          <a:round/>
                          <a:headEnd/>
                          <a:tailEnd/>
                        </a:ln>
                      </wps:spPr>
                      <wps:bodyPr vert="horz" wrap="square" lIns="91440" tIns="45720" rIns="91440" bIns="45720" numCol="1" anchor="t" anchorCtr="0" compatLnSpc="1">
                        <a:prstTxWarp prst="textNoShape">
                          <a:avLst/>
                        </a:prstTxWarp>
                      </wps:bodyPr>
                    </wps:wsp>
                    <wps:wsp>
                      <wps:cNvPr id="23" name="Freeform 120"/>
                      <wps:cNvSpPr>
                        <a:spLocks noEditPoints="1"/>
                      </wps:cNvSpPr>
                      <wps:spPr bwMode="auto">
                        <a:xfrm>
                          <a:off x="97383" y="119527"/>
                          <a:ext cx="643683" cy="687468"/>
                        </a:xfrm>
                        <a:custGeom>
                          <a:avLst/>
                          <a:gdLst/>
                          <a:ahLst/>
                          <a:cxnLst>
                            <a:cxn ang="0">
                              <a:pos x="1608" y="670"/>
                            </a:cxn>
                            <a:cxn ang="0">
                              <a:pos x="1422" y="557"/>
                            </a:cxn>
                            <a:cxn ang="0">
                              <a:pos x="665" y="292"/>
                            </a:cxn>
                            <a:cxn ang="0">
                              <a:pos x="483" y="200"/>
                            </a:cxn>
                            <a:cxn ang="0">
                              <a:pos x="558" y="15"/>
                            </a:cxn>
                            <a:cxn ang="0">
                              <a:pos x="757" y="84"/>
                            </a:cxn>
                            <a:cxn ang="0">
                              <a:pos x="1473" y="411"/>
                            </a:cxn>
                            <a:cxn ang="0">
                              <a:pos x="1688" y="438"/>
                            </a:cxn>
                            <a:cxn ang="0">
                              <a:pos x="2322" y="581"/>
                            </a:cxn>
                            <a:cxn ang="0">
                              <a:pos x="2536" y="624"/>
                            </a:cxn>
                            <a:cxn ang="0">
                              <a:pos x="2498" y="820"/>
                            </a:cxn>
                            <a:cxn ang="0">
                              <a:pos x="2284" y="781"/>
                            </a:cxn>
                            <a:cxn ang="0">
                              <a:pos x="2118" y="877"/>
                            </a:cxn>
                            <a:cxn ang="0">
                              <a:pos x="1910" y="858"/>
                            </a:cxn>
                            <a:cxn ang="0">
                              <a:pos x="1206" y="958"/>
                            </a:cxn>
                            <a:cxn ang="0">
                              <a:pos x="801" y="847"/>
                            </a:cxn>
                            <a:cxn ang="0">
                              <a:pos x="159" y="841"/>
                            </a:cxn>
                            <a:cxn ang="0">
                              <a:pos x="1" y="708"/>
                            </a:cxn>
                            <a:cxn ang="0">
                              <a:pos x="119" y="547"/>
                            </a:cxn>
                            <a:cxn ang="0">
                              <a:pos x="288" y="638"/>
                            </a:cxn>
                            <a:cxn ang="0">
                              <a:pos x="1065" y="705"/>
                            </a:cxn>
                            <a:cxn ang="0">
                              <a:pos x="1301" y="754"/>
                            </a:cxn>
                            <a:cxn ang="0">
                              <a:pos x="362" y="1444"/>
                            </a:cxn>
                            <a:cxn ang="0">
                              <a:pos x="564" y="1456"/>
                            </a:cxn>
                            <a:cxn ang="0">
                              <a:pos x="1369" y="1220"/>
                            </a:cxn>
                            <a:cxn ang="0">
                              <a:pos x="1694" y="1122"/>
                            </a:cxn>
                            <a:cxn ang="0">
                              <a:pos x="1465" y="1175"/>
                            </a:cxn>
                            <a:cxn ang="0">
                              <a:pos x="693" y="1213"/>
                            </a:cxn>
                            <a:cxn ang="0">
                              <a:pos x="516" y="1113"/>
                            </a:cxn>
                            <a:cxn ang="0">
                              <a:pos x="600" y="932"/>
                            </a:cxn>
                            <a:cxn ang="0">
                              <a:pos x="796" y="1013"/>
                            </a:cxn>
                            <a:cxn ang="0">
                              <a:pos x="1559" y="911"/>
                            </a:cxn>
                            <a:cxn ang="0">
                              <a:pos x="2234" y="984"/>
                            </a:cxn>
                            <a:cxn ang="0">
                              <a:pos x="2462" y="963"/>
                            </a:cxn>
                            <a:cxn ang="0">
                              <a:pos x="2471" y="1163"/>
                            </a:cxn>
                            <a:cxn ang="0">
                              <a:pos x="2269" y="1208"/>
                            </a:cxn>
                            <a:cxn ang="0">
                              <a:pos x="2120" y="1349"/>
                            </a:cxn>
                            <a:cxn ang="0">
                              <a:pos x="1460" y="1454"/>
                            </a:cxn>
                            <a:cxn ang="0">
                              <a:pos x="1268" y="1496"/>
                            </a:cxn>
                            <a:cxn ang="0">
                              <a:pos x="484" y="1705"/>
                            </a:cxn>
                            <a:cxn ang="0">
                              <a:pos x="308" y="1581"/>
                            </a:cxn>
                            <a:cxn ang="0">
                              <a:pos x="1385" y="1874"/>
                            </a:cxn>
                            <a:cxn ang="0">
                              <a:pos x="2024" y="1637"/>
                            </a:cxn>
                            <a:cxn ang="0">
                              <a:pos x="1674" y="1723"/>
                            </a:cxn>
                            <a:cxn ang="0">
                              <a:pos x="1485" y="1758"/>
                            </a:cxn>
                            <a:cxn ang="0">
                              <a:pos x="807" y="1996"/>
                            </a:cxn>
                            <a:cxn ang="0">
                              <a:pos x="673" y="2144"/>
                            </a:cxn>
                            <a:cxn ang="0">
                              <a:pos x="510" y="2011"/>
                            </a:cxn>
                            <a:cxn ang="0">
                              <a:pos x="628" y="1851"/>
                            </a:cxn>
                            <a:cxn ang="0">
                              <a:pos x="1324" y="1649"/>
                            </a:cxn>
                            <a:cxn ang="0">
                              <a:pos x="1544" y="1481"/>
                            </a:cxn>
                            <a:cxn ang="0">
                              <a:pos x="2082" y="1445"/>
                            </a:cxn>
                            <a:cxn ang="0">
                              <a:pos x="2386" y="1317"/>
                            </a:cxn>
                            <a:cxn ang="0">
                              <a:pos x="2504" y="1478"/>
                            </a:cxn>
                            <a:cxn ang="0">
                              <a:pos x="2347" y="1611"/>
                            </a:cxn>
                            <a:cxn ang="0">
                              <a:pos x="2244" y="1768"/>
                            </a:cxn>
                            <a:cxn ang="0">
                              <a:pos x="1914" y="1811"/>
                            </a:cxn>
                            <a:cxn ang="0">
                              <a:pos x="1542" y="2119"/>
                            </a:cxn>
                            <a:cxn ang="0">
                              <a:pos x="1281" y="2175"/>
                            </a:cxn>
                            <a:cxn ang="0">
                              <a:pos x="794" y="2661"/>
                            </a:cxn>
                            <a:cxn ang="0">
                              <a:pos x="589" y="2711"/>
                            </a:cxn>
                            <a:cxn ang="0">
                              <a:pos x="529" y="2526"/>
                            </a:cxn>
                            <a:cxn ang="0">
                              <a:pos x="721" y="2445"/>
                            </a:cxn>
                          </a:cxnLst>
                          <a:rect l="0" t="0" r="r" b="b"/>
                          <a:pathLst>
                            <a:path w="2558" h="2732">
                              <a:moveTo>
                                <a:pt x="1878" y="731"/>
                              </a:moveTo>
                              <a:lnTo>
                                <a:pt x="1881" y="722"/>
                              </a:lnTo>
                              <a:lnTo>
                                <a:pt x="1883" y="714"/>
                              </a:lnTo>
                              <a:lnTo>
                                <a:pt x="1886" y="706"/>
                              </a:lnTo>
                              <a:lnTo>
                                <a:pt x="1890" y="698"/>
                              </a:lnTo>
                              <a:lnTo>
                                <a:pt x="1894" y="690"/>
                              </a:lnTo>
                              <a:lnTo>
                                <a:pt x="1898" y="683"/>
                              </a:lnTo>
                              <a:lnTo>
                                <a:pt x="1903" y="676"/>
                              </a:lnTo>
                              <a:lnTo>
                                <a:pt x="1908" y="669"/>
                              </a:lnTo>
                              <a:lnTo>
                                <a:pt x="1856" y="657"/>
                              </a:lnTo>
                              <a:lnTo>
                                <a:pt x="1801" y="644"/>
                              </a:lnTo>
                              <a:lnTo>
                                <a:pt x="1745" y="630"/>
                              </a:lnTo>
                              <a:lnTo>
                                <a:pt x="1687" y="615"/>
                              </a:lnTo>
                              <a:lnTo>
                                <a:pt x="1682" y="622"/>
                              </a:lnTo>
                              <a:lnTo>
                                <a:pt x="1676" y="628"/>
                              </a:lnTo>
                              <a:lnTo>
                                <a:pt x="1670" y="634"/>
                              </a:lnTo>
                              <a:lnTo>
                                <a:pt x="1664" y="640"/>
                              </a:lnTo>
                              <a:lnTo>
                                <a:pt x="1657" y="645"/>
                              </a:lnTo>
                              <a:lnTo>
                                <a:pt x="1650" y="650"/>
                              </a:lnTo>
                              <a:lnTo>
                                <a:pt x="1643" y="654"/>
                              </a:lnTo>
                              <a:lnTo>
                                <a:pt x="1636" y="659"/>
                              </a:lnTo>
                              <a:lnTo>
                                <a:pt x="1628" y="662"/>
                              </a:lnTo>
                              <a:lnTo>
                                <a:pt x="1620" y="666"/>
                              </a:lnTo>
                              <a:lnTo>
                                <a:pt x="1612" y="668"/>
                              </a:lnTo>
                              <a:lnTo>
                                <a:pt x="1608" y="670"/>
                              </a:lnTo>
                              <a:lnTo>
                                <a:pt x="1603" y="671"/>
                              </a:lnTo>
                              <a:lnTo>
                                <a:pt x="1595" y="672"/>
                              </a:lnTo>
                              <a:lnTo>
                                <a:pt x="1586" y="674"/>
                              </a:lnTo>
                              <a:lnTo>
                                <a:pt x="1577" y="675"/>
                              </a:lnTo>
                              <a:lnTo>
                                <a:pt x="1568" y="675"/>
                              </a:lnTo>
                              <a:lnTo>
                                <a:pt x="1553" y="674"/>
                              </a:lnTo>
                              <a:lnTo>
                                <a:pt x="1539" y="672"/>
                              </a:lnTo>
                              <a:lnTo>
                                <a:pt x="1532" y="671"/>
                              </a:lnTo>
                              <a:lnTo>
                                <a:pt x="1525" y="669"/>
                              </a:lnTo>
                              <a:lnTo>
                                <a:pt x="1519" y="667"/>
                              </a:lnTo>
                              <a:lnTo>
                                <a:pt x="1512" y="664"/>
                              </a:lnTo>
                              <a:lnTo>
                                <a:pt x="1499" y="658"/>
                              </a:lnTo>
                              <a:lnTo>
                                <a:pt x="1493" y="655"/>
                              </a:lnTo>
                              <a:lnTo>
                                <a:pt x="1487" y="651"/>
                              </a:lnTo>
                              <a:lnTo>
                                <a:pt x="1476" y="643"/>
                              </a:lnTo>
                              <a:lnTo>
                                <a:pt x="1466" y="634"/>
                              </a:lnTo>
                              <a:lnTo>
                                <a:pt x="1456" y="625"/>
                              </a:lnTo>
                              <a:lnTo>
                                <a:pt x="1452" y="619"/>
                              </a:lnTo>
                              <a:lnTo>
                                <a:pt x="1448" y="614"/>
                              </a:lnTo>
                              <a:lnTo>
                                <a:pt x="1444" y="608"/>
                              </a:lnTo>
                              <a:lnTo>
                                <a:pt x="1440" y="602"/>
                              </a:lnTo>
                              <a:lnTo>
                                <a:pt x="1434" y="590"/>
                              </a:lnTo>
                              <a:lnTo>
                                <a:pt x="1428" y="577"/>
                              </a:lnTo>
                              <a:lnTo>
                                <a:pt x="1424" y="564"/>
                              </a:lnTo>
                              <a:lnTo>
                                <a:pt x="1422" y="557"/>
                              </a:lnTo>
                              <a:lnTo>
                                <a:pt x="1421" y="550"/>
                              </a:lnTo>
                              <a:lnTo>
                                <a:pt x="1419" y="536"/>
                              </a:lnTo>
                              <a:lnTo>
                                <a:pt x="1379" y="523"/>
                              </a:lnTo>
                              <a:lnTo>
                                <a:pt x="1338" y="509"/>
                              </a:lnTo>
                              <a:lnTo>
                                <a:pt x="1297" y="495"/>
                              </a:lnTo>
                              <a:lnTo>
                                <a:pt x="1255" y="480"/>
                              </a:lnTo>
                              <a:lnTo>
                                <a:pt x="1212" y="465"/>
                              </a:lnTo>
                              <a:lnTo>
                                <a:pt x="1170" y="449"/>
                              </a:lnTo>
                              <a:lnTo>
                                <a:pt x="1127" y="432"/>
                              </a:lnTo>
                              <a:lnTo>
                                <a:pt x="1083" y="414"/>
                              </a:lnTo>
                              <a:lnTo>
                                <a:pt x="1039" y="397"/>
                              </a:lnTo>
                              <a:lnTo>
                                <a:pt x="995" y="379"/>
                              </a:lnTo>
                              <a:lnTo>
                                <a:pt x="951" y="360"/>
                              </a:lnTo>
                              <a:lnTo>
                                <a:pt x="906" y="341"/>
                              </a:lnTo>
                              <a:lnTo>
                                <a:pt x="861" y="321"/>
                              </a:lnTo>
                              <a:lnTo>
                                <a:pt x="815" y="301"/>
                              </a:lnTo>
                              <a:lnTo>
                                <a:pt x="770" y="280"/>
                              </a:lnTo>
                              <a:lnTo>
                                <a:pt x="724" y="258"/>
                              </a:lnTo>
                              <a:lnTo>
                                <a:pt x="714" y="267"/>
                              </a:lnTo>
                              <a:lnTo>
                                <a:pt x="708" y="271"/>
                              </a:lnTo>
                              <a:lnTo>
                                <a:pt x="703" y="274"/>
                              </a:lnTo>
                              <a:lnTo>
                                <a:pt x="697" y="278"/>
                              </a:lnTo>
                              <a:lnTo>
                                <a:pt x="691" y="281"/>
                              </a:lnTo>
                              <a:lnTo>
                                <a:pt x="678" y="287"/>
                              </a:lnTo>
                              <a:lnTo>
                                <a:pt x="665" y="292"/>
                              </a:lnTo>
                              <a:lnTo>
                                <a:pt x="658" y="293"/>
                              </a:lnTo>
                              <a:lnTo>
                                <a:pt x="651" y="295"/>
                              </a:lnTo>
                              <a:lnTo>
                                <a:pt x="644" y="296"/>
                              </a:lnTo>
                              <a:lnTo>
                                <a:pt x="637" y="297"/>
                              </a:lnTo>
                              <a:lnTo>
                                <a:pt x="623" y="298"/>
                              </a:lnTo>
                              <a:lnTo>
                                <a:pt x="608" y="297"/>
                              </a:lnTo>
                              <a:lnTo>
                                <a:pt x="600" y="296"/>
                              </a:lnTo>
                              <a:lnTo>
                                <a:pt x="593" y="295"/>
                              </a:lnTo>
                              <a:lnTo>
                                <a:pt x="579" y="291"/>
                              </a:lnTo>
                              <a:lnTo>
                                <a:pt x="572" y="289"/>
                              </a:lnTo>
                              <a:lnTo>
                                <a:pt x="565" y="286"/>
                              </a:lnTo>
                              <a:lnTo>
                                <a:pt x="552" y="280"/>
                              </a:lnTo>
                              <a:lnTo>
                                <a:pt x="546" y="276"/>
                              </a:lnTo>
                              <a:lnTo>
                                <a:pt x="540" y="272"/>
                              </a:lnTo>
                              <a:lnTo>
                                <a:pt x="528" y="264"/>
                              </a:lnTo>
                              <a:lnTo>
                                <a:pt x="523" y="259"/>
                              </a:lnTo>
                              <a:lnTo>
                                <a:pt x="518" y="254"/>
                              </a:lnTo>
                              <a:lnTo>
                                <a:pt x="508" y="243"/>
                              </a:lnTo>
                              <a:lnTo>
                                <a:pt x="504" y="238"/>
                              </a:lnTo>
                              <a:lnTo>
                                <a:pt x="499" y="232"/>
                              </a:lnTo>
                              <a:lnTo>
                                <a:pt x="496" y="226"/>
                              </a:lnTo>
                              <a:lnTo>
                                <a:pt x="492" y="220"/>
                              </a:lnTo>
                              <a:lnTo>
                                <a:pt x="489" y="213"/>
                              </a:lnTo>
                              <a:lnTo>
                                <a:pt x="486" y="207"/>
                              </a:lnTo>
                              <a:lnTo>
                                <a:pt x="483" y="200"/>
                              </a:lnTo>
                              <a:lnTo>
                                <a:pt x="481" y="193"/>
                              </a:lnTo>
                              <a:lnTo>
                                <a:pt x="477" y="179"/>
                              </a:lnTo>
                              <a:lnTo>
                                <a:pt x="476" y="172"/>
                              </a:lnTo>
                              <a:lnTo>
                                <a:pt x="475" y="164"/>
                              </a:lnTo>
                              <a:lnTo>
                                <a:pt x="474" y="157"/>
                              </a:lnTo>
                              <a:lnTo>
                                <a:pt x="474" y="149"/>
                              </a:lnTo>
                              <a:lnTo>
                                <a:pt x="474" y="141"/>
                              </a:lnTo>
                              <a:lnTo>
                                <a:pt x="475" y="134"/>
                              </a:lnTo>
                              <a:lnTo>
                                <a:pt x="476" y="126"/>
                              </a:lnTo>
                              <a:lnTo>
                                <a:pt x="477" y="119"/>
                              </a:lnTo>
                              <a:lnTo>
                                <a:pt x="481" y="105"/>
                              </a:lnTo>
                              <a:lnTo>
                                <a:pt x="483" y="98"/>
                              </a:lnTo>
                              <a:lnTo>
                                <a:pt x="486" y="91"/>
                              </a:lnTo>
                              <a:lnTo>
                                <a:pt x="492" y="78"/>
                              </a:lnTo>
                              <a:lnTo>
                                <a:pt x="496" y="72"/>
                              </a:lnTo>
                              <a:lnTo>
                                <a:pt x="499" y="66"/>
                              </a:lnTo>
                              <a:lnTo>
                                <a:pt x="508" y="54"/>
                              </a:lnTo>
                              <a:lnTo>
                                <a:pt x="513" y="49"/>
                              </a:lnTo>
                              <a:lnTo>
                                <a:pt x="518" y="44"/>
                              </a:lnTo>
                              <a:lnTo>
                                <a:pt x="528" y="34"/>
                              </a:lnTo>
                              <a:lnTo>
                                <a:pt x="534" y="30"/>
                              </a:lnTo>
                              <a:lnTo>
                                <a:pt x="540" y="26"/>
                              </a:lnTo>
                              <a:lnTo>
                                <a:pt x="546" y="22"/>
                              </a:lnTo>
                              <a:lnTo>
                                <a:pt x="552" y="18"/>
                              </a:lnTo>
                              <a:lnTo>
                                <a:pt x="558" y="15"/>
                              </a:lnTo>
                              <a:lnTo>
                                <a:pt x="565" y="12"/>
                              </a:lnTo>
                              <a:lnTo>
                                <a:pt x="572" y="9"/>
                              </a:lnTo>
                              <a:lnTo>
                                <a:pt x="579" y="7"/>
                              </a:lnTo>
                              <a:lnTo>
                                <a:pt x="593" y="3"/>
                              </a:lnTo>
                              <a:lnTo>
                                <a:pt x="600" y="2"/>
                              </a:lnTo>
                              <a:lnTo>
                                <a:pt x="608" y="1"/>
                              </a:lnTo>
                              <a:lnTo>
                                <a:pt x="623" y="0"/>
                              </a:lnTo>
                              <a:lnTo>
                                <a:pt x="638" y="1"/>
                              </a:lnTo>
                              <a:lnTo>
                                <a:pt x="645" y="2"/>
                              </a:lnTo>
                              <a:lnTo>
                                <a:pt x="653" y="3"/>
                              </a:lnTo>
                              <a:lnTo>
                                <a:pt x="667" y="7"/>
                              </a:lnTo>
                              <a:lnTo>
                                <a:pt x="674" y="9"/>
                              </a:lnTo>
                              <a:lnTo>
                                <a:pt x="681" y="12"/>
                              </a:lnTo>
                              <a:lnTo>
                                <a:pt x="694" y="18"/>
                              </a:lnTo>
                              <a:lnTo>
                                <a:pt x="700" y="22"/>
                              </a:lnTo>
                              <a:lnTo>
                                <a:pt x="706" y="26"/>
                              </a:lnTo>
                              <a:lnTo>
                                <a:pt x="717" y="34"/>
                              </a:lnTo>
                              <a:lnTo>
                                <a:pt x="723" y="39"/>
                              </a:lnTo>
                              <a:lnTo>
                                <a:pt x="728" y="44"/>
                              </a:lnTo>
                              <a:lnTo>
                                <a:pt x="738" y="54"/>
                              </a:lnTo>
                              <a:lnTo>
                                <a:pt x="742" y="60"/>
                              </a:lnTo>
                              <a:lnTo>
                                <a:pt x="746" y="66"/>
                              </a:lnTo>
                              <a:lnTo>
                                <a:pt x="750" y="72"/>
                              </a:lnTo>
                              <a:lnTo>
                                <a:pt x="754" y="78"/>
                              </a:lnTo>
                              <a:lnTo>
                                <a:pt x="757" y="84"/>
                              </a:lnTo>
                              <a:lnTo>
                                <a:pt x="760" y="91"/>
                              </a:lnTo>
                              <a:lnTo>
                                <a:pt x="762" y="98"/>
                              </a:lnTo>
                              <a:lnTo>
                                <a:pt x="765" y="105"/>
                              </a:lnTo>
                              <a:lnTo>
                                <a:pt x="769" y="119"/>
                              </a:lnTo>
                              <a:lnTo>
                                <a:pt x="770" y="126"/>
                              </a:lnTo>
                              <a:lnTo>
                                <a:pt x="771" y="134"/>
                              </a:lnTo>
                              <a:lnTo>
                                <a:pt x="771" y="141"/>
                              </a:lnTo>
                              <a:lnTo>
                                <a:pt x="772" y="149"/>
                              </a:lnTo>
                              <a:lnTo>
                                <a:pt x="771" y="164"/>
                              </a:lnTo>
                              <a:lnTo>
                                <a:pt x="809" y="182"/>
                              </a:lnTo>
                              <a:lnTo>
                                <a:pt x="849" y="200"/>
                              </a:lnTo>
                              <a:lnTo>
                                <a:pt x="929" y="236"/>
                              </a:lnTo>
                              <a:lnTo>
                                <a:pt x="970" y="254"/>
                              </a:lnTo>
                              <a:lnTo>
                                <a:pt x="1012" y="271"/>
                              </a:lnTo>
                              <a:lnTo>
                                <a:pt x="1097" y="306"/>
                              </a:lnTo>
                              <a:lnTo>
                                <a:pt x="1140" y="323"/>
                              </a:lnTo>
                              <a:lnTo>
                                <a:pt x="1183" y="340"/>
                              </a:lnTo>
                              <a:lnTo>
                                <a:pt x="1271" y="372"/>
                              </a:lnTo>
                              <a:lnTo>
                                <a:pt x="1360" y="404"/>
                              </a:lnTo>
                              <a:lnTo>
                                <a:pt x="1405" y="420"/>
                              </a:lnTo>
                              <a:lnTo>
                                <a:pt x="1450" y="436"/>
                              </a:lnTo>
                              <a:lnTo>
                                <a:pt x="1455" y="429"/>
                              </a:lnTo>
                              <a:lnTo>
                                <a:pt x="1461" y="422"/>
                              </a:lnTo>
                              <a:lnTo>
                                <a:pt x="1467" y="416"/>
                              </a:lnTo>
                              <a:lnTo>
                                <a:pt x="1473" y="411"/>
                              </a:lnTo>
                              <a:lnTo>
                                <a:pt x="1479" y="405"/>
                              </a:lnTo>
                              <a:lnTo>
                                <a:pt x="1486" y="401"/>
                              </a:lnTo>
                              <a:lnTo>
                                <a:pt x="1493" y="396"/>
                              </a:lnTo>
                              <a:lnTo>
                                <a:pt x="1501" y="392"/>
                              </a:lnTo>
                              <a:lnTo>
                                <a:pt x="1509" y="389"/>
                              </a:lnTo>
                              <a:lnTo>
                                <a:pt x="1516" y="385"/>
                              </a:lnTo>
                              <a:lnTo>
                                <a:pt x="1525" y="383"/>
                              </a:lnTo>
                              <a:lnTo>
                                <a:pt x="1533" y="381"/>
                              </a:lnTo>
                              <a:lnTo>
                                <a:pt x="1541" y="379"/>
                              </a:lnTo>
                              <a:lnTo>
                                <a:pt x="1550" y="377"/>
                              </a:lnTo>
                              <a:lnTo>
                                <a:pt x="1559" y="377"/>
                              </a:lnTo>
                              <a:lnTo>
                                <a:pt x="1568" y="376"/>
                              </a:lnTo>
                              <a:lnTo>
                                <a:pt x="1582" y="377"/>
                              </a:lnTo>
                              <a:lnTo>
                                <a:pt x="1597" y="379"/>
                              </a:lnTo>
                              <a:lnTo>
                                <a:pt x="1604" y="381"/>
                              </a:lnTo>
                              <a:lnTo>
                                <a:pt x="1610" y="383"/>
                              </a:lnTo>
                              <a:lnTo>
                                <a:pt x="1617" y="385"/>
                              </a:lnTo>
                              <a:lnTo>
                                <a:pt x="1624" y="387"/>
                              </a:lnTo>
                              <a:lnTo>
                                <a:pt x="1636" y="393"/>
                              </a:lnTo>
                              <a:lnTo>
                                <a:pt x="1648" y="400"/>
                              </a:lnTo>
                              <a:lnTo>
                                <a:pt x="1659" y="408"/>
                              </a:lnTo>
                              <a:lnTo>
                                <a:pt x="1670" y="417"/>
                              </a:lnTo>
                              <a:lnTo>
                                <a:pt x="1679" y="428"/>
                              </a:lnTo>
                              <a:lnTo>
                                <a:pt x="1684" y="433"/>
                              </a:lnTo>
                              <a:lnTo>
                                <a:pt x="1688" y="438"/>
                              </a:lnTo>
                              <a:lnTo>
                                <a:pt x="1692" y="444"/>
                              </a:lnTo>
                              <a:lnTo>
                                <a:pt x="1696" y="450"/>
                              </a:lnTo>
                              <a:lnTo>
                                <a:pt x="1702" y="462"/>
                              </a:lnTo>
                              <a:lnTo>
                                <a:pt x="1708" y="475"/>
                              </a:lnTo>
                              <a:lnTo>
                                <a:pt x="1712" y="488"/>
                              </a:lnTo>
                              <a:lnTo>
                                <a:pt x="1713" y="495"/>
                              </a:lnTo>
                              <a:lnTo>
                                <a:pt x="1715" y="502"/>
                              </a:lnTo>
                              <a:lnTo>
                                <a:pt x="1716" y="517"/>
                              </a:lnTo>
                              <a:lnTo>
                                <a:pt x="1788" y="536"/>
                              </a:lnTo>
                              <a:lnTo>
                                <a:pt x="1860" y="554"/>
                              </a:lnTo>
                              <a:lnTo>
                                <a:pt x="1895" y="562"/>
                              </a:lnTo>
                              <a:lnTo>
                                <a:pt x="1931" y="571"/>
                              </a:lnTo>
                              <a:lnTo>
                                <a:pt x="1966" y="579"/>
                              </a:lnTo>
                              <a:lnTo>
                                <a:pt x="2001" y="586"/>
                              </a:lnTo>
                              <a:lnTo>
                                <a:pt x="2071" y="600"/>
                              </a:lnTo>
                              <a:lnTo>
                                <a:pt x="2140" y="613"/>
                              </a:lnTo>
                              <a:lnTo>
                                <a:pt x="2209" y="624"/>
                              </a:lnTo>
                              <a:lnTo>
                                <a:pt x="2276" y="634"/>
                              </a:lnTo>
                              <a:lnTo>
                                <a:pt x="2281" y="625"/>
                              </a:lnTo>
                              <a:lnTo>
                                <a:pt x="2287" y="617"/>
                              </a:lnTo>
                              <a:lnTo>
                                <a:pt x="2293" y="608"/>
                              </a:lnTo>
                              <a:lnTo>
                                <a:pt x="2299" y="601"/>
                              </a:lnTo>
                              <a:lnTo>
                                <a:pt x="2306" y="594"/>
                              </a:lnTo>
                              <a:lnTo>
                                <a:pt x="2314" y="587"/>
                              </a:lnTo>
                              <a:lnTo>
                                <a:pt x="2322" y="581"/>
                              </a:lnTo>
                              <a:lnTo>
                                <a:pt x="2330" y="575"/>
                              </a:lnTo>
                              <a:lnTo>
                                <a:pt x="2339" y="570"/>
                              </a:lnTo>
                              <a:lnTo>
                                <a:pt x="2348" y="565"/>
                              </a:lnTo>
                              <a:lnTo>
                                <a:pt x="2357" y="562"/>
                              </a:lnTo>
                              <a:lnTo>
                                <a:pt x="2367" y="558"/>
                              </a:lnTo>
                              <a:lnTo>
                                <a:pt x="2377" y="556"/>
                              </a:lnTo>
                              <a:lnTo>
                                <a:pt x="2388" y="554"/>
                              </a:lnTo>
                              <a:lnTo>
                                <a:pt x="2398" y="553"/>
                              </a:lnTo>
                              <a:lnTo>
                                <a:pt x="2409" y="552"/>
                              </a:lnTo>
                              <a:lnTo>
                                <a:pt x="2424" y="553"/>
                              </a:lnTo>
                              <a:lnTo>
                                <a:pt x="2432" y="554"/>
                              </a:lnTo>
                              <a:lnTo>
                                <a:pt x="2439" y="555"/>
                              </a:lnTo>
                              <a:lnTo>
                                <a:pt x="2453" y="559"/>
                              </a:lnTo>
                              <a:lnTo>
                                <a:pt x="2460" y="561"/>
                              </a:lnTo>
                              <a:lnTo>
                                <a:pt x="2467" y="564"/>
                              </a:lnTo>
                              <a:lnTo>
                                <a:pt x="2480" y="570"/>
                              </a:lnTo>
                              <a:lnTo>
                                <a:pt x="2486" y="574"/>
                              </a:lnTo>
                              <a:lnTo>
                                <a:pt x="2492" y="578"/>
                              </a:lnTo>
                              <a:lnTo>
                                <a:pt x="2503" y="586"/>
                              </a:lnTo>
                              <a:lnTo>
                                <a:pt x="2509" y="591"/>
                              </a:lnTo>
                              <a:lnTo>
                                <a:pt x="2514" y="596"/>
                              </a:lnTo>
                              <a:lnTo>
                                <a:pt x="2524" y="607"/>
                              </a:lnTo>
                              <a:lnTo>
                                <a:pt x="2528" y="612"/>
                              </a:lnTo>
                              <a:lnTo>
                                <a:pt x="2532" y="618"/>
                              </a:lnTo>
                              <a:lnTo>
                                <a:pt x="2536" y="624"/>
                              </a:lnTo>
                              <a:lnTo>
                                <a:pt x="2540" y="630"/>
                              </a:lnTo>
                              <a:lnTo>
                                <a:pt x="2543" y="637"/>
                              </a:lnTo>
                              <a:lnTo>
                                <a:pt x="2546" y="643"/>
                              </a:lnTo>
                              <a:lnTo>
                                <a:pt x="2549" y="650"/>
                              </a:lnTo>
                              <a:lnTo>
                                <a:pt x="2551" y="657"/>
                              </a:lnTo>
                              <a:lnTo>
                                <a:pt x="2555" y="671"/>
                              </a:lnTo>
                              <a:lnTo>
                                <a:pt x="2556" y="678"/>
                              </a:lnTo>
                              <a:lnTo>
                                <a:pt x="2557" y="686"/>
                              </a:lnTo>
                              <a:lnTo>
                                <a:pt x="2557" y="693"/>
                              </a:lnTo>
                              <a:lnTo>
                                <a:pt x="2558" y="701"/>
                              </a:lnTo>
                              <a:lnTo>
                                <a:pt x="2557" y="709"/>
                              </a:lnTo>
                              <a:lnTo>
                                <a:pt x="2557" y="716"/>
                              </a:lnTo>
                              <a:lnTo>
                                <a:pt x="2556" y="724"/>
                              </a:lnTo>
                              <a:lnTo>
                                <a:pt x="2555" y="731"/>
                              </a:lnTo>
                              <a:lnTo>
                                <a:pt x="2551" y="745"/>
                              </a:lnTo>
                              <a:lnTo>
                                <a:pt x="2549" y="752"/>
                              </a:lnTo>
                              <a:lnTo>
                                <a:pt x="2546" y="759"/>
                              </a:lnTo>
                              <a:lnTo>
                                <a:pt x="2540" y="772"/>
                              </a:lnTo>
                              <a:lnTo>
                                <a:pt x="2536" y="778"/>
                              </a:lnTo>
                              <a:lnTo>
                                <a:pt x="2532" y="784"/>
                              </a:lnTo>
                              <a:lnTo>
                                <a:pt x="2524" y="796"/>
                              </a:lnTo>
                              <a:lnTo>
                                <a:pt x="2519" y="801"/>
                              </a:lnTo>
                              <a:lnTo>
                                <a:pt x="2514" y="806"/>
                              </a:lnTo>
                              <a:lnTo>
                                <a:pt x="2503" y="816"/>
                              </a:lnTo>
                              <a:lnTo>
                                <a:pt x="2498" y="820"/>
                              </a:lnTo>
                              <a:lnTo>
                                <a:pt x="2492" y="825"/>
                              </a:lnTo>
                              <a:lnTo>
                                <a:pt x="2486" y="828"/>
                              </a:lnTo>
                              <a:lnTo>
                                <a:pt x="2480" y="832"/>
                              </a:lnTo>
                              <a:lnTo>
                                <a:pt x="2473" y="835"/>
                              </a:lnTo>
                              <a:lnTo>
                                <a:pt x="2467" y="838"/>
                              </a:lnTo>
                              <a:lnTo>
                                <a:pt x="2460" y="841"/>
                              </a:lnTo>
                              <a:lnTo>
                                <a:pt x="2453" y="843"/>
                              </a:lnTo>
                              <a:lnTo>
                                <a:pt x="2439" y="847"/>
                              </a:lnTo>
                              <a:lnTo>
                                <a:pt x="2432" y="848"/>
                              </a:lnTo>
                              <a:lnTo>
                                <a:pt x="2424" y="849"/>
                              </a:lnTo>
                              <a:lnTo>
                                <a:pt x="2409" y="850"/>
                              </a:lnTo>
                              <a:lnTo>
                                <a:pt x="2396" y="849"/>
                              </a:lnTo>
                              <a:lnTo>
                                <a:pt x="2389" y="849"/>
                              </a:lnTo>
                              <a:lnTo>
                                <a:pt x="2383" y="848"/>
                              </a:lnTo>
                              <a:lnTo>
                                <a:pt x="2371" y="845"/>
                              </a:lnTo>
                              <a:lnTo>
                                <a:pt x="2359" y="841"/>
                              </a:lnTo>
                              <a:lnTo>
                                <a:pt x="2347" y="837"/>
                              </a:lnTo>
                              <a:lnTo>
                                <a:pt x="2336" y="831"/>
                              </a:lnTo>
                              <a:lnTo>
                                <a:pt x="2326" y="825"/>
                              </a:lnTo>
                              <a:lnTo>
                                <a:pt x="2321" y="821"/>
                              </a:lnTo>
                              <a:lnTo>
                                <a:pt x="2316" y="818"/>
                              </a:lnTo>
                              <a:lnTo>
                                <a:pt x="2307" y="810"/>
                              </a:lnTo>
                              <a:lnTo>
                                <a:pt x="2298" y="801"/>
                              </a:lnTo>
                              <a:lnTo>
                                <a:pt x="2291" y="791"/>
                              </a:lnTo>
                              <a:lnTo>
                                <a:pt x="2284" y="781"/>
                              </a:lnTo>
                              <a:lnTo>
                                <a:pt x="2277" y="771"/>
                              </a:lnTo>
                              <a:lnTo>
                                <a:pt x="2275" y="765"/>
                              </a:lnTo>
                              <a:lnTo>
                                <a:pt x="2272" y="760"/>
                              </a:lnTo>
                              <a:lnTo>
                                <a:pt x="2268" y="748"/>
                              </a:lnTo>
                              <a:lnTo>
                                <a:pt x="2264" y="736"/>
                              </a:lnTo>
                              <a:lnTo>
                                <a:pt x="2218" y="729"/>
                              </a:lnTo>
                              <a:lnTo>
                                <a:pt x="2167" y="721"/>
                              </a:lnTo>
                              <a:lnTo>
                                <a:pt x="2169" y="731"/>
                              </a:lnTo>
                              <a:lnTo>
                                <a:pt x="2171" y="741"/>
                              </a:lnTo>
                              <a:lnTo>
                                <a:pt x="2172" y="752"/>
                              </a:lnTo>
                              <a:lnTo>
                                <a:pt x="2173" y="762"/>
                              </a:lnTo>
                              <a:lnTo>
                                <a:pt x="2172" y="770"/>
                              </a:lnTo>
                              <a:lnTo>
                                <a:pt x="2172" y="778"/>
                              </a:lnTo>
                              <a:lnTo>
                                <a:pt x="2171" y="785"/>
                              </a:lnTo>
                              <a:lnTo>
                                <a:pt x="2170" y="792"/>
                              </a:lnTo>
                              <a:lnTo>
                                <a:pt x="2166" y="807"/>
                              </a:lnTo>
                              <a:lnTo>
                                <a:pt x="2164" y="814"/>
                              </a:lnTo>
                              <a:lnTo>
                                <a:pt x="2161" y="820"/>
                              </a:lnTo>
                              <a:lnTo>
                                <a:pt x="2155" y="833"/>
                              </a:lnTo>
                              <a:lnTo>
                                <a:pt x="2151" y="840"/>
                              </a:lnTo>
                              <a:lnTo>
                                <a:pt x="2147" y="846"/>
                              </a:lnTo>
                              <a:lnTo>
                                <a:pt x="2139" y="857"/>
                              </a:lnTo>
                              <a:lnTo>
                                <a:pt x="2134" y="862"/>
                              </a:lnTo>
                              <a:lnTo>
                                <a:pt x="2129" y="868"/>
                              </a:lnTo>
                              <a:lnTo>
                                <a:pt x="2118" y="877"/>
                              </a:lnTo>
                              <a:lnTo>
                                <a:pt x="2113" y="882"/>
                              </a:lnTo>
                              <a:lnTo>
                                <a:pt x="2107" y="886"/>
                              </a:lnTo>
                              <a:lnTo>
                                <a:pt x="2101" y="890"/>
                              </a:lnTo>
                              <a:lnTo>
                                <a:pt x="2095" y="893"/>
                              </a:lnTo>
                              <a:lnTo>
                                <a:pt x="2088" y="896"/>
                              </a:lnTo>
                              <a:lnTo>
                                <a:pt x="2082" y="899"/>
                              </a:lnTo>
                              <a:lnTo>
                                <a:pt x="2075" y="902"/>
                              </a:lnTo>
                              <a:lnTo>
                                <a:pt x="2068" y="904"/>
                              </a:lnTo>
                              <a:lnTo>
                                <a:pt x="2054" y="908"/>
                              </a:lnTo>
                              <a:lnTo>
                                <a:pt x="2046" y="909"/>
                              </a:lnTo>
                              <a:lnTo>
                                <a:pt x="2039" y="910"/>
                              </a:lnTo>
                              <a:lnTo>
                                <a:pt x="2024" y="911"/>
                              </a:lnTo>
                              <a:lnTo>
                                <a:pt x="2013" y="911"/>
                              </a:lnTo>
                              <a:lnTo>
                                <a:pt x="2003" y="910"/>
                              </a:lnTo>
                              <a:lnTo>
                                <a:pt x="1993" y="908"/>
                              </a:lnTo>
                              <a:lnTo>
                                <a:pt x="1983" y="906"/>
                              </a:lnTo>
                              <a:lnTo>
                                <a:pt x="1973" y="902"/>
                              </a:lnTo>
                              <a:lnTo>
                                <a:pt x="1964" y="899"/>
                              </a:lnTo>
                              <a:lnTo>
                                <a:pt x="1955" y="894"/>
                              </a:lnTo>
                              <a:lnTo>
                                <a:pt x="1947" y="890"/>
                              </a:lnTo>
                              <a:lnTo>
                                <a:pt x="1938" y="884"/>
                              </a:lnTo>
                              <a:lnTo>
                                <a:pt x="1931" y="878"/>
                              </a:lnTo>
                              <a:lnTo>
                                <a:pt x="1923" y="872"/>
                              </a:lnTo>
                              <a:lnTo>
                                <a:pt x="1916" y="865"/>
                              </a:lnTo>
                              <a:lnTo>
                                <a:pt x="1910" y="858"/>
                              </a:lnTo>
                              <a:lnTo>
                                <a:pt x="1903" y="850"/>
                              </a:lnTo>
                              <a:lnTo>
                                <a:pt x="1898" y="842"/>
                              </a:lnTo>
                              <a:lnTo>
                                <a:pt x="1893" y="833"/>
                              </a:lnTo>
                              <a:lnTo>
                                <a:pt x="1852" y="838"/>
                              </a:lnTo>
                              <a:lnTo>
                                <a:pt x="1806" y="842"/>
                              </a:lnTo>
                              <a:lnTo>
                                <a:pt x="1703" y="851"/>
                              </a:lnTo>
                              <a:lnTo>
                                <a:pt x="1645" y="855"/>
                              </a:lnTo>
                              <a:lnTo>
                                <a:pt x="1583" y="859"/>
                              </a:lnTo>
                              <a:lnTo>
                                <a:pt x="1518" y="862"/>
                              </a:lnTo>
                              <a:lnTo>
                                <a:pt x="1449" y="865"/>
                              </a:lnTo>
                              <a:lnTo>
                                <a:pt x="1379" y="866"/>
                              </a:lnTo>
                              <a:lnTo>
                                <a:pt x="1305" y="867"/>
                              </a:lnTo>
                              <a:lnTo>
                                <a:pt x="1300" y="878"/>
                              </a:lnTo>
                              <a:lnTo>
                                <a:pt x="1295" y="888"/>
                              </a:lnTo>
                              <a:lnTo>
                                <a:pt x="1289" y="897"/>
                              </a:lnTo>
                              <a:lnTo>
                                <a:pt x="1283" y="906"/>
                              </a:lnTo>
                              <a:lnTo>
                                <a:pt x="1276" y="915"/>
                              </a:lnTo>
                              <a:lnTo>
                                <a:pt x="1268" y="923"/>
                              </a:lnTo>
                              <a:lnTo>
                                <a:pt x="1260" y="930"/>
                              </a:lnTo>
                              <a:lnTo>
                                <a:pt x="1251" y="937"/>
                              </a:lnTo>
                              <a:lnTo>
                                <a:pt x="1242" y="943"/>
                              </a:lnTo>
                              <a:lnTo>
                                <a:pt x="1232" y="948"/>
                              </a:lnTo>
                              <a:lnTo>
                                <a:pt x="1222" y="953"/>
                              </a:lnTo>
                              <a:lnTo>
                                <a:pt x="1211" y="957"/>
                              </a:lnTo>
                              <a:lnTo>
                                <a:pt x="1206" y="958"/>
                              </a:lnTo>
                              <a:lnTo>
                                <a:pt x="1200" y="960"/>
                              </a:lnTo>
                              <a:lnTo>
                                <a:pt x="1189" y="962"/>
                              </a:lnTo>
                              <a:lnTo>
                                <a:pt x="1177" y="963"/>
                              </a:lnTo>
                              <a:lnTo>
                                <a:pt x="1165" y="964"/>
                              </a:lnTo>
                              <a:lnTo>
                                <a:pt x="1153" y="963"/>
                              </a:lnTo>
                              <a:lnTo>
                                <a:pt x="1141" y="962"/>
                              </a:lnTo>
                              <a:lnTo>
                                <a:pt x="1130" y="959"/>
                              </a:lnTo>
                              <a:lnTo>
                                <a:pt x="1118" y="956"/>
                              </a:lnTo>
                              <a:lnTo>
                                <a:pt x="1107" y="952"/>
                              </a:lnTo>
                              <a:lnTo>
                                <a:pt x="1097" y="947"/>
                              </a:lnTo>
                              <a:lnTo>
                                <a:pt x="1087" y="941"/>
                              </a:lnTo>
                              <a:lnTo>
                                <a:pt x="1077" y="935"/>
                              </a:lnTo>
                              <a:lnTo>
                                <a:pt x="1069" y="928"/>
                              </a:lnTo>
                              <a:lnTo>
                                <a:pt x="1060" y="920"/>
                              </a:lnTo>
                              <a:lnTo>
                                <a:pt x="1052" y="912"/>
                              </a:lnTo>
                              <a:lnTo>
                                <a:pt x="1045" y="903"/>
                              </a:lnTo>
                              <a:lnTo>
                                <a:pt x="1039" y="893"/>
                              </a:lnTo>
                              <a:lnTo>
                                <a:pt x="1033" y="883"/>
                              </a:lnTo>
                              <a:lnTo>
                                <a:pt x="1028" y="873"/>
                              </a:lnTo>
                              <a:lnTo>
                                <a:pt x="1026" y="867"/>
                              </a:lnTo>
                              <a:lnTo>
                                <a:pt x="1024" y="862"/>
                              </a:lnTo>
                              <a:lnTo>
                                <a:pt x="936" y="857"/>
                              </a:lnTo>
                              <a:lnTo>
                                <a:pt x="892" y="854"/>
                              </a:lnTo>
                              <a:lnTo>
                                <a:pt x="847" y="851"/>
                              </a:lnTo>
                              <a:lnTo>
                                <a:pt x="801" y="847"/>
                              </a:lnTo>
                              <a:lnTo>
                                <a:pt x="755" y="843"/>
                              </a:lnTo>
                              <a:lnTo>
                                <a:pt x="662" y="833"/>
                              </a:lnTo>
                              <a:lnTo>
                                <a:pt x="614" y="828"/>
                              </a:lnTo>
                              <a:lnTo>
                                <a:pt x="567" y="822"/>
                              </a:lnTo>
                              <a:lnTo>
                                <a:pt x="519" y="815"/>
                              </a:lnTo>
                              <a:lnTo>
                                <a:pt x="471" y="808"/>
                              </a:lnTo>
                              <a:lnTo>
                                <a:pt x="422" y="800"/>
                              </a:lnTo>
                              <a:lnTo>
                                <a:pt x="373" y="792"/>
                              </a:lnTo>
                              <a:lnTo>
                                <a:pt x="323" y="783"/>
                              </a:lnTo>
                              <a:lnTo>
                                <a:pt x="274" y="773"/>
                              </a:lnTo>
                              <a:lnTo>
                                <a:pt x="269" y="781"/>
                              </a:lnTo>
                              <a:lnTo>
                                <a:pt x="263" y="788"/>
                              </a:lnTo>
                              <a:lnTo>
                                <a:pt x="257" y="795"/>
                              </a:lnTo>
                              <a:lnTo>
                                <a:pt x="251" y="801"/>
                              </a:lnTo>
                              <a:lnTo>
                                <a:pt x="244" y="807"/>
                              </a:lnTo>
                              <a:lnTo>
                                <a:pt x="237" y="813"/>
                              </a:lnTo>
                              <a:lnTo>
                                <a:pt x="229" y="818"/>
                              </a:lnTo>
                              <a:lnTo>
                                <a:pt x="221" y="823"/>
                              </a:lnTo>
                              <a:lnTo>
                                <a:pt x="213" y="827"/>
                              </a:lnTo>
                              <a:lnTo>
                                <a:pt x="205" y="830"/>
                              </a:lnTo>
                              <a:lnTo>
                                <a:pt x="196" y="834"/>
                              </a:lnTo>
                              <a:lnTo>
                                <a:pt x="187" y="836"/>
                              </a:lnTo>
                              <a:lnTo>
                                <a:pt x="178" y="838"/>
                              </a:lnTo>
                              <a:lnTo>
                                <a:pt x="169" y="840"/>
                              </a:lnTo>
                              <a:lnTo>
                                <a:pt x="159" y="841"/>
                              </a:lnTo>
                              <a:lnTo>
                                <a:pt x="149" y="841"/>
                              </a:lnTo>
                              <a:lnTo>
                                <a:pt x="134" y="840"/>
                              </a:lnTo>
                              <a:lnTo>
                                <a:pt x="127" y="839"/>
                              </a:lnTo>
                              <a:lnTo>
                                <a:pt x="119" y="838"/>
                              </a:lnTo>
                              <a:lnTo>
                                <a:pt x="105" y="834"/>
                              </a:lnTo>
                              <a:lnTo>
                                <a:pt x="98" y="832"/>
                              </a:lnTo>
                              <a:lnTo>
                                <a:pt x="91" y="829"/>
                              </a:lnTo>
                              <a:lnTo>
                                <a:pt x="78" y="823"/>
                              </a:lnTo>
                              <a:lnTo>
                                <a:pt x="72" y="820"/>
                              </a:lnTo>
                              <a:lnTo>
                                <a:pt x="66" y="816"/>
                              </a:lnTo>
                              <a:lnTo>
                                <a:pt x="55" y="807"/>
                              </a:lnTo>
                              <a:lnTo>
                                <a:pt x="49" y="803"/>
                              </a:lnTo>
                              <a:lnTo>
                                <a:pt x="44" y="798"/>
                              </a:lnTo>
                              <a:lnTo>
                                <a:pt x="34" y="787"/>
                              </a:lnTo>
                              <a:lnTo>
                                <a:pt x="30" y="781"/>
                              </a:lnTo>
                              <a:lnTo>
                                <a:pt x="26" y="776"/>
                              </a:lnTo>
                              <a:lnTo>
                                <a:pt x="22" y="770"/>
                              </a:lnTo>
                              <a:lnTo>
                                <a:pt x="18" y="763"/>
                              </a:lnTo>
                              <a:lnTo>
                                <a:pt x="15" y="757"/>
                              </a:lnTo>
                              <a:lnTo>
                                <a:pt x="12" y="750"/>
                              </a:lnTo>
                              <a:lnTo>
                                <a:pt x="10" y="744"/>
                              </a:lnTo>
                              <a:lnTo>
                                <a:pt x="7" y="737"/>
                              </a:lnTo>
                              <a:lnTo>
                                <a:pt x="4" y="722"/>
                              </a:lnTo>
                              <a:lnTo>
                                <a:pt x="2" y="715"/>
                              </a:lnTo>
                              <a:lnTo>
                                <a:pt x="1" y="708"/>
                              </a:lnTo>
                              <a:lnTo>
                                <a:pt x="1" y="700"/>
                              </a:lnTo>
                              <a:lnTo>
                                <a:pt x="0" y="692"/>
                              </a:lnTo>
                              <a:lnTo>
                                <a:pt x="1" y="685"/>
                              </a:lnTo>
                              <a:lnTo>
                                <a:pt x="1" y="677"/>
                              </a:lnTo>
                              <a:lnTo>
                                <a:pt x="2" y="670"/>
                              </a:lnTo>
                              <a:lnTo>
                                <a:pt x="4" y="662"/>
                              </a:lnTo>
                              <a:lnTo>
                                <a:pt x="7" y="648"/>
                              </a:lnTo>
                              <a:lnTo>
                                <a:pt x="10" y="641"/>
                              </a:lnTo>
                              <a:lnTo>
                                <a:pt x="12" y="634"/>
                              </a:lnTo>
                              <a:lnTo>
                                <a:pt x="18" y="621"/>
                              </a:lnTo>
                              <a:lnTo>
                                <a:pt x="22" y="615"/>
                              </a:lnTo>
                              <a:lnTo>
                                <a:pt x="26" y="609"/>
                              </a:lnTo>
                              <a:lnTo>
                                <a:pt x="34" y="598"/>
                              </a:lnTo>
                              <a:lnTo>
                                <a:pt x="39" y="592"/>
                              </a:lnTo>
                              <a:lnTo>
                                <a:pt x="44" y="587"/>
                              </a:lnTo>
                              <a:lnTo>
                                <a:pt x="55" y="578"/>
                              </a:lnTo>
                              <a:lnTo>
                                <a:pt x="60" y="573"/>
                              </a:lnTo>
                              <a:lnTo>
                                <a:pt x="66" y="569"/>
                              </a:lnTo>
                              <a:lnTo>
                                <a:pt x="72" y="565"/>
                              </a:lnTo>
                              <a:lnTo>
                                <a:pt x="78" y="562"/>
                              </a:lnTo>
                              <a:lnTo>
                                <a:pt x="85" y="558"/>
                              </a:lnTo>
                              <a:lnTo>
                                <a:pt x="91" y="555"/>
                              </a:lnTo>
                              <a:lnTo>
                                <a:pt x="98" y="553"/>
                              </a:lnTo>
                              <a:lnTo>
                                <a:pt x="105" y="550"/>
                              </a:lnTo>
                              <a:lnTo>
                                <a:pt x="119" y="547"/>
                              </a:lnTo>
                              <a:lnTo>
                                <a:pt x="127" y="545"/>
                              </a:lnTo>
                              <a:lnTo>
                                <a:pt x="134" y="544"/>
                              </a:lnTo>
                              <a:lnTo>
                                <a:pt x="149" y="544"/>
                              </a:lnTo>
                              <a:lnTo>
                                <a:pt x="163" y="544"/>
                              </a:lnTo>
                              <a:lnTo>
                                <a:pt x="177" y="546"/>
                              </a:lnTo>
                              <a:lnTo>
                                <a:pt x="180" y="547"/>
                              </a:lnTo>
                              <a:lnTo>
                                <a:pt x="183" y="548"/>
                              </a:lnTo>
                              <a:lnTo>
                                <a:pt x="190" y="549"/>
                              </a:lnTo>
                              <a:lnTo>
                                <a:pt x="196" y="551"/>
                              </a:lnTo>
                              <a:lnTo>
                                <a:pt x="202" y="553"/>
                              </a:lnTo>
                              <a:lnTo>
                                <a:pt x="208" y="556"/>
                              </a:lnTo>
                              <a:lnTo>
                                <a:pt x="214" y="559"/>
                              </a:lnTo>
                              <a:lnTo>
                                <a:pt x="226" y="565"/>
                              </a:lnTo>
                              <a:lnTo>
                                <a:pt x="237" y="572"/>
                              </a:lnTo>
                              <a:lnTo>
                                <a:pt x="247" y="580"/>
                              </a:lnTo>
                              <a:lnTo>
                                <a:pt x="252" y="584"/>
                              </a:lnTo>
                              <a:lnTo>
                                <a:pt x="256" y="589"/>
                              </a:lnTo>
                              <a:lnTo>
                                <a:pt x="261" y="594"/>
                              </a:lnTo>
                              <a:lnTo>
                                <a:pt x="265" y="599"/>
                              </a:lnTo>
                              <a:lnTo>
                                <a:pt x="269" y="604"/>
                              </a:lnTo>
                              <a:lnTo>
                                <a:pt x="273" y="609"/>
                              </a:lnTo>
                              <a:lnTo>
                                <a:pt x="276" y="615"/>
                              </a:lnTo>
                              <a:lnTo>
                                <a:pt x="279" y="620"/>
                              </a:lnTo>
                              <a:lnTo>
                                <a:pt x="285" y="632"/>
                              </a:lnTo>
                              <a:lnTo>
                                <a:pt x="288" y="638"/>
                              </a:lnTo>
                              <a:lnTo>
                                <a:pt x="290" y="644"/>
                              </a:lnTo>
                              <a:lnTo>
                                <a:pt x="294" y="657"/>
                              </a:lnTo>
                              <a:lnTo>
                                <a:pt x="295" y="664"/>
                              </a:lnTo>
                              <a:lnTo>
                                <a:pt x="296" y="670"/>
                              </a:lnTo>
                              <a:lnTo>
                                <a:pt x="383" y="686"/>
                              </a:lnTo>
                              <a:lnTo>
                                <a:pt x="427" y="694"/>
                              </a:lnTo>
                              <a:lnTo>
                                <a:pt x="471" y="701"/>
                              </a:lnTo>
                              <a:lnTo>
                                <a:pt x="516" y="708"/>
                              </a:lnTo>
                              <a:lnTo>
                                <a:pt x="561" y="714"/>
                              </a:lnTo>
                              <a:lnTo>
                                <a:pt x="606" y="720"/>
                              </a:lnTo>
                              <a:lnTo>
                                <a:pt x="652" y="726"/>
                              </a:lnTo>
                              <a:lnTo>
                                <a:pt x="698" y="731"/>
                              </a:lnTo>
                              <a:lnTo>
                                <a:pt x="745" y="736"/>
                              </a:lnTo>
                              <a:lnTo>
                                <a:pt x="791" y="741"/>
                              </a:lnTo>
                              <a:lnTo>
                                <a:pt x="838" y="745"/>
                              </a:lnTo>
                              <a:lnTo>
                                <a:pt x="886" y="749"/>
                              </a:lnTo>
                              <a:lnTo>
                                <a:pt x="933" y="752"/>
                              </a:lnTo>
                              <a:lnTo>
                                <a:pt x="980" y="755"/>
                              </a:lnTo>
                              <a:lnTo>
                                <a:pt x="1028" y="758"/>
                              </a:lnTo>
                              <a:lnTo>
                                <a:pt x="1033" y="748"/>
                              </a:lnTo>
                              <a:lnTo>
                                <a:pt x="1038" y="738"/>
                              </a:lnTo>
                              <a:lnTo>
                                <a:pt x="1044" y="729"/>
                              </a:lnTo>
                              <a:lnTo>
                                <a:pt x="1050" y="721"/>
                              </a:lnTo>
                              <a:lnTo>
                                <a:pt x="1057" y="713"/>
                              </a:lnTo>
                              <a:lnTo>
                                <a:pt x="1065" y="705"/>
                              </a:lnTo>
                              <a:lnTo>
                                <a:pt x="1073" y="698"/>
                              </a:lnTo>
                              <a:lnTo>
                                <a:pt x="1082" y="692"/>
                              </a:lnTo>
                              <a:lnTo>
                                <a:pt x="1091" y="686"/>
                              </a:lnTo>
                              <a:lnTo>
                                <a:pt x="1101" y="681"/>
                              </a:lnTo>
                              <a:lnTo>
                                <a:pt x="1111" y="677"/>
                              </a:lnTo>
                              <a:lnTo>
                                <a:pt x="1121" y="673"/>
                              </a:lnTo>
                              <a:lnTo>
                                <a:pt x="1132" y="670"/>
                              </a:lnTo>
                              <a:lnTo>
                                <a:pt x="1143" y="668"/>
                              </a:lnTo>
                              <a:lnTo>
                                <a:pt x="1154" y="667"/>
                              </a:lnTo>
                              <a:lnTo>
                                <a:pt x="1165" y="666"/>
                              </a:lnTo>
                              <a:lnTo>
                                <a:pt x="1177" y="667"/>
                              </a:lnTo>
                              <a:lnTo>
                                <a:pt x="1189" y="668"/>
                              </a:lnTo>
                              <a:lnTo>
                                <a:pt x="1200" y="670"/>
                              </a:lnTo>
                              <a:lnTo>
                                <a:pt x="1212" y="673"/>
                              </a:lnTo>
                              <a:lnTo>
                                <a:pt x="1222" y="677"/>
                              </a:lnTo>
                              <a:lnTo>
                                <a:pt x="1233" y="682"/>
                              </a:lnTo>
                              <a:lnTo>
                                <a:pt x="1242" y="688"/>
                              </a:lnTo>
                              <a:lnTo>
                                <a:pt x="1252" y="694"/>
                              </a:lnTo>
                              <a:lnTo>
                                <a:pt x="1261" y="701"/>
                              </a:lnTo>
                              <a:lnTo>
                                <a:pt x="1269" y="708"/>
                              </a:lnTo>
                              <a:lnTo>
                                <a:pt x="1277" y="716"/>
                              </a:lnTo>
                              <a:lnTo>
                                <a:pt x="1284" y="725"/>
                              </a:lnTo>
                              <a:lnTo>
                                <a:pt x="1290" y="734"/>
                              </a:lnTo>
                              <a:lnTo>
                                <a:pt x="1296" y="744"/>
                              </a:lnTo>
                              <a:lnTo>
                                <a:pt x="1301" y="754"/>
                              </a:lnTo>
                              <a:lnTo>
                                <a:pt x="1305" y="765"/>
                              </a:lnTo>
                              <a:lnTo>
                                <a:pt x="1379" y="764"/>
                              </a:lnTo>
                              <a:lnTo>
                                <a:pt x="1453" y="763"/>
                              </a:lnTo>
                              <a:lnTo>
                                <a:pt x="1526" y="760"/>
                              </a:lnTo>
                              <a:lnTo>
                                <a:pt x="1562" y="759"/>
                              </a:lnTo>
                              <a:lnTo>
                                <a:pt x="1598" y="757"/>
                              </a:lnTo>
                              <a:lnTo>
                                <a:pt x="1669" y="752"/>
                              </a:lnTo>
                              <a:lnTo>
                                <a:pt x="1740" y="746"/>
                              </a:lnTo>
                              <a:lnTo>
                                <a:pt x="1809" y="739"/>
                              </a:lnTo>
                              <a:lnTo>
                                <a:pt x="1878" y="731"/>
                              </a:lnTo>
                              <a:close/>
                              <a:moveTo>
                                <a:pt x="307" y="1559"/>
                              </a:moveTo>
                              <a:lnTo>
                                <a:pt x="307" y="1551"/>
                              </a:lnTo>
                              <a:lnTo>
                                <a:pt x="308" y="1544"/>
                              </a:lnTo>
                              <a:lnTo>
                                <a:pt x="308" y="1536"/>
                              </a:lnTo>
                              <a:lnTo>
                                <a:pt x="310" y="1529"/>
                              </a:lnTo>
                              <a:lnTo>
                                <a:pt x="313" y="1514"/>
                              </a:lnTo>
                              <a:lnTo>
                                <a:pt x="316" y="1508"/>
                              </a:lnTo>
                              <a:lnTo>
                                <a:pt x="318" y="1501"/>
                              </a:lnTo>
                              <a:lnTo>
                                <a:pt x="325" y="1488"/>
                              </a:lnTo>
                              <a:lnTo>
                                <a:pt x="328" y="1482"/>
                              </a:lnTo>
                              <a:lnTo>
                                <a:pt x="332" y="1476"/>
                              </a:lnTo>
                              <a:lnTo>
                                <a:pt x="341" y="1464"/>
                              </a:lnTo>
                              <a:lnTo>
                                <a:pt x="345" y="1459"/>
                              </a:lnTo>
                              <a:lnTo>
                                <a:pt x="351" y="1454"/>
                              </a:lnTo>
                              <a:lnTo>
                                <a:pt x="362" y="1444"/>
                              </a:lnTo>
                              <a:lnTo>
                                <a:pt x="368" y="1440"/>
                              </a:lnTo>
                              <a:lnTo>
                                <a:pt x="373" y="1435"/>
                              </a:lnTo>
                              <a:lnTo>
                                <a:pt x="379" y="1431"/>
                              </a:lnTo>
                              <a:lnTo>
                                <a:pt x="386" y="1428"/>
                              </a:lnTo>
                              <a:lnTo>
                                <a:pt x="392" y="1425"/>
                              </a:lnTo>
                              <a:lnTo>
                                <a:pt x="399" y="1422"/>
                              </a:lnTo>
                              <a:lnTo>
                                <a:pt x="405" y="1419"/>
                              </a:lnTo>
                              <a:lnTo>
                                <a:pt x="412" y="1417"/>
                              </a:lnTo>
                              <a:lnTo>
                                <a:pt x="427" y="1413"/>
                              </a:lnTo>
                              <a:lnTo>
                                <a:pt x="434" y="1412"/>
                              </a:lnTo>
                              <a:lnTo>
                                <a:pt x="441" y="1411"/>
                              </a:lnTo>
                              <a:lnTo>
                                <a:pt x="457" y="1410"/>
                              </a:lnTo>
                              <a:lnTo>
                                <a:pt x="466" y="1410"/>
                              </a:lnTo>
                              <a:lnTo>
                                <a:pt x="476" y="1411"/>
                              </a:lnTo>
                              <a:lnTo>
                                <a:pt x="485" y="1413"/>
                              </a:lnTo>
                              <a:lnTo>
                                <a:pt x="494" y="1415"/>
                              </a:lnTo>
                              <a:lnTo>
                                <a:pt x="503" y="1417"/>
                              </a:lnTo>
                              <a:lnTo>
                                <a:pt x="512" y="1421"/>
                              </a:lnTo>
                              <a:lnTo>
                                <a:pt x="520" y="1424"/>
                              </a:lnTo>
                              <a:lnTo>
                                <a:pt x="529" y="1429"/>
                              </a:lnTo>
                              <a:lnTo>
                                <a:pt x="536" y="1433"/>
                              </a:lnTo>
                              <a:lnTo>
                                <a:pt x="544" y="1438"/>
                              </a:lnTo>
                              <a:lnTo>
                                <a:pt x="551" y="1444"/>
                              </a:lnTo>
                              <a:lnTo>
                                <a:pt x="558" y="1450"/>
                              </a:lnTo>
                              <a:lnTo>
                                <a:pt x="564" y="1456"/>
                              </a:lnTo>
                              <a:lnTo>
                                <a:pt x="570" y="1463"/>
                              </a:lnTo>
                              <a:lnTo>
                                <a:pt x="576" y="1470"/>
                              </a:lnTo>
                              <a:lnTo>
                                <a:pt x="581" y="1478"/>
                              </a:lnTo>
                              <a:lnTo>
                                <a:pt x="1193" y="1344"/>
                              </a:lnTo>
                              <a:lnTo>
                                <a:pt x="1196" y="1330"/>
                              </a:lnTo>
                              <a:lnTo>
                                <a:pt x="1200" y="1318"/>
                              </a:lnTo>
                              <a:lnTo>
                                <a:pt x="1204" y="1305"/>
                              </a:lnTo>
                              <a:lnTo>
                                <a:pt x="1210" y="1294"/>
                              </a:lnTo>
                              <a:lnTo>
                                <a:pt x="1217" y="1283"/>
                              </a:lnTo>
                              <a:lnTo>
                                <a:pt x="1225" y="1272"/>
                              </a:lnTo>
                              <a:lnTo>
                                <a:pt x="1234" y="1263"/>
                              </a:lnTo>
                              <a:lnTo>
                                <a:pt x="1243" y="1254"/>
                              </a:lnTo>
                              <a:lnTo>
                                <a:pt x="1253" y="1246"/>
                              </a:lnTo>
                              <a:lnTo>
                                <a:pt x="1264" y="1239"/>
                              </a:lnTo>
                              <a:lnTo>
                                <a:pt x="1275" y="1232"/>
                              </a:lnTo>
                              <a:lnTo>
                                <a:pt x="1287" y="1227"/>
                              </a:lnTo>
                              <a:lnTo>
                                <a:pt x="1300" y="1223"/>
                              </a:lnTo>
                              <a:lnTo>
                                <a:pt x="1306" y="1221"/>
                              </a:lnTo>
                              <a:lnTo>
                                <a:pt x="1313" y="1220"/>
                              </a:lnTo>
                              <a:lnTo>
                                <a:pt x="1320" y="1219"/>
                              </a:lnTo>
                              <a:lnTo>
                                <a:pt x="1326" y="1218"/>
                              </a:lnTo>
                              <a:lnTo>
                                <a:pt x="1340" y="1217"/>
                              </a:lnTo>
                              <a:lnTo>
                                <a:pt x="1350" y="1218"/>
                              </a:lnTo>
                              <a:lnTo>
                                <a:pt x="1359" y="1219"/>
                              </a:lnTo>
                              <a:lnTo>
                                <a:pt x="1369" y="1220"/>
                              </a:lnTo>
                              <a:lnTo>
                                <a:pt x="1378" y="1222"/>
                              </a:lnTo>
                              <a:lnTo>
                                <a:pt x="1387" y="1225"/>
                              </a:lnTo>
                              <a:lnTo>
                                <a:pt x="1395" y="1228"/>
                              </a:lnTo>
                              <a:lnTo>
                                <a:pt x="1404" y="1232"/>
                              </a:lnTo>
                              <a:lnTo>
                                <a:pt x="1412" y="1236"/>
                              </a:lnTo>
                              <a:lnTo>
                                <a:pt x="1420" y="1240"/>
                              </a:lnTo>
                              <a:lnTo>
                                <a:pt x="1427" y="1245"/>
                              </a:lnTo>
                              <a:lnTo>
                                <a:pt x="1434" y="1251"/>
                              </a:lnTo>
                              <a:lnTo>
                                <a:pt x="1441" y="1257"/>
                              </a:lnTo>
                              <a:lnTo>
                                <a:pt x="1448" y="1263"/>
                              </a:lnTo>
                              <a:lnTo>
                                <a:pt x="1454" y="1270"/>
                              </a:lnTo>
                              <a:lnTo>
                                <a:pt x="1459" y="1277"/>
                              </a:lnTo>
                              <a:lnTo>
                                <a:pt x="1465" y="1284"/>
                              </a:lnTo>
                              <a:lnTo>
                                <a:pt x="1974" y="1173"/>
                              </a:lnTo>
                              <a:lnTo>
                                <a:pt x="1975" y="1165"/>
                              </a:lnTo>
                              <a:lnTo>
                                <a:pt x="1978" y="1157"/>
                              </a:lnTo>
                              <a:lnTo>
                                <a:pt x="1980" y="1150"/>
                              </a:lnTo>
                              <a:lnTo>
                                <a:pt x="1983" y="1142"/>
                              </a:lnTo>
                              <a:lnTo>
                                <a:pt x="1986" y="1135"/>
                              </a:lnTo>
                              <a:lnTo>
                                <a:pt x="1990" y="1128"/>
                              </a:lnTo>
                              <a:lnTo>
                                <a:pt x="1994" y="1121"/>
                              </a:lnTo>
                              <a:lnTo>
                                <a:pt x="1998" y="1114"/>
                              </a:lnTo>
                              <a:lnTo>
                                <a:pt x="1848" y="1113"/>
                              </a:lnTo>
                              <a:lnTo>
                                <a:pt x="1698" y="1112"/>
                              </a:lnTo>
                              <a:lnTo>
                                <a:pt x="1694" y="1122"/>
                              </a:lnTo>
                              <a:lnTo>
                                <a:pt x="1689" y="1132"/>
                              </a:lnTo>
                              <a:lnTo>
                                <a:pt x="1683" y="1142"/>
                              </a:lnTo>
                              <a:lnTo>
                                <a:pt x="1677" y="1151"/>
                              </a:lnTo>
                              <a:lnTo>
                                <a:pt x="1670" y="1159"/>
                              </a:lnTo>
                              <a:lnTo>
                                <a:pt x="1662" y="1167"/>
                              </a:lnTo>
                              <a:lnTo>
                                <a:pt x="1654" y="1175"/>
                              </a:lnTo>
                              <a:lnTo>
                                <a:pt x="1645" y="1182"/>
                              </a:lnTo>
                              <a:lnTo>
                                <a:pt x="1635" y="1188"/>
                              </a:lnTo>
                              <a:lnTo>
                                <a:pt x="1626" y="1193"/>
                              </a:lnTo>
                              <a:lnTo>
                                <a:pt x="1615" y="1198"/>
                              </a:lnTo>
                              <a:lnTo>
                                <a:pt x="1605" y="1202"/>
                              </a:lnTo>
                              <a:lnTo>
                                <a:pt x="1599" y="1203"/>
                              </a:lnTo>
                              <a:lnTo>
                                <a:pt x="1594" y="1205"/>
                              </a:lnTo>
                              <a:lnTo>
                                <a:pt x="1583" y="1207"/>
                              </a:lnTo>
                              <a:lnTo>
                                <a:pt x="1571" y="1208"/>
                              </a:lnTo>
                              <a:lnTo>
                                <a:pt x="1559" y="1209"/>
                              </a:lnTo>
                              <a:lnTo>
                                <a:pt x="1547" y="1208"/>
                              </a:lnTo>
                              <a:lnTo>
                                <a:pt x="1536" y="1207"/>
                              </a:lnTo>
                              <a:lnTo>
                                <a:pt x="1524" y="1205"/>
                              </a:lnTo>
                              <a:lnTo>
                                <a:pt x="1513" y="1202"/>
                              </a:lnTo>
                              <a:lnTo>
                                <a:pt x="1503" y="1198"/>
                              </a:lnTo>
                              <a:lnTo>
                                <a:pt x="1493" y="1193"/>
                              </a:lnTo>
                              <a:lnTo>
                                <a:pt x="1483" y="1188"/>
                              </a:lnTo>
                              <a:lnTo>
                                <a:pt x="1473" y="1182"/>
                              </a:lnTo>
                              <a:lnTo>
                                <a:pt x="1465" y="1175"/>
                              </a:lnTo>
                              <a:lnTo>
                                <a:pt x="1456" y="1167"/>
                              </a:lnTo>
                              <a:lnTo>
                                <a:pt x="1449" y="1159"/>
                              </a:lnTo>
                              <a:lnTo>
                                <a:pt x="1441" y="1151"/>
                              </a:lnTo>
                              <a:lnTo>
                                <a:pt x="1435" y="1142"/>
                              </a:lnTo>
                              <a:lnTo>
                                <a:pt x="1429" y="1132"/>
                              </a:lnTo>
                              <a:lnTo>
                                <a:pt x="1424" y="1122"/>
                              </a:lnTo>
                              <a:lnTo>
                                <a:pt x="1420" y="1112"/>
                              </a:lnTo>
                              <a:lnTo>
                                <a:pt x="1231" y="1113"/>
                              </a:lnTo>
                              <a:lnTo>
                                <a:pt x="1061" y="1115"/>
                              </a:lnTo>
                              <a:lnTo>
                                <a:pt x="915" y="1117"/>
                              </a:lnTo>
                              <a:lnTo>
                                <a:pt x="798" y="1118"/>
                              </a:lnTo>
                              <a:lnTo>
                                <a:pt x="794" y="1129"/>
                              </a:lnTo>
                              <a:lnTo>
                                <a:pt x="789" y="1139"/>
                              </a:lnTo>
                              <a:lnTo>
                                <a:pt x="783" y="1149"/>
                              </a:lnTo>
                              <a:lnTo>
                                <a:pt x="777" y="1158"/>
                              </a:lnTo>
                              <a:lnTo>
                                <a:pt x="769" y="1167"/>
                              </a:lnTo>
                              <a:lnTo>
                                <a:pt x="762" y="1175"/>
                              </a:lnTo>
                              <a:lnTo>
                                <a:pt x="753" y="1183"/>
                              </a:lnTo>
                              <a:lnTo>
                                <a:pt x="749" y="1186"/>
                              </a:lnTo>
                              <a:lnTo>
                                <a:pt x="744" y="1190"/>
                              </a:lnTo>
                              <a:lnTo>
                                <a:pt x="735" y="1196"/>
                              </a:lnTo>
                              <a:lnTo>
                                <a:pt x="725" y="1201"/>
                              </a:lnTo>
                              <a:lnTo>
                                <a:pt x="715" y="1206"/>
                              </a:lnTo>
                              <a:lnTo>
                                <a:pt x="704" y="1210"/>
                              </a:lnTo>
                              <a:lnTo>
                                <a:pt x="693" y="1213"/>
                              </a:lnTo>
                              <a:lnTo>
                                <a:pt x="687" y="1215"/>
                              </a:lnTo>
                              <a:lnTo>
                                <a:pt x="682" y="1216"/>
                              </a:lnTo>
                              <a:lnTo>
                                <a:pt x="670" y="1217"/>
                              </a:lnTo>
                              <a:lnTo>
                                <a:pt x="658" y="1217"/>
                              </a:lnTo>
                              <a:lnTo>
                                <a:pt x="643" y="1217"/>
                              </a:lnTo>
                              <a:lnTo>
                                <a:pt x="635" y="1216"/>
                              </a:lnTo>
                              <a:lnTo>
                                <a:pt x="628" y="1214"/>
                              </a:lnTo>
                              <a:lnTo>
                                <a:pt x="614" y="1211"/>
                              </a:lnTo>
                              <a:lnTo>
                                <a:pt x="607" y="1208"/>
                              </a:lnTo>
                              <a:lnTo>
                                <a:pt x="600" y="1206"/>
                              </a:lnTo>
                              <a:lnTo>
                                <a:pt x="587" y="1199"/>
                              </a:lnTo>
                              <a:lnTo>
                                <a:pt x="581" y="1196"/>
                              </a:lnTo>
                              <a:lnTo>
                                <a:pt x="575" y="1192"/>
                              </a:lnTo>
                              <a:lnTo>
                                <a:pt x="563" y="1183"/>
                              </a:lnTo>
                              <a:lnTo>
                                <a:pt x="558" y="1179"/>
                              </a:lnTo>
                              <a:lnTo>
                                <a:pt x="553" y="1174"/>
                              </a:lnTo>
                              <a:lnTo>
                                <a:pt x="543" y="1163"/>
                              </a:lnTo>
                              <a:lnTo>
                                <a:pt x="539" y="1158"/>
                              </a:lnTo>
                              <a:lnTo>
                                <a:pt x="534" y="1152"/>
                              </a:lnTo>
                              <a:lnTo>
                                <a:pt x="531" y="1146"/>
                              </a:lnTo>
                              <a:lnTo>
                                <a:pt x="527" y="1140"/>
                              </a:lnTo>
                              <a:lnTo>
                                <a:pt x="524" y="1133"/>
                              </a:lnTo>
                              <a:lnTo>
                                <a:pt x="521" y="1127"/>
                              </a:lnTo>
                              <a:lnTo>
                                <a:pt x="518" y="1120"/>
                              </a:lnTo>
                              <a:lnTo>
                                <a:pt x="516" y="1113"/>
                              </a:lnTo>
                              <a:lnTo>
                                <a:pt x="512" y="1099"/>
                              </a:lnTo>
                              <a:lnTo>
                                <a:pt x="511" y="1091"/>
                              </a:lnTo>
                              <a:lnTo>
                                <a:pt x="510" y="1084"/>
                              </a:lnTo>
                              <a:lnTo>
                                <a:pt x="509" y="1076"/>
                              </a:lnTo>
                              <a:lnTo>
                                <a:pt x="509" y="1069"/>
                              </a:lnTo>
                              <a:lnTo>
                                <a:pt x="509" y="1061"/>
                              </a:lnTo>
                              <a:lnTo>
                                <a:pt x="510" y="1053"/>
                              </a:lnTo>
                              <a:lnTo>
                                <a:pt x="511" y="1046"/>
                              </a:lnTo>
                              <a:lnTo>
                                <a:pt x="512" y="1039"/>
                              </a:lnTo>
                              <a:lnTo>
                                <a:pt x="516" y="1024"/>
                              </a:lnTo>
                              <a:lnTo>
                                <a:pt x="518" y="1018"/>
                              </a:lnTo>
                              <a:lnTo>
                                <a:pt x="521" y="1011"/>
                              </a:lnTo>
                              <a:lnTo>
                                <a:pt x="527" y="998"/>
                              </a:lnTo>
                              <a:lnTo>
                                <a:pt x="531" y="992"/>
                              </a:lnTo>
                              <a:lnTo>
                                <a:pt x="534" y="986"/>
                              </a:lnTo>
                              <a:lnTo>
                                <a:pt x="543" y="974"/>
                              </a:lnTo>
                              <a:lnTo>
                                <a:pt x="548" y="969"/>
                              </a:lnTo>
                              <a:lnTo>
                                <a:pt x="553" y="963"/>
                              </a:lnTo>
                              <a:lnTo>
                                <a:pt x="563" y="954"/>
                              </a:lnTo>
                              <a:lnTo>
                                <a:pt x="569" y="949"/>
                              </a:lnTo>
                              <a:lnTo>
                                <a:pt x="575" y="945"/>
                              </a:lnTo>
                              <a:lnTo>
                                <a:pt x="581" y="941"/>
                              </a:lnTo>
                              <a:lnTo>
                                <a:pt x="587" y="938"/>
                              </a:lnTo>
                              <a:lnTo>
                                <a:pt x="593" y="935"/>
                              </a:lnTo>
                              <a:lnTo>
                                <a:pt x="600" y="932"/>
                              </a:lnTo>
                              <a:lnTo>
                                <a:pt x="607" y="929"/>
                              </a:lnTo>
                              <a:lnTo>
                                <a:pt x="614" y="927"/>
                              </a:lnTo>
                              <a:lnTo>
                                <a:pt x="628" y="923"/>
                              </a:lnTo>
                              <a:lnTo>
                                <a:pt x="635" y="922"/>
                              </a:lnTo>
                              <a:lnTo>
                                <a:pt x="643" y="921"/>
                              </a:lnTo>
                              <a:lnTo>
                                <a:pt x="658" y="920"/>
                              </a:lnTo>
                              <a:lnTo>
                                <a:pt x="669" y="920"/>
                              </a:lnTo>
                              <a:lnTo>
                                <a:pt x="681" y="922"/>
                              </a:lnTo>
                              <a:lnTo>
                                <a:pt x="686" y="923"/>
                              </a:lnTo>
                              <a:lnTo>
                                <a:pt x="692" y="924"/>
                              </a:lnTo>
                              <a:lnTo>
                                <a:pt x="697" y="925"/>
                              </a:lnTo>
                              <a:lnTo>
                                <a:pt x="703" y="927"/>
                              </a:lnTo>
                              <a:lnTo>
                                <a:pt x="713" y="931"/>
                              </a:lnTo>
                              <a:lnTo>
                                <a:pt x="718" y="933"/>
                              </a:lnTo>
                              <a:lnTo>
                                <a:pt x="723" y="935"/>
                              </a:lnTo>
                              <a:lnTo>
                                <a:pt x="733" y="940"/>
                              </a:lnTo>
                              <a:lnTo>
                                <a:pt x="742" y="946"/>
                              </a:lnTo>
                              <a:lnTo>
                                <a:pt x="751" y="953"/>
                              </a:lnTo>
                              <a:lnTo>
                                <a:pt x="759" y="960"/>
                              </a:lnTo>
                              <a:lnTo>
                                <a:pt x="767" y="967"/>
                              </a:lnTo>
                              <a:lnTo>
                                <a:pt x="774" y="976"/>
                              </a:lnTo>
                              <a:lnTo>
                                <a:pt x="780" y="984"/>
                              </a:lnTo>
                              <a:lnTo>
                                <a:pt x="786" y="994"/>
                              </a:lnTo>
                              <a:lnTo>
                                <a:pt x="791" y="1003"/>
                              </a:lnTo>
                              <a:lnTo>
                                <a:pt x="796" y="1013"/>
                              </a:lnTo>
                              <a:lnTo>
                                <a:pt x="914" y="1012"/>
                              </a:lnTo>
                              <a:lnTo>
                                <a:pt x="1060" y="1010"/>
                              </a:lnTo>
                              <a:lnTo>
                                <a:pt x="1142" y="1009"/>
                              </a:lnTo>
                              <a:lnTo>
                                <a:pt x="1230" y="1008"/>
                              </a:lnTo>
                              <a:lnTo>
                                <a:pt x="1420" y="1007"/>
                              </a:lnTo>
                              <a:lnTo>
                                <a:pt x="1422" y="1002"/>
                              </a:lnTo>
                              <a:lnTo>
                                <a:pt x="1424" y="997"/>
                              </a:lnTo>
                              <a:lnTo>
                                <a:pt x="1429" y="987"/>
                              </a:lnTo>
                              <a:lnTo>
                                <a:pt x="1435" y="977"/>
                              </a:lnTo>
                              <a:lnTo>
                                <a:pt x="1442" y="968"/>
                              </a:lnTo>
                              <a:lnTo>
                                <a:pt x="1449" y="960"/>
                              </a:lnTo>
                              <a:lnTo>
                                <a:pt x="1457" y="952"/>
                              </a:lnTo>
                              <a:lnTo>
                                <a:pt x="1465" y="945"/>
                              </a:lnTo>
                              <a:lnTo>
                                <a:pt x="1474" y="938"/>
                              </a:lnTo>
                              <a:lnTo>
                                <a:pt x="1478" y="935"/>
                              </a:lnTo>
                              <a:lnTo>
                                <a:pt x="1483" y="932"/>
                              </a:lnTo>
                              <a:lnTo>
                                <a:pt x="1493" y="927"/>
                              </a:lnTo>
                              <a:lnTo>
                                <a:pt x="1498" y="924"/>
                              </a:lnTo>
                              <a:lnTo>
                                <a:pt x="1503" y="922"/>
                              </a:lnTo>
                              <a:lnTo>
                                <a:pt x="1514" y="918"/>
                              </a:lnTo>
                              <a:lnTo>
                                <a:pt x="1519" y="917"/>
                              </a:lnTo>
                              <a:lnTo>
                                <a:pt x="1524" y="915"/>
                              </a:lnTo>
                              <a:lnTo>
                                <a:pt x="1536" y="913"/>
                              </a:lnTo>
                              <a:lnTo>
                                <a:pt x="1547" y="912"/>
                              </a:lnTo>
                              <a:lnTo>
                                <a:pt x="1559" y="911"/>
                              </a:lnTo>
                              <a:lnTo>
                                <a:pt x="1571" y="912"/>
                              </a:lnTo>
                              <a:lnTo>
                                <a:pt x="1582" y="913"/>
                              </a:lnTo>
                              <a:lnTo>
                                <a:pt x="1594" y="915"/>
                              </a:lnTo>
                              <a:lnTo>
                                <a:pt x="1605" y="918"/>
                              </a:lnTo>
                              <a:lnTo>
                                <a:pt x="1615" y="922"/>
                              </a:lnTo>
                              <a:lnTo>
                                <a:pt x="1625" y="927"/>
                              </a:lnTo>
                              <a:lnTo>
                                <a:pt x="1635" y="932"/>
                              </a:lnTo>
                              <a:lnTo>
                                <a:pt x="1644" y="938"/>
                              </a:lnTo>
                              <a:lnTo>
                                <a:pt x="1649" y="941"/>
                              </a:lnTo>
                              <a:lnTo>
                                <a:pt x="1653" y="945"/>
                              </a:lnTo>
                              <a:lnTo>
                                <a:pt x="1662" y="952"/>
                              </a:lnTo>
                              <a:lnTo>
                                <a:pt x="1669" y="960"/>
                              </a:lnTo>
                              <a:lnTo>
                                <a:pt x="1676" y="968"/>
                              </a:lnTo>
                              <a:lnTo>
                                <a:pt x="1683" y="977"/>
                              </a:lnTo>
                              <a:lnTo>
                                <a:pt x="1689" y="987"/>
                              </a:lnTo>
                              <a:lnTo>
                                <a:pt x="1694" y="997"/>
                              </a:lnTo>
                              <a:lnTo>
                                <a:pt x="1698" y="1007"/>
                              </a:lnTo>
                              <a:lnTo>
                                <a:pt x="1827" y="1008"/>
                              </a:lnTo>
                              <a:lnTo>
                                <a:pt x="1957" y="1009"/>
                              </a:lnTo>
                              <a:lnTo>
                                <a:pt x="2087" y="1011"/>
                              </a:lnTo>
                              <a:lnTo>
                                <a:pt x="2218" y="1013"/>
                              </a:lnTo>
                              <a:lnTo>
                                <a:pt x="2223" y="1003"/>
                              </a:lnTo>
                              <a:lnTo>
                                <a:pt x="2225" y="998"/>
                              </a:lnTo>
                              <a:lnTo>
                                <a:pt x="2228" y="993"/>
                              </a:lnTo>
                              <a:lnTo>
                                <a:pt x="2234" y="984"/>
                              </a:lnTo>
                              <a:lnTo>
                                <a:pt x="2240" y="975"/>
                              </a:lnTo>
                              <a:lnTo>
                                <a:pt x="2248" y="967"/>
                              </a:lnTo>
                              <a:lnTo>
                                <a:pt x="2255" y="960"/>
                              </a:lnTo>
                              <a:lnTo>
                                <a:pt x="2263" y="952"/>
                              </a:lnTo>
                              <a:lnTo>
                                <a:pt x="2272" y="946"/>
                              </a:lnTo>
                              <a:lnTo>
                                <a:pt x="2281" y="940"/>
                              </a:lnTo>
                              <a:lnTo>
                                <a:pt x="2291" y="935"/>
                              </a:lnTo>
                              <a:lnTo>
                                <a:pt x="2301" y="931"/>
                              </a:lnTo>
                              <a:lnTo>
                                <a:pt x="2312" y="927"/>
                              </a:lnTo>
                              <a:lnTo>
                                <a:pt x="2322" y="924"/>
                              </a:lnTo>
                              <a:lnTo>
                                <a:pt x="2333" y="922"/>
                              </a:lnTo>
                              <a:lnTo>
                                <a:pt x="2345" y="920"/>
                              </a:lnTo>
                              <a:lnTo>
                                <a:pt x="2356" y="920"/>
                              </a:lnTo>
                              <a:lnTo>
                                <a:pt x="2372" y="921"/>
                              </a:lnTo>
                              <a:lnTo>
                                <a:pt x="2379" y="922"/>
                              </a:lnTo>
                              <a:lnTo>
                                <a:pt x="2386" y="923"/>
                              </a:lnTo>
                              <a:lnTo>
                                <a:pt x="2401" y="927"/>
                              </a:lnTo>
                              <a:lnTo>
                                <a:pt x="2408" y="929"/>
                              </a:lnTo>
                              <a:lnTo>
                                <a:pt x="2414" y="932"/>
                              </a:lnTo>
                              <a:lnTo>
                                <a:pt x="2427" y="938"/>
                              </a:lnTo>
                              <a:lnTo>
                                <a:pt x="2433" y="941"/>
                              </a:lnTo>
                              <a:lnTo>
                                <a:pt x="2440" y="945"/>
                              </a:lnTo>
                              <a:lnTo>
                                <a:pt x="2451" y="954"/>
                              </a:lnTo>
                              <a:lnTo>
                                <a:pt x="2456" y="959"/>
                              </a:lnTo>
                              <a:lnTo>
                                <a:pt x="2462" y="963"/>
                              </a:lnTo>
                              <a:lnTo>
                                <a:pt x="2471" y="974"/>
                              </a:lnTo>
                              <a:lnTo>
                                <a:pt x="2476" y="980"/>
                              </a:lnTo>
                              <a:lnTo>
                                <a:pt x="2480" y="986"/>
                              </a:lnTo>
                              <a:lnTo>
                                <a:pt x="2484" y="992"/>
                              </a:lnTo>
                              <a:lnTo>
                                <a:pt x="2487" y="998"/>
                              </a:lnTo>
                              <a:lnTo>
                                <a:pt x="2490" y="1004"/>
                              </a:lnTo>
                              <a:lnTo>
                                <a:pt x="2493" y="1011"/>
                              </a:lnTo>
                              <a:lnTo>
                                <a:pt x="2496" y="1018"/>
                              </a:lnTo>
                              <a:lnTo>
                                <a:pt x="2498" y="1024"/>
                              </a:lnTo>
                              <a:lnTo>
                                <a:pt x="2502" y="1039"/>
                              </a:lnTo>
                              <a:lnTo>
                                <a:pt x="2503" y="1046"/>
                              </a:lnTo>
                              <a:lnTo>
                                <a:pt x="2504" y="1053"/>
                              </a:lnTo>
                              <a:lnTo>
                                <a:pt x="2505" y="1061"/>
                              </a:lnTo>
                              <a:lnTo>
                                <a:pt x="2505" y="1069"/>
                              </a:lnTo>
                              <a:lnTo>
                                <a:pt x="2505" y="1076"/>
                              </a:lnTo>
                              <a:lnTo>
                                <a:pt x="2504" y="1084"/>
                              </a:lnTo>
                              <a:lnTo>
                                <a:pt x="2503" y="1091"/>
                              </a:lnTo>
                              <a:lnTo>
                                <a:pt x="2502" y="1099"/>
                              </a:lnTo>
                              <a:lnTo>
                                <a:pt x="2498" y="1113"/>
                              </a:lnTo>
                              <a:lnTo>
                                <a:pt x="2496" y="1120"/>
                              </a:lnTo>
                              <a:lnTo>
                                <a:pt x="2493" y="1127"/>
                              </a:lnTo>
                              <a:lnTo>
                                <a:pt x="2487" y="1140"/>
                              </a:lnTo>
                              <a:lnTo>
                                <a:pt x="2484" y="1146"/>
                              </a:lnTo>
                              <a:lnTo>
                                <a:pt x="2480" y="1152"/>
                              </a:lnTo>
                              <a:lnTo>
                                <a:pt x="2471" y="1163"/>
                              </a:lnTo>
                              <a:lnTo>
                                <a:pt x="2466" y="1169"/>
                              </a:lnTo>
                              <a:lnTo>
                                <a:pt x="2462" y="1174"/>
                              </a:lnTo>
                              <a:lnTo>
                                <a:pt x="2451" y="1183"/>
                              </a:lnTo>
                              <a:lnTo>
                                <a:pt x="2445" y="1188"/>
                              </a:lnTo>
                              <a:lnTo>
                                <a:pt x="2440" y="1192"/>
                              </a:lnTo>
                              <a:lnTo>
                                <a:pt x="2433" y="1196"/>
                              </a:lnTo>
                              <a:lnTo>
                                <a:pt x="2427" y="1199"/>
                              </a:lnTo>
                              <a:lnTo>
                                <a:pt x="2421" y="1203"/>
                              </a:lnTo>
                              <a:lnTo>
                                <a:pt x="2414" y="1206"/>
                              </a:lnTo>
                              <a:lnTo>
                                <a:pt x="2408" y="1208"/>
                              </a:lnTo>
                              <a:lnTo>
                                <a:pt x="2401" y="1211"/>
                              </a:lnTo>
                              <a:lnTo>
                                <a:pt x="2386" y="1214"/>
                              </a:lnTo>
                              <a:lnTo>
                                <a:pt x="2379" y="1216"/>
                              </a:lnTo>
                              <a:lnTo>
                                <a:pt x="2372" y="1217"/>
                              </a:lnTo>
                              <a:lnTo>
                                <a:pt x="2356" y="1217"/>
                              </a:lnTo>
                              <a:lnTo>
                                <a:pt x="2344" y="1217"/>
                              </a:lnTo>
                              <a:lnTo>
                                <a:pt x="2332" y="1215"/>
                              </a:lnTo>
                              <a:lnTo>
                                <a:pt x="2321" y="1213"/>
                              </a:lnTo>
                              <a:lnTo>
                                <a:pt x="2309" y="1210"/>
                              </a:lnTo>
                              <a:lnTo>
                                <a:pt x="2298" y="1206"/>
                              </a:lnTo>
                              <a:lnTo>
                                <a:pt x="2288" y="1201"/>
                              </a:lnTo>
                              <a:lnTo>
                                <a:pt x="2278" y="1195"/>
                              </a:lnTo>
                              <a:lnTo>
                                <a:pt x="2268" y="1189"/>
                              </a:lnTo>
                              <a:lnTo>
                                <a:pt x="2269" y="1200"/>
                              </a:lnTo>
                              <a:lnTo>
                                <a:pt x="2269" y="1208"/>
                              </a:lnTo>
                              <a:lnTo>
                                <a:pt x="2268" y="1215"/>
                              </a:lnTo>
                              <a:lnTo>
                                <a:pt x="2267" y="1223"/>
                              </a:lnTo>
                              <a:lnTo>
                                <a:pt x="2266" y="1230"/>
                              </a:lnTo>
                              <a:lnTo>
                                <a:pt x="2262" y="1244"/>
                              </a:lnTo>
                              <a:lnTo>
                                <a:pt x="2260" y="1251"/>
                              </a:lnTo>
                              <a:lnTo>
                                <a:pt x="2257" y="1258"/>
                              </a:lnTo>
                              <a:lnTo>
                                <a:pt x="2251" y="1271"/>
                              </a:lnTo>
                              <a:lnTo>
                                <a:pt x="2247" y="1277"/>
                              </a:lnTo>
                              <a:lnTo>
                                <a:pt x="2243" y="1283"/>
                              </a:lnTo>
                              <a:lnTo>
                                <a:pt x="2235" y="1295"/>
                              </a:lnTo>
                              <a:lnTo>
                                <a:pt x="2230" y="1300"/>
                              </a:lnTo>
                              <a:lnTo>
                                <a:pt x="2225" y="1305"/>
                              </a:lnTo>
                              <a:lnTo>
                                <a:pt x="2215" y="1315"/>
                              </a:lnTo>
                              <a:lnTo>
                                <a:pt x="2209" y="1319"/>
                              </a:lnTo>
                              <a:lnTo>
                                <a:pt x="2203" y="1323"/>
                              </a:lnTo>
                              <a:lnTo>
                                <a:pt x="2197" y="1327"/>
                              </a:lnTo>
                              <a:lnTo>
                                <a:pt x="2191" y="1331"/>
                              </a:lnTo>
                              <a:lnTo>
                                <a:pt x="2185" y="1334"/>
                              </a:lnTo>
                              <a:lnTo>
                                <a:pt x="2178" y="1337"/>
                              </a:lnTo>
                              <a:lnTo>
                                <a:pt x="2171" y="1340"/>
                              </a:lnTo>
                              <a:lnTo>
                                <a:pt x="2164" y="1342"/>
                              </a:lnTo>
                              <a:lnTo>
                                <a:pt x="2150" y="1346"/>
                              </a:lnTo>
                              <a:lnTo>
                                <a:pt x="2143" y="1347"/>
                              </a:lnTo>
                              <a:lnTo>
                                <a:pt x="2135" y="1348"/>
                              </a:lnTo>
                              <a:lnTo>
                                <a:pt x="2120" y="1349"/>
                              </a:lnTo>
                              <a:lnTo>
                                <a:pt x="2110" y="1348"/>
                              </a:lnTo>
                              <a:lnTo>
                                <a:pt x="2100" y="1347"/>
                              </a:lnTo>
                              <a:lnTo>
                                <a:pt x="2090" y="1346"/>
                              </a:lnTo>
                              <a:lnTo>
                                <a:pt x="2081" y="1343"/>
                              </a:lnTo>
                              <a:lnTo>
                                <a:pt x="2072" y="1341"/>
                              </a:lnTo>
                              <a:lnTo>
                                <a:pt x="2063" y="1337"/>
                              </a:lnTo>
                              <a:lnTo>
                                <a:pt x="2054" y="1333"/>
                              </a:lnTo>
                              <a:lnTo>
                                <a:pt x="2046" y="1329"/>
                              </a:lnTo>
                              <a:lnTo>
                                <a:pt x="2038" y="1324"/>
                              </a:lnTo>
                              <a:lnTo>
                                <a:pt x="2030" y="1318"/>
                              </a:lnTo>
                              <a:lnTo>
                                <a:pt x="2023" y="1312"/>
                              </a:lnTo>
                              <a:lnTo>
                                <a:pt x="2016" y="1306"/>
                              </a:lnTo>
                              <a:lnTo>
                                <a:pt x="2009" y="1299"/>
                              </a:lnTo>
                              <a:lnTo>
                                <a:pt x="2003" y="1292"/>
                              </a:lnTo>
                              <a:lnTo>
                                <a:pt x="1998" y="1284"/>
                              </a:lnTo>
                              <a:lnTo>
                                <a:pt x="1992" y="1276"/>
                              </a:lnTo>
                              <a:lnTo>
                                <a:pt x="1488" y="1387"/>
                              </a:lnTo>
                              <a:lnTo>
                                <a:pt x="1487" y="1393"/>
                              </a:lnTo>
                              <a:lnTo>
                                <a:pt x="1485" y="1400"/>
                              </a:lnTo>
                              <a:lnTo>
                                <a:pt x="1484" y="1407"/>
                              </a:lnTo>
                              <a:lnTo>
                                <a:pt x="1482" y="1413"/>
                              </a:lnTo>
                              <a:lnTo>
                                <a:pt x="1477" y="1425"/>
                              </a:lnTo>
                              <a:lnTo>
                                <a:pt x="1471" y="1437"/>
                              </a:lnTo>
                              <a:lnTo>
                                <a:pt x="1464" y="1449"/>
                              </a:lnTo>
                              <a:lnTo>
                                <a:pt x="1460" y="1454"/>
                              </a:lnTo>
                              <a:lnTo>
                                <a:pt x="1456" y="1459"/>
                              </a:lnTo>
                              <a:lnTo>
                                <a:pt x="1452" y="1464"/>
                              </a:lnTo>
                              <a:lnTo>
                                <a:pt x="1448" y="1469"/>
                              </a:lnTo>
                              <a:lnTo>
                                <a:pt x="1443" y="1474"/>
                              </a:lnTo>
                              <a:lnTo>
                                <a:pt x="1438" y="1478"/>
                              </a:lnTo>
                              <a:lnTo>
                                <a:pt x="1433" y="1482"/>
                              </a:lnTo>
                              <a:lnTo>
                                <a:pt x="1428" y="1486"/>
                              </a:lnTo>
                              <a:lnTo>
                                <a:pt x="1417" y="1493"/>
                              </a:lnTo>
                              <a:lnTo>
                                <a:pt x="1412" y="1497"/>
                              </a:lnTo>
                              <a:lnTo>
                                <a:pt x="1406" y="1500"/>
                              </a:lnTo>
                              <a:lnTo>
                                <a:pt x="1400" y="1503"/>
                              </a:lnTo>
                              <a:lnTo>
                                <a:pt x="1394" y="1505"/>
                              </a:lnTo>
                              <a:lnTo>
                                <a:pt x="1381" y="1509"/>
                              </a:lnTo>
                              <a:lnTo>
                                <a:pt x="1374" y="1511"/>
                              </a:lnTo>
                              <a:lnTo>
                                <a:pt x="1368" y="1512"/>
                              </a:lnTo>
                              <a:lnTo>
                                <a:pt x="1354" y="1514"/>
                              </a:lnTo>
                              <a:lnTo>
                                <a:pt x="1340" y="1515"/>
                              </a:lnTo>
                              <a:lnTo>
                                <a:pt x="1331" y="1515"/>
                              </a:lnTo>
                              <a:lnTo>
                                <a:pt x="1321" y="1514"/>
                              </a:lnTo>
                              <a:lnTo>
                                <a:pt x="1311" y="1512"/>
                              </a:lnTo>
                              <a:lnTo>
                                <a:pt x="1302" y="1510"/>
                              </a:lnTo>
                              <a:lnTo>
                                <a:pt x="1293" y="1507"/>
                              </a:lnTo>
                              <a:lnTo>
                                <a:pt x="1285" y="1504"/>
                              </a:lnTo>
                              <a:lnTo>
                                <a:pt x="1276" y="1500"/>
                              </a:lnTo>
                              <a:lnTo>
                                <a:pt x="1268" y="1496"/>
                              </a:lnTo>
                              <a:lnTo>
                                <a:pt x="1260" y="1491"/>
                              </a:lnTo>
                              <a:lnTo>
                                <a:pt x="1252" y="1486"/>
                              </a:lnTo>
                              <a:lnTo>
                                <a:pt x="1245" y="1481"/>
                              </a:lnTo>
                              <a:lnTo>
                                <a:pt x="1238" y="1475"/>
                              </a:lnTo>
                              <a:lnTo>
                                <a:pt x="1232" y="1468"/>
                              </a:lnTo>
                              <a:lnTo>
                                <a:pt x="1226" y="1461"/>
                              </a:lnTo>
                              <a:lnTo>
                                <a:pt x="1220" y="1454"/>
                              </a:lnTo>
                              <a:lnTo>
                                <a:pt x="1215" y="1446"/>
                              </a:lnTo>
                              <a:lnTo>
                                <a:pt x="604" y="1580"/>
                              </a:lnTo>
                              <a:lnTo>
                                <a:pt x="601" y="1594"/>
                              </a:lnTo>
                              <a:lnTo>
                                <a:pt x="599" y="1600"/>
                              </a:lnTo>
                              <a:lnTo>
                                <a:pt x="597" y="1606"/>
                              </a:lnTo>
                              <a:lnTo>
                                <a:pt x="593" y="1619"/>
                              </a:lnTo>
                              <a:lnTo>
                                <a:pt x="587" y="1630"/>
                              </a:lnTo>
                              <a:lnTo>
                                <a:pt x="580" y="1642"/>
                              </a:lnTo>
                              <a:lnTo>
                                <a:pt x="572" y="1652"/>
                              </a:lnTo>
                              <a:lnTo>
                                <a:pt x="568" y="1657"/>
                              </a:lnTo>
                              <a:lnTo>
                                <a:pt x="564" y="1662"/>
                              </a:lnTo>
                              <a:lnTo>
                                <a:pt x="554" y="1671"/>
                              </a:lnTo>
                              <a:lnTo>
                                <a:pt x="544" y="1679"/>
                              </a:lnTo>
                              <a:lnTo>
                                <a:pt x="533" y="1686"/>
                              </a:lnTo>
                              <a:lnTo>
                                <a:pt x="522" y="1692"/>
                              </a:lnTo>
                              <a:lnTo>
                                <a:pt x="510" y="1698"/>
                              </a:lnTo>
                              <a:lnTo>
                                <a:pt x="497" y="1702"/>
                              </a:lnTo>
                              <a:lnTo>
                                <a:pt x="484" y="1705"/>
                              </a:lnTo>
                              <a:lnTo>
                                <a:pt x="470" y="1707"/>
                              </a:lnTo>
                              <a:lnTo>
                                <a:pt x="457" y="1707"/>
                              </a:lnTo>
                              <a:lnTo>
                                <a:pt x="441" y="1707"/>
                              </a:lnTo>
                              <a:lnTo>
                                <a:pt x="434" y="1706"/>
                              </a:lnTo>
                              <a:lnTo>
                                <a:pt x="427" y="1704"/>
                              </a:lnTo>
                              <a:lnTo>
                                <a:pt x="412" y="1701"/>
                              </a:lnTo>
                              <a:lnTo>
                                <a:pt x="405" y="1698"/>
                              </a:lnTo>
                              <a:lnTo>
                                <a:pt x="399" y="1696"/>
                              </a:lnTo>
                              <a:lnTo>
                                <a:pt x="386" y="1690"/>
                              </a:lnTo>
                              <a:lnTo>
                                <a:pt x="379" y="1686"/>
                              </a:lnTo>
                              <a:lnTo>
                                <a:pt x="373" y="1682"/>
                              </a:lnTo>
                              <a:lnTo>
                                <a:pt x="362" y="1674"/>
                              </a:lnTo>
                              <a:lnTo>
                                <a:pt x="356" y="1669"/>
                              </a:lnTo>
                              <a:lnTo>
                                <a:pt x="351" y="1664"/>
                              </a:lnTo>
                              <a:lnTo>
                                <a:pt x="341" y="1653"/>
                              </a:lnTo>
                              <a:lnTo>
                                <a:pt x="336" y="1648"/>
                              </a:lnTo>
                              <a:lnTo>
                                <a:pt x="332" y="1642"/>
                              </a:lnTo>
                              <a:lnTo>
                                <a:pt x="328" y="1636"/>
                              </a:lnTo>
                              <a:lnTo>
                                <a:pt x="325" y="1630"/>
                              </a:lnTo>
                              <a:lnTo>
                                <a:pt x="321" y="1623"/>
                              </a:lnTo>
                              <a:lnTo>
                                <a:pt x="318" y="1617"/>
                              </a:lnTo>
                              <a:lnTo>
                                <a:pt x="316" y="1610"/>
                              </a:lnTo>
                              <a:lnTo>
                                <a:pt x="313" y="1603"/>
                              </a:lnTo>
                              <a:lnTo>
                                <a:pt x="310" y="1589"/>
                              </a:lnTo>
                              <a:lnTo>
                                <a:pt x="308" y="1581"/>
                              </a:lnTo>
                              <a:lnTo>
                                <a:pt x="308" y="1574"/>
                              </a:lnTo>
                              <a:lnTo>
                                <a:pt x="307" y="1566"/>
                              </a:lnTo>
                              <a:lnTo>
                                <a:pt x="307" y="1559"/>
                              </a:lnTo>
                              <a:close/>
                              <a:moveTo>
                                <a:pt x="1288" y="2014"/>
                              </a:moveTo>
                              <a:lnTo>
                                <a:pt x="1288" y="2006"/>
                              </a:lnTo>
                              <a:lnTo>
                                <a:pt x="1289" y="1999"/>
                              </a:lnTo>
                              <a:lnTo>
                                <a:pt x="1290" y="1991"/>
                              </a:lnTo>
                              <a:lnTo>
                                <a:pt x="1291" y="1984"/>
                              </a:lnTo>
                              <a:lnTo>
                                <a:pt x="1294" y="1970"/>
                              </a:lnTo>
                              <a:lnTo>
                                <a:pt x="1297" y="1963"/>
                              </a:lnTo>
                              <a:lnTo>
                                <a:pt x="1299" y="1956"/>
                              </a:lnTo>
                              <a:lnTo>
                                <a:pt x="1306" y="1943"/>
                              </a:lnTo>
                              <a:lnTo>
                                <a:pt x="1309" y="1937"/>
                              </a:lnTo>
                              <a:lnTo>
                                <a:pt x="1313" y="1931"/>
                              </a:lnTo>
                              <a:lnTo>
                                <a:pt x="1322" y="1919"/>
                              </a:lnTo>
                              <a:lnTo>
                                <a:pt x="1326" y="1914"/>
                              </a:lnTo>
                              <a:lnTo>
                                <a:pt x="1331" y="1909"/>
                              </a:lnTo>
                              <a:lnTo>
                                <a:pt x="1342" y="1899"/>
                              </a:lnTo>
                              <a:lnTo>
                                <a:pt x="1348" y="1895"/>
                              </a:lnTo>
                              <a:lnTo>
                                <a:pt x="1353" y="1890"/>
                              </a:lnTo>
                              <a:lnTo>
                                <a:pt x="1359" y="1887"/>
                              </a:lnTo>
                              <a:lnTo>
                                <a:pt x="1366" y="1883"/>
                              </a:lnTo>
                              <a:lnTo>
                                <a:pt x="1372" y="1880"/>
                              </a:lnTo>
                              <a:lnTo>
                                <a:pt x="1379" y="1877"/>
                              </a:lnTo>
                              <a:lnTo>
                                <a:pt x="1385" y="1874"/>
                              </a:lnTo>
                              <a:lnTo>
                                <a:pt x="1392" y="1872"/>
                              </a:lnTo>
                              <a:lnTo>
                                <a:pt x="1407" y="1868"/>
                              </a:lnTo>
                              <a:lnTo>
                                <a:pt x="1414" y="1867"/>
                              </a:lnTo>
                              <a:lnTo>
                                <a:pt x="1421" y="1866"/>
                              </a:lnTo>
                              <a:lnTo>
                                <a:pt x="1437" y="1865"/>
                              </a:lnTo>
                              <a:lnTo>
                                <a:pt x="1449" y="1866"/>
                              </a:lnTo>
                              <a:lnTo>
                                <a:pt x="1455" y="1866"/>
                              </a:lnTo>
                              <a:lnTo>
                                <a:pt x="1461" y="1867"/>
                              </a:lnTo>
                              <a:lnTo>
                                <a:pt x="1473" y="1870"/>
                              </a:lnTo>
                              <a:lnTo>
                                <a:pt x="1485" y="1873"/>
                              </a:lnTo>
                              <a:lnTo>
                                <a:pt x="1496" y="1877"/>
                              </a:lnTo>
                              <a:lnTo>
                                <a:pt x="1502" y="1880"/>
                              </a:lnTo>
                              <a:lnTo>
                                <a:pt x="1507" y="1883"/>
                              </a:lnTo>
                              <a:lnTo>
                                <a:pt x="1517" y="1889"/>
                              </a:lnTo>
                              <a:lnTo>
                                <a:pt x="1527" y="1895"/>
                              </a:lnTo>
                              <a:lnTo>
                                <a:pt x="1589" y="1859"/>
                              </a:lnTo>
                              <a:lnTo>
                                <a:pt x="1651" y="1824"/>
                              </a:lnTo>
                              <a:lnTo>
                                <a:pt x="1714" y="1790"/>
                              </a:lnTo>
                              <a:lnTo>
                                <a:pt x="1776" y="1758"/>
                              </a:lnTo>
                              <a:lnTo>
                                <a:pt x="1807" y="1742"/>
                              </a:lnTo>
                              <a:lnTo>
                                <a:pt x="1839" y="1726"/>
                              </a:lnTo>
                              <a:lnTo>
                                <a:pt x="1901" y="1696"/>
                              </a:lnTo>
                              <a:lnTo>
                                <a:pt x="1963" y="1668"/>
                              </a:lnTo>
                              <a:lnTo>
                                <a:pt x="2024" y="1641"/>
                              </a:lnTo>
                              <a:lnTo>
                                <a:pt x="2024" y="1637"/>
                              </a:lnTo>
                              <a:lnTo>
                                <a:pt x="2024" y="1627"/>
                              </a:lnTo>
                              <a:lnTo>
                                <a:pt x="2025" y="1617"/>
                              </a:lnTo>
                              <a:lnTo>
                                <a:pt x="2027" y="1608"/>
                              </a:lnTo>
                              <a:lnTo>
                                <a:pt x="2029" y="1598"/>
                              </a:lnTo>
                              <a:lnTo>
                                <a:pt x="2031" y="1593"/>
                              </a:lnTo>
                              <a:lnTo>
                                <a:pt x="2032" y="1589"/>
                              </a:lnTo>
                              <a:lnTo>
                                <a:pt x="2036" y="1580"/>
                              </a:lnTo>
                              <a:lnTo>
                                <a:pt x="2040" y="1571"/>
                              </a:lnTo>
                              <a:lnTo>
                                <a:pt x="2044" y="1562"/>
                              </a:lnTo>
                              <a:lnTo>
                                <a:pt x="1998" y="1572"/>
                              </a:lnTo>
                              <a:lnTo>
                                <a:pt x="1950" y="1582"/>
                              </a:lnTo>
                              <a:lnTo>
                                <a:pt x="1900" y="1593"/>
                              </a:lnTo>
                              <a:lnTo>
                                <a:pt x="1847" y="1605"/>
                              </a:lnTo>
                              <a:lnTo>
                                <a:pt x="1778" y="1622"/>
                              </a:lnTo>
                              <a:lnTo>
                                <a:pt x="1707" y="1640"/>
                              </a:lnTo>
                              <a:lnTo>
                                <a:pt x="1707" y="1647"/>
                              </a:lnTo>
                              <a:lnTo>
                                <a:pt x="1706" y="1654"/>
                              </a:lnTo>
                              <a:lnTo>
                                <a:pt x="1704" y="1661"/>
                              </a:lnTo>
                              <a:lnTo>
                                <a:pt x="1703" y="1668"/>
                              </a:lnTo>
                              <a:lnTo>
                                <a:pt x="1698" y="1681"/>
                              </a:lnTo>
                              <a:lnTo>
                                <a:pt x="1693" y="1694"/>
                              </a:lnTo>
                              <a:lnTo>
                                <a:pt x="1686" y="1706"/>
                              </a:lnTo>
                              <a:lnTo>
                                <a:pt x="1683" y="1712"/>
                              </a:lnTo>
                              <a:lnTo>
                                <a:pt x="1679" y="1717"/>
                              </a:lnTo>
                              <a:lnTo>
                                <a:pt x="1674" y="1723"/>
                              </a:lnTo>
                              <a:lnTo>
                                <a:pt x="1670" y="1728"/>
                              </a:lnTo>
                              <a:lnTo>
                                <a:pt x="1665" y="1733"/>
                              </a:lnTo>
                              <a:lnTo>
                                <a:pt x="1660" y="1738"/>
                              </a:lnTo>
                              <a:lnTo>
                                <a:pt x="1655" y="1742"/>
                              </a:lnTo>
                              <a:lnTo>
                                <a:pt x="1650" y="1746"/>
                              </a:lnTo>
                              <a:lnTo>
                                <a:pt x="1645" y="1750"/>
                              </a:lnTo>
                              <a:lnTo>
                                <a:pt x="1639" y="1754"/>
                              </a:lnTo>
                              <a:lnTo>
                                <a:pt x="1633" y="1758"/>
                              </a:lnTo>
                              <a:lnTo>
                                <a:pt x="1627" y="1761"/>
                              </a:lnTo>
                              <a:lnTo>
                                <a:pt x="1614" y="1767"/>
                              </a:lnTo>
                              <a:lnTo>
                                <a:pt x="1608" y="1769"/>
                              </a:lnTo>
                              <a:lnTo>
                                <a:pt x="1601" y="1771"/>
                              </a:lnTo>
                              <a:lnTo>
                                <a:pt x="1595" y="1773"/>
                              </a:lnTo>
                              <a:lnTo>
                                <a:pt x="1588" y="1775"/>
                              </a:lnTo>
                              <a:lnTo>
                                <a:pt x="1581" y="1776"/>
                              </a:lnTo>
                              <a:lnTo>
                                <a:pt x="1574" y="1777"/>
                              </a:lnTo>
                              <a:lnTo>
                                <a:pt x="1559" y="1777"/>
                              </a:lnTo>
                              <a:lnTo>
                                <a:pt x="1550" y="1777"/>
                              </a:lnTo>
                              <a:lnTo>
                                <a:pt x="1541" y="1776"/>
                              </a:lnTo>
                              <a:lnTo>
                                <a:pt x="1524" y="1773"/>
                              </a:lnTo>
                              <a:lnTo>
                                <a:pt x="1516" y="1771"/>
                              </a:lnTo>
                              <a:lnTo>
                                <a:pt x="1508" y="1768"/>
                              </a:lnTo>
                              <a:lnTo>
                                <a:pt x="1500" y="1765"/>
                              </a:lnTo>
                              <a:lnTo>
                                <a:pt x="1492" y="1762"/>
                              </a:lnTo>
                              <a:lnTo>
                                <a:pt x="1485" y="1758"/>
                              </a:lnTo>
                              <a:lnTo>
                                <a:pt x="1478" y="1753"/>
                              </a:lnTo>
                              <a:lnTo>
                                <a:pt x="1471" y="1749"/>
                              </a:lnTo>
                              <a:lnTo>
                                <a:pt x="1468" y="1746"/>
                              </a:lnTo>
                              <a:lnTo>
                                <a:pt x="1464" y="1743"/>
                              </a:lnTo>
                              <a:lnTo>
                                <a:pt x="1458" y="1738"/>
                              </a:lnTo>
                              <a:lnTo>
                                <a:pt x="1452" y="1732"/>
                              </a:lnTo>
                              <a:lnTo>
                                <a:pt x="1446" y="1726"/>
                              </a:lnTo>
                              <a:lnTo>
                                <a:pt x="1441" y="1719"/>
                              </a:lnTo>
                              <a:lnTo>
                                <a:pt x="1404" y="1732"/>
                              </a:lnTo>
                              <a:lnTo>
                                <a:pt x="1366" y="1745"/>
                              </a:lnTo>
                              <a:lnTo>
                                <a:pt x="1328" y="1758"/>
                              </a:lnTo>
                              <a:lnTo>
                                <a:pt x="1290" y="1772"/>
                              </a:lnTo>
                              <a:lnTo>
                                <a:pt x="1251" y="1786"/>
                              </a:lnTo>
                              <a:lnTo>
                                <a:pt x="1212" y="1801"/>
                              </a:lnTo>
                              <a:lnTo>
                                <a:pt x="1172" y="1816"/>
                              </a:lnTo>
                              <a:lnTo>
                                <a:pt x="1132" y="1832"/>
                              </a:lnTo>
                              <a:lnTo>
                                <a:pt x="1092" y="1849"/>
                              </a:lnTo>
                              <a:lnTo>
                                <a:pt x="1052" y="1866"/>
                              </a:lnTo>
                              <a:lnTo>
                                <a:pt x="971" y="1901"/>
                              </a:lnTo>
                              <a:lnTo>
                                <a:pt x="930" y="1920"/>
                              </a:lnTo>
                              <a:lnTo>
                                <a:pt x="888" y="1939"/>
                              </a:lnTo>
                              <a:lnTo>
                                <a:pt x="847" y="1959"/>
                              </a:lnTo>
                              <a:lnTo>
                                <a:pt x="806" y="1979"/>
                              </a:lnTo>
                              <a:lnTo>
                                <a:pt x="806" y="1988"/>
                              </a:lnTo>
                              <a:lnTo>
                                <a:pt x="807" y="1996"/>
                              </a:lnTo>
                              <a:lnTo>
                                <a:pt x="806" y="2004"/>
                              </a:lnTo>
                              <a:lnTo>
                                <a:pt x="806" y="2011"/>
                              </a:lnTo>
                              <a:lnTo>
                                <a:pt x="805" y="2019"/>
                              </a:lnTo>
                              <a:lnTo>
                                <a:pt x="804" y="2026"/>
                              </a:lnTo>
                              <a:lnTo>
                                <a:pt x="800" y="2040"/>
                              </a:lnTo>
                              <a:lnTo>
                                <a:pt x="797" y="2047"/>
                              </a:lnTo>
                              <a:lnTo>
                                <a:pt x="795" y="2054"/>
                              </a:lnTo>
                              <a:lnTo>
                                <a:pt x="789" y="2067"/>
                              </a:lnTo>
                              <a:lnTo>
                                <a:pt x="785" y="2073"/>
                              </a:lnTo>
                              <a:lnTo>
                                <a:pt x="781" y="2079"/>
                              </a:lnTo>
                              <a:lnTo>
                                <a:pt x="773" y="2091"/>
                              </a:lnTo>
                              <a:lnTo>
                                <a:pt x="768" y="2096"/>
                              </a:lnTo>
                              <a:lnTo>
                                <a:pt x="763" y="2101"/>
                              </a:lnTo>
                              <a:lnTo>
                                <a:pt x="752" y="2111"/>
                              </a:lnTo>
                              <a:lnTo>
                                <a:pt x="747" y="2115"/>
                              </a:lnTo>
                              <a:lnTo>
                                <a:pt x="741" y="2120"/>
                              </a:lnTo>
                              <a:lnTo>
                                <a:pt x="735" y="2123"/>
                              </a:lnTo>
                              <a:lnTo>
                                <a:pt x="729" y="2127"/>
                              </a:lnTo>
                              <a:lnTo>
                                <a:pt x="722" y="2130"/>
                              </a:lnTo>
                              <a:lnTo>
                                <a:pt x="716" y="2133"/>
                              </a:lnTo>
                              <a:lnTo>
                                <a:pt x="709" y="2136"/>
                              </a:lnTo>
                              <a:lnTo>
                                <a:pt x="702" y="2138"/>
                              </a:lnTo>
                              <a:lnTo>
                                <a:pt x="688" y="2142"/>
                              </a:lnTo>
                              <a:lnTo>
                                <a:pt x="680" y="2143"/>
                              </a:lnTo>
                              <a:lnTo>
                                <a:pt x="673" y="2144"/>
                              </a:lnTo>
                              <a:lnTo>
                                <a:pt x="658" y="2145"/>
                              </a:lnTo>
                              <a:lnTo>
                                <a:pt x="643" y="2144"/>
                              </a:lnTo>
                              <a:lnTo>
                                <a:pt x="635" y="2143"/>
                              </a:lnTo>
                              <a:lnTo>
                                <a:pt x="628" y="2142"/>
                              </a:lnTo>
                              <a:lnTo>
                                <a:pt x="614" y="2138"/>
                              </a:lnTo>
                              <a:lnTo>
                                <a:pt x="607" y="2136"/>
                              </a:lnTo>
                              <a:lnTo>
                                <a:pt x="600" y="2133"/>
                              </a:lnTo>
                              <a:lnTo>
                                <a:pt x="587" y="2127"/>
                              </a:lnTo>
                              <a:lnTo>
                                <a:pt x="581" y="2123"/>
                              </a:lnTo>
                              <a:lnTo>
                                <a:pt x="575" y="2120"/>
                              </a:lnTo>
                              <a:lnTo>
                                <a:pt x="563" y="2111"/>
                              </a:lnTo>
                              <a:lnTo>
                                <a:pt x="558" y="2106"/>
                              </a:lnTo>
                              <a:lnTo>
                                <a:pt x="553" y="2101"/>
                              </a:lnTo>
                              <a:lnTo>
                                <a:pt x="543" y="2091"/>
                              </a:lnTo>
                              <a:lnTo>
                                <a:pt x="539" y="2085"/>
                              </a:lnTo>
                              <a:lnTo>
                                <a:pt x="534" y="2079"/>
                              </a:lnTo>
                              <a:lnTo>
                                <a:pt x="531" y="2073"/>
                              </a:lnTo>
                              <a:lnTo>
                                <a:pt x="527" y="2067"/>
                              </a:lnTo>
                              <a:lnTo>
                                <a:pt x="524" y="2061"/>
                              </a:lnTo>
                              <a:lnTo>
                                <a:pt x="521" y="2054"/>
                              </a:lnTo>
                              <a:lnTo>
                                <a:pt x="518" y="2047"/>
                              </a:lnTo>
                              <a:lnTo>
                                <a:pt x="516" y="2040"/>
                              </a:lnTo>
                              <a:lnTo>
                                <a:pt x="512" y="2026"/>
                              </a:lnTo>
                              <a:lnTo>
                                <a:pt x="511" y="2019"/>
                              </a:lnTo>
                              <a:lnTo>
                                <a:pt x="510" y="2011"/>
                              </a:lnTo>
                              <a:lnTo>
                                <a:pt x="509" y="2004"/>
                              </a:lnTo>
                              <a:lnTo>
                                <a:pt x="509" y="1996"/>
                              </a:lnTo>
                              <a:lnTo>
                                <a:pt x="509" y="1989"/>
                              </a:lnTo>
                              <a:lnTo>
                                <a:pt x="510" y="1981"/>
                              </a:lnTo>
                              <a:lnTo>
                                <a:pt x="511" y="1974"/>
                              </a:lnTo>
                              <a:lnTo>
                                <a:pt x="512" y="1966"/>
                              </a:lnTo>
                              <a:lnTo>
                                <a:pt x="516" y="1952"/>
                              </a:lnTo>
                              <a:lnTo>
                                <a:pt x="518" y="1945"/>
                              </a:lnTo>
                              <a:lnTo>
                                <a:pt x="521" y="1938"/>
                              </a:lnTo>
                              <a:lnTo>
                                <a:pt x="527" y="1925"/>
                              </a:lnTo>
                              <a:lnTo>
                                <a:pt x="531" y="1919"/>
                              </a:lnTo>
                              <a:lnTo>
                                <a:pt x="534" y="1913"/>
                              </a:lnTo>
                              <a:lnTo>
                                <a:pt x="543" y="1902"/>
                              </a:lnTo>
                              <a:lnTo>
                                <a:pt x="548" y="1896"/>
                              </a:lnTo>
                              <a:lnTo>
                                <a:pt x="553" y="1891"/>
                              </a:lnTo>
                              <a:lnTo>
                                <a:pt x="563" y="1881"/>
                              </a:lnTo>
                              <a:lnTo>
                                <a:pt x="569" y="1877"/>
                              </a:lnTo>
                              <a:lnTo>
                                <a:pt x="575" y="1873"/>
                              </a:lnTo>
                              <a:lnTo>
                                <a:pt x="581" y="1869"/>
                              </a:lnTo>
                              <a:lnTo>
                                <a:pt x="587" y="1865"/>
                              </a:lnTo>
                              <a:lnTo>
                                <a:pt x="593" y="1862"/>
                              </a:lnTo>
                              <a:lnTo>
                                <a:pt x="600" y="1859"/>
                              </a:lnTo>
                              <a:lnTo>
                                <a:pt x="607" y="1857"/>
                              </a:lnTo>
                              <a:lnTo>
                                <a:pt x="614" y="1854"/>
                              </a:lnTo>
                              <a:lnTo>
                                <a:pt x="628" y="1851"/>
                              </a:lnTo>
                              <a:lnTo>
                                <a:pt x="635" y="1849"/>
                              </a:lnTo>
                              <a:lnTo>
                                <a:pt x="643" y="1848"/>
                              </a:lnTo>
                              <a:lnTo>
                                <a:pt x="658" y="1847"/>
                              </a:lnTo>
                              <a:lnTo>
                                <a:pt x="672" y="1848"/>
                              </a:lnTo>
                              <a:lnTo>
                                <a:pt x="679" y="1849"/>
                              </a:lnTo>
                              <a:lnTo>
                                <a:pt x="686" y="1850"/>
                              </a:lnTo>
                              <a:lnTo>
                                <a:pt x="693" y="1852"/>
                              </a:lnTo>
                              <a:lnTo>
                                <a:pt x="699" y="1853"/>
                              </a:lnTo>
                              <a:lnTo>
                                <a:pt x="706" y="1855"/>
                              </a:lnTo>
                              <a:lnTo>
                                <a:pt x="712" y="1858"/>
                              </a:lnTo>
                              <a:lnTo>
                                <a:pt x="725" y="1863"/>
                              </a:lnTo>
                              <a:lnTo>
                                <a:pt x="736" y="1870"/>
                              </a:lnTo>
                              <a:lnTo>
                                <a:pt x="747" y="1877"/>
                              </a:lnTo>
                              <a:lnTo>
                                <a:pt x="758" y="1886"/>
                              </a:lnTo>
                              <a:lnTo>
                                <a:pt x="795" y="1868"/>
                              </a:lnTo>
                              <a:lnTo>
                                <a:pt x="832" y="1850"/>
                              </a:lnTo>
                              <a:lnTo>
                                <a:pt x="910" y="1814"/>
                              </a:lnTo>
                              <a:lnTo>
                                <a:pt x="989" y="1779"/>
                              </a:lnTo>
                              <a:lnTo>
                                <a:pt x="1030" y="1762"/>
                              </a:lnTo>
                              <a:lnTo>
                                <a:pt x="1071" y="1745"/>
                              </a:lnTo>
                              <a:lnTo>
                                <a:pt x="1154" y="1712"/>
                              </a:lnTo>
                              <a:lnTo>
                                <a:pt x="1196" y="1696"/>
                              </a:lnTo>
                              <a:lnTo>
                                <a:pt x="1238" y="1680"/>
                              </a:lnTo>
                              <a:lnTo>
                                <a:pt x="1281" y="1664"/>
                              </a:lnTo>
                              <a:lnTo>
                                <a:pt x="1324" y="1649"/>
                              </a:lnTo>
                              <a:lnTo>
                                <a:pt x="1367" y="1633"/>
                              </a:lnTo>
                              <a:lnTo>
                                <a:pt x="1411" y="1619"/>
                              </a:lnTo>
                              <a:lnTo>
                                <a:pt x="1411" y="1611"/>
                              </a:lnTo>
                              <a:lnTo>
                                <a:pt x="1412" y="1604"/>
                              </a:lnTo>
                              <a:lnTo>
                                <a:pt x="1415" y="1590"/>
                              </a:lnTo>
                              <a:lnTo>
                                <a:pt x="1417" y="1584"/>
                              </a:lnTo>
                              <a:lnTo>
                                <a:pt x="1420" y="1577"/>
                              </a:lnTo>
                              <a:lnTo>
                                <a:pt x="1422" y="1571"/>
                              </a:lnTo>
                              <a:lnTo>
                                <a:pt x="1425" y="1564"/>
                              </a:lnTo>
                              <a:lnTo>
                                <a:pt x="1431" y="1552"/>
                              </a:lnTo>
                              <a:lnTo>
                                <a:pt x="1435" y="1546"/>
                              </a:lnTo>
                              <a:lnTo>
                                <a:pt x="1439" y="1541"/>
                              </a:lnTo>
                              <a:lnTo>
                                <a:pt x="1448" y="1530"/>
                              </a:lnTo>
                              <a:lnTo>
                                <a:pt x="1452" y="1525"/>
                              </a:lnTo>
                              <a:lnTo>
                                <a:pt x="1457" y="1520"/>
                              </a:lnTo>
                              <a:lnTo>
                                <a:pt x="1468" y="1511"/>
                              </a:lnTo>
                              <a:lnTo>
                                <a:pt x="1473" y="1507"/>
                              </a:lnTo>
                              <a:lnTo>
                                <a:pt x="1479" y="1503"/>
                              </a:lnTo>
                              <a:lnTo>
                                <a:pt x="1491" y="1497"/>
                              </a:lnTo>
                              <a:lnTo>
                                <a:pt x="1503" y="1491"/>
                              </a:lnTo>
                              <a:lnTo>
                                <a:pt x="1510" y="1488"/>
                              </a:lnTo>
                              <a:lnTo>
                                <a:pt x="1517" y="1486"/>
                              </a:lnTo>
                              <a:lnTo>
                                <a:pt x="1530" y="1483"/>
                              </a:lnTo>
                              <a:lnTo>
                                <a:pt x="1537" y="1482"/>
                              </a:lnTo>
                              <a:lnTo>
                                <a:pt x="1544" y="1481"/>
                              </a:lnTo>
                              <a:lnTo>
                                <a:pt x="1559" y="1480"/>
                              </a:lnTo>
                              <a:lnTo>
                                <a:pt x="1568" y="1480"/>
                              </a:lnTo>
                              <a:lnTo>
                                <a:pt x="1577" y="1481"/>
                              </a:lnTo>
                              <a:lnTo>
                                <a:pt x="1585" y="1482"/>
                              </a:lnTo>
                              <a:lnTo>
                                <a:pt x="1594" y="1484"/>
                              </a:lnTo>
                              <a:lnTo>
                                <a:pt x="1602" y="1486"/>
                              </a:lnTo>
                              <a:lnTo>
                                <a:pt x="1610" y="1489"/>
                              </a:lnTo>
                              <a:lnTo>
                                <a:pt x="1618" y="1492"/>
                              </a:lnTo>
                              <a:lnTo>
                                <a:pt x="1625" y="1496"/>
                              </a:lnTo>
                              <a:lnTo>
                                <a:pt x="1633" y="1499"/>
                              </a:lnTo>
                              <a:lnTo>
                                <a:pt x="1640" y="1504"/>
                              </a:lnTo>
                              <a:lnTo>
                                <a:pt x="1647" y="1508"/>
                              </a:lnTo>
                              <a:lnTo>
                                <a:pt x="1653" y="1514"/>
                              </a:lnTo>
                              <a:lnTo>
                                <a:pt x="1660" y="1519"/>
                              </a:lnTo>
                              <a:lnTo>
                                <a:pt x="1665" y="1525"/>
                              </a:lnTo>
                              <a:lnTo>
                                <a:pt x="1671" y="1531"/>
                              </a:lnTo>
                              <a:lnTo>
                                <a:pt x="1676" y="1537"/>
                              </a:lnTo>
                              <a:lnTo>
                                <a:pt x="1745" y="1519"/>
                              </a:lnTo>
                              <a:lnTo>
                                <a:pt x="1813" y="1502"/>
                              </a:lnTo>
                              <a:lnTo>
                                <a:pt x="1848" y="1493"/>
                              </a:lnTo>
                              <a:lnTo>
                                <a:pt x="1882" y="1485"/>
                              </a:lnTo>
                              <a:lnTo>
                                <a:pt x="1915" y="1478"/>
                              </a:lnTo>
                              <a:lnTo>
                                <a:pt x="1949" y="1471"/>
                              </a:lnTo>
                              <a:lnTo>
                                <a:pt x="2016" y="1457"/>
                              </a:lnTo>
                              <a:lnTo>
                                <a:pt x="2082" y="1445"/>
                              </a:lnTo>
                              <a:lnTo>
                                <a:pt x="2115" y="1439"/>
                              </a:lnTo>
                              <a:lnTo>
                                <a:pt x="2148" y="1434"/>
                              </a:lnTo>
                              <a:lnTo>
                                <a:pt x="2180" y="1429"/>
                              </a:lnTo>
                              <a:lnTo>
                                <a:pt x="2212" y="1425"/>
                              </a:lnTo>
                              <a:lnTo>
                                <a:pt x="2216" y="1413"/>
                              </a:lnTo>
                              <a:lnTo>
                                <a:pt x="2218" y="1407"/>
                              </a:lnTo>
                              <a:lnTo>
                                <a:pt x="2220" y="1402"/>
                              </a:lnTo>
                              <a:lnTo>
                                <a:pt x="2226" y="1391"/>
                              </a:lnTo>
                              <a:lnTo>
                                <a:pt x="2232" y="1381"/>
                              </a:lnTo>
                              <a:lnTo>
                                <a:pt x="2239" y="1371"/>
                              </a:lnTo>
                              <a:lnTo>
                                <a:pt x="2247" y="1362"/>
                              </a:lnTo>
                              <a:lnTo>
                                <a:pt x="2255" y="1353"/>
                              </a:lnTo>
                              <a:lnTo>
                                <a:pt x="2265" y="1345"/>
                              </a:lnTo>
                              <a:lnTo>
                                <a:pt x="2274" y="1338"/>
                              </a:lnTo>
                              <a:lnTo>
                                <a:pt x="2285" y="1332"/>
                              </a:lnTo>
                              <a:lnTo>
                                <a:pt x="2296" y="1327"/>
                              </a:lnTo>
                              <a:lnTo>
                                <a:pt x="2307" y="1322"/>
                              </a:lnTo>
                              <a:lnTo>
                                <a:pt x="2319" y="1318"/>
                              </a:lnTo>
                              <a:lnTo>
                                <a:pt x="2331" y="1316"/>
                              </a:lnTo>
                              <a:lnTo>
                                <a:pt x="2337" y="1315"/>
                              </a:lnTo>
                              <a:lnTo>
                                <a:pt x="2344" y="1314"/>
                              </a:lnTo>
                              <a:lnTo>
                                <a:pt x="2356" y="1314"/>
                              </a:lnTo>
                              <a:lnTo>
                                <a:pt x="2372" y="1314"/>
                              </a:lnTo>
                              <a:lnTo>
                                <a:pt x="2379" y="1315"/>
                              </a:lnTo>
                              <a:lnTo>
                                <a:pt x="2386" y="1317"/>
                              </a:lnTo>
                              <a:lnTo>
                                <a:pt x="2401" y="1320"/>
                              </a:lnTo>
                              <a:lnTo>
                                <a:pt x="2408" y="1323"/>
                              </a:lnTo>
                              <a:lnTo>
                                <a:pt x="2414" y="1325"/>
                              </a:lnTo>
                              <a:lnTo>
                                <a:pt x="2427" y="1332"/>
                              </a:lnTo>
                              <a:lnTo>
                                <a:pt x="2434" y="1335"/>
                              </a:lnTo>
                              <a:lnTo>
                                <a:pt x="2440" y="1339"/>
                              </a:lnTo>
                              <a:lnTo>
                                <a:pt x="2451" y="1348"/>
                              </a:lnTo>
                              <a:lnTo>
                                <a:pt x="2456" y="1352"/>
                              </a:lnTo>
                              <a:lnTo>
                                <a:pt x="2462" y="1357"/>
                              </a:lnTo>
                              <a:lnTo>
                                <a:pt x="2471" y="1368"/>
                              </a:lnTo>
                              <a:lnTo>
                                <a:pt x="2476" y="1373"/>
                              </a:lnTo>
                              <a:lnTo>
                                <a:pt x="2480" y="1379"/>
                              </a:lnTo>
                              <a:lnTo>
                                <a:pt x="2484" y="1385"/>
                              </a:lnTo>
                              <a:lnTo>
                                <a:pt x="2487" y="1392"/>
                              </a:lnTo>
                              <a:lnTo>
                                <a:pt x="2490" y="1398"/>
                              </a:lnTo>
                              <a:lnTo>
                                <a:pt x="2493" y="1405"/>
                              </a:lnTo>
                              <a:lnTo>
                                <a:pt x="2496" y="1411"/>
                              </a:lnTo>
                              <a:lnTo>
                                <a:pt x="2498" y="1418"/>
                              </a:lnTo>
                              <a:lnTo>
                                <a:pt x="2502" y="1432"/>
                              </a:lnTo>
                              <a:lnTo>
                                <a:pt x="2503" y="1440"/>
                              </a:lnTo>
                              <a:lnTo>
                                <a:pt x="2504" y="1447"/>
                              </a:lnTo>
                              <a:lnTo>
                                <a:pt x="2505" y="1455"/>
                              </a:lnTo>
                              <a:lnTo>
                                <a:pt x="2505" y="1462"/>
                              </a:lnTo>
                              <a:lnTo>
                                <a:pt x="2505" y="1470"/>
                              </a:lnTo>
                              <a:lnTo>
                                <a:pt x="2504" y="1478"/>
                              </a:lnTo>
                              <a:lnTo>
                                <a:pt x="2503" y="1485"/>
                              </a:lnTo>
                              <a:lnTo>
                                <a:pt x="2502" y="1492"/>
                              </a:lnTo>
                              <a:lnTo>
                                <a:pt x="2498" y="1507"/>
                              </a:lnTo>
                              <a:lnTo>
                                <a:pt x="2496" y="1514"/>
                              </a:lnTo>
                              <a:lnTo>
                                <a:pt x="2493" y="1520"/>
                              </a:lnTo>
                              <a:lnTo>
                                <a:pt x="2487" y="1533"/>
                              </a:lnTo>
                              <a:lnTo>
                                <a:pt x="2484" y="1540"/>
                              </a:lnTo>
                              <a:lnTo>
                                <a:pt x="2480" y="1546"/>
                              </a:lnTo>
                              <a:lnTo>
                                <a:pt x="2471" y="1557"/>
                              </a:lnTo>
                              <a:lnTo>
                                <a:pt x="2466" y="1562"/>
                              </a:lnTo>
                              <a:lnTo>
                                <a:pt x="2462" y="1568"/>
                              </a:lnTo>
                              <a:lnTo>
                                <a:pt x="2451" y="1577"/>
                              </a:lnTo>
                              <a:lnTo>
                                <a:pt x="2445" y="1582"/>
                              </a:lnTo>
                              <a:lnTo>
                                <a:pt x="2440" y="1586"/>
                              </a:lnTo>
                              <a:lnTo>
                                <a:pt x="2434" y="1590"/>
                              </a:lnTo>
                              <a:lnTo>
                                <a:pt x="2427" y="1593"/>
                              </a:lnTo>
                              <a:lnTo>
                                <a:pt x="2421" y="1597"/>
                              </a:lnTo>
                              <a:lnTo>
                                <a:pt x="2414" y="1600"/>
                              </a:lnTo>
                              <a:lnTo>
                                <a:pt x="2408" y="1602"/>
                              </a:lnTo>
                              <a:lnTo>
                                <a:pt x="2401" y="1605"/>
                              </a:lnTo>
                              <a:lnTo>
                                <a:pt x="2386" y="1608"/>
                              </a:lnTo>
                              <a:lnTo>
                                <a:pt x="2379" y="1610"/>
                              </a:lnTo>
                              <a:lnTo>
                                <a:pt x="2372" y="1610"/>
                              </a:lnTo>
                              <a:lnTo>
                                <a:pt x="2356" y="1611"/>
                              </a:lnTo>
                              <a:lnTo>
                                <a:pt x="2347" y="1611"/>
                              </a:lnTo>
                              <a:lnTo>
                                <a:pt x="2337" y="1610"/>
                              </a:lnTo>
                              <a:lnTo>
                                <a:pt x="2327" y="1608"/>
                              </a:lnTo>
                              <a:lnTo>
                                <a:pt x="2323" y="1607"/>
                              </a:lnTo>
                              <a:lnTo>
                                <a:pt x="2318" y="1606"/>
                              </a:lnTo>
                              <a:lnTo>
                                <a:pt x="2319" y="1614"/>
                              </a:lnTo>
                              <a:lnTo>
                                <a:pt x="2321" y="1622"/>
                              </a:lnTo>
                              <a:lnTo>
                                <a:pt x="2321" y="1637"/>
                              </a:lnTo>
                              <a:lnTo>
                                <a:pt x="2321" y="1645"/>
                              </a:lnTo>
                              <a:lnTo>
                                <a:pt x="2321" y="1653"/>
                              </a:lnTo>
                              <a:lnTo>
                                <a:pt x="2320" y="1660"/>
                              </a:lnTo>
                              <a:lnTo>
                                <a:pt x="2318" y="1667"/>
                              </a:lnTo>
                              <a:lnTo>
                                <a:pt x="2315" y="1682"/>
                              </a:lnTo>
                              <a:lnTo>
                                <a:pt x="2312" y="1689"/>
                              </a:lnTo>
                              <a:lnTo>
                                <a:pt x="2310" y="1695"/>
                              </a:lnTo>
                              <a:lnTo>
                                <a:pt x="2303" y="1708"/>
                              </a:lnTo>
                              <a:lnTo>
                                <a:pt x="2300" y="1715"/>
                              </a:lnTo>
                              <a:lnTo>
                                <a:pt x="2296" y="1721"/>
                              </a:lnTo>
                              <a:lnTo>
                                <a:pt x="2287" y="1732"/>
                              </a:lnTo>
                              <a:lnTo>
                                <a:pt x="2283" y="1737"/>
                              </a:lnTo>
                              <a:lnTo>
                                <a:pt x="2278" y="1743"/>
                              </a:lnTo>
                              <a:lnTo>
                                <a:pt x="2267" y="1752"/>
                              </a:lnTo>
                              <a:lnTo>
                                <a:pt x="2262" y="1757"/>
                              </a:lnTo>
                              <a:lnTo>
                                <a:pt x="2256" y="1761"/>
                              </a:lnTo>
                              <a:lnTo>
                                <a:pt x="2250" y="1765"/>
                              </a:lnTo>
                              <a:lnTo>
                                <a:pt x="2244" y="1768"/>
                              </a:lnTo>
                              <a:lnTo>
                                <a:pt x="2237" y="1772"/>
                              </a:lnTo>
                              <a:lnTo>
                                <a:pt x="2231" y="1775"/>
                              </a:lnTo>
                              <a:lnTo>
                                <a:pt x="2224" y="1777"/>
                              </a:lnTo>
                              <a:lnTo>
                                <a:pt x="2217" y="1780"/>
                              </a:lnTo>
                              <a:lnTo>
                                <a:pt x="2203" y="1783"/>
                              </a:lnTo>
                              <a:lnTo>
                                <a:pt x="2195" y="1785"/>
                              </a:lnTo>
                              <a:lnTo>
                                <a:pt x="2188" y="1785"/>
                              </a:lnTo>
                              <a:lnTo>
                                <a:pt x="2173" y="1786"/>
                              </a:lnTo>
                              <a:lnTo>
                                <a:pt x="2157" y="1785"/>
                              </a:lnTo>
                              <a:lnTo>
                                <a:pt x="2149" y="1784"/>
                              </a:lnTo>
                              <a:lnTo>
                                <a:pt x="2142" y="1783"/>
                              </a:lnTo>
                              <a:lnTo>
                                <a:pt x="2134" y="1781"/>
                              </a:lnTo>
                              <a:lnTo>
                                <a:pt x="2127" y="1779"/>
                              </a:lnTo>
                              <a:lnTo>
                                <a:pt x="2120" y="1777"/>
                              </a:lnTo>
                              <a:lnTo>
                                <a:pt x="2113" y="1774"/>
                              </a:lnTo>
                              <a:lnTo>
                                <a:pt x="2106" y="1771"/>
                              </a:lnTo>
                              <a:lnTo>
                                <a:pt x="2100" y="1767"/>
                              </a:lnTo>
                              <a:lnTo>
                                <a:pt x="2093" y="1763"/>
                              </a:lnTo>
                              <a:lnTo>
                                <a:pt x="2087" y="1759"/>
                              </a:lnTo>
                              <a:lnTo>
                                <a:pt x="2075" y="1750"/>
                              </a:lnTo>
                              <a:lnTo>
                                <a:pt x="2070" y="1745"/>
                              </a:lnTo>
                              <a:lnTo>
                                <a:pt x="2065" y="1740"/>
                              </a:lnTo>
                              <a:lnTo>
                                <a:pt x="1996" y="1772"/>
                              </a:lnTo>
                              <a:lnTo>
                                <a:pt x="1956" y="1790"/>
                              </a:lnTo>
                              <a:lnTo>
                                <a:pt x="1914" y="1811"/>
                              </a:lnTo>
                              <a:lnTo>
                                <a:pt x="1892" y="1822"/>
                              </a:lnTo>
                              <a:lnTo>
                                <a:pt x="1869" y="1833"/>
                              </a:lnTo>
                              <a:lnTo>
                                <a:pt x="1821" y="1857"/>
                              </a:lnTo>
                              <a:lnTo>
                                <a:pt x="1770" y="1884"/>
                              </a:lnTo>
                              <a:lnTo>
                                <a:pt x="1717" y="1912"/>
                              </a:lnTo>
                              <a:lnTo>
                                <a:pt x="1685" y="1930"/>
                              </a:lnTo>
                              <a:lnTo>
                                <a:pt x="1651" y="1948"/>
                              </a:lnTo>
                              <a:lnTo>
                                <a:pt x="1583" y="1987"/>
                              </a:lnTo>
                              <a:lnTo>
                                <a:pt x="1584" y="1994"/>
                              </a:lnTo>
                              <a:lnTo>
                                <a:pt x="1585" y="2000"/>
                              </a:lnTo>
                              <a:lnTo>
                                <a:pt x="1585" y="2007"/>
                              </a:lnTo>
                              <a:lnTo>
                                <a:pt x="1585" y="2014"/>
                              </a:lnTo>
                              <a:lnTo>
                                <a:pt x="1585" y="2021"/>
                              </a:lnTo>
                              <a:lnTo>
                                <a:pt x="1585" y="2029"/>
                              </a:lnTo>
                              <a:lnTo>
                                <a:pt x="1584" y="2036"/>
                              </a:lnTo>
                              <a:lnTo>
                                <a:pt x="1582" y="2044"/>
                              </a:lnTo>
                              <a:lnTo>
                                <a:pt x="1579" y="2058"/>
                              </a:lnTo>
                              <a:lnTo>
                                <a:pt x="1576" y="2065"/>
                              </a:lnTo>
                              <a:lnTo>
                                <a:pt x="1574" y="2072"/>
                              </a:lnTo>
                              <a:lnTo>
                                <a:pt x="1567" y="2085"/>
                              </a:lnTo>
                              <a:lnTo>
                                <a:pt x="1564" y="2091"/>
                              </a:lnTo>
                              <a:lnTo>
                                <a:pt x="1560" y="2097"/>
                              </a:lnTo>
                              <a:lnTo>
                                <a:pt x="1551" y="2108"/>
                              </a:lnTo>
                              <a:lnTo>
                                <a:pt x="1547" y="2114"/>
                              </a:lnTo>
                              <a:lnTo>
                                <a:pt x="1542" y="2119"/>
                              </a:lnTo>
                              <a:lnTo>
                                <a:pt x="1531" y="2129"/>
                              </a:lnTo>
                              <a:lnTo>
                                <a:pt x="1526" y="2133"/>
                              </a:lnTo>
                              <a:lnTo>
                                <a:pt x="1520" y="2137"/>
                              </a:lnTo>
                              <a:lnTo>
                                <a:pt x="1514" y="2141"/>
                              </a:lnTo>
                              <a:lnTo>
                                <a:pt x="1507" y="2145"/>
                              </a:lnTo>
                              <a:lnTo>
                                <a:pt x="1501" y="2148"/>
                              </a:lnTo>
                              <a:lnTo>
                                <a:pt x="1494" y="2151"/>
                              </a:lnTo>
                              <a:lnTo>
                                <a:pt x="1488" y="2153"/>
                              </a:lnTo>
                              <a:lnTo>
                                <a:pt x="1481" y="2156"/>
                              </a:lnTo>
                              <a:lnTo>
                                <a:pt x="1467" y="2159"/>
                              </a:lnTo>
                              <a:lnTo>
                                <a:pt x="1459" y="2161"/>
                              </a:lnTo>
                              <a:lnTo>
                                <a:pt x="1452" y="2162"/>
                              </a:lnTo>
                              <a:lnTo>
                                <a:pt x="1437" y="2163"/>
                              </a:lnTo>
                              <a:lnTo>
                                <a:pt x="1424" y="2162"/>
                              </a:lnTo>
                              <a:lnTo>
                                <a:pt x="1418" y="2161"/>
                              </a:lnTo>
                              <a:lnTo>
                                <a:pt x="1412" y="2160"/>
                              </a:lnTo>
                              <a:lnTo>
                                <a:pt x="1400" y="2158"/>
                              </a:lnTo>
                              <a:lnTo>
                                <a:pt x="1388" y="2154"/>
                              </a:lnTo>
                              <a:lnTo>
                                <a:pt x="1377" y="2150"/>
                              </a:lnTo>
                              <a:lnTo>
                                <a:pt x="1371" y="2148"/>
                              </a:lnTo>
                              <a:lnTo>
                                <a:pt x="1366" y="2145"/>
                              </a:lnTo>
                              <a:lnTo>
                                <a:pt x="1356" y="2139"/>
                              </a:lnTo>
                              <a:lnTo>
                                <a:pt x="1346" y="2132"/>
                              </a:lnTo>
                              <a:lnTo>
                                <a:pt x="1314" y="2153"/>
                              </a:lnTo>
                              <a:lnTo>
                                <a:pt x="1281" y="2175"/>
                              </a:lnTo>
                              <a:lnTo>
                                <a:pt x="1215" y="2220"/>
                              </a:lnTo>
                              <a:lnTo>
                                <a:pt x="1148" y="2267"/>
                              </a:lnTo>
                              <a:lnTo>
                                <a:pt x="1081" y="2316"/>
                              </a:lnTo>
                              <a:lnTo>
                                <a:pt x="1047" y="2341"/>
                              </a:lnTo>
                              <a:lnTo>
                                <a:pt x="1012" y="2367"/>
                              </a:lnTo>
                              <a:lnTo>
                                <a:pt x="978" y="2393"/>
                              </a:lnTo>
                              <a:lnTo>
                                <a:pt x="944" y="2420"/>
                              </a:lnTo>
                              <a:lnTo>
                                <a:pt x="909" y="2447"/>
                              </a:lnTo>
                              <a:lnTo>
                                <a:pt x="875" y="2475"/>
                              </a:lnTo>
                              <a:lnTo>
                                <a:pt x="841" y="2503"/>
                              </a:lnTo>
                              <a:lnTo>
                                <a:pt x="806" y="2532"/>
                              </a:lnTo>
                              <a:lnTo>
                                <a:pt x="810" y="2544"/>
                              </a:lnTo>
                              <a:lnTo>
                                <a:pt x="813" y="2557"/>
                              </a:lnTo>
                              <a:lnTo>
                                <a:pt x="815" y="2570"/>
                              </a:lnTo>
                              <a:lnTo>
                                <a:pt x="815" y="2577"/>
                              </a:lnTo>
                              <a:lnTo>
                                <a:pt x="815" y="2584"/>
                              </a:lnTo>
                              <a:lnTo>
                                <a:pt x="815" y="2591"/>
                              </a:lnTo>
                              <a:lnTo>
                                <a:pt x="815" y="2599"/>
                              </a:lnTo>
                              <a:lnTo>
                                <a:pt x="814" y="2606"/>
                              </a:lnTo>
                              <a:lnTo>
                                <a:pt x="812" y="2614"/>
                              </a:lnTo>
                              <a:lnTo>
                                <a:pt x="809" y="2628"/>
                              </a:lnTo>
                              <a:lnTo>
                                <a:pt x="806" y="2635"/>
                              </a:lnTo>
                              <a:lnTo>
                                <a:pt x="804" y="2641"/>
                              </a:lnTo>
                              <a:lnTo>
                                <a:pt x="797" y="2654"/>
                              </a:lnTo>
                              <a:lnTo>
                                <a:pt x="794" y="2661"/>
                              </a:lnTo>
                              <a:lnTo>
                                <a:pt x="790" y="2667"/>
                              </a:lnTo>
                              <a:lnTo>
                                <a:pt x="781" y="2678"/>
                              </a:lnTo>
                              <a:lnTo>
                                <a:pt x="777" y="2684"/>
                              </a:lnTo>
                              <a:lnTo>
                                <a:pt x="772" y="2689"/>
                              </a:lnTo>
                              <a:lnTo>
                                <a:pt x="761" y="2698"/>
                              </a:lnTo>
                              <a:lnTo>
                                <a:pt x="756" y="2703"/>
                              </a:lnTo>
                              <a:lnTo>
                                <a:pt x="750" y="2707"/>
                              </a:lnTo>
                              <a:lnTo>
                                <a:pt x="744" y="2711"/>
                              </a:lnTo>
                              <a:lnTo>
                                <a:pt x="737" y="2714"/>
                              </a:lnTo>
                              <a:lnTo>
                                <a:pt x="731" y="2718"/>
                              </a:lnTo>
                              <a:lnTo>
                                <a:pt x="724" y="2721"/>
                              </a:lnTo>
                              <a:lnTo>
                                <a:pt x="718" y="2723"/>
                              </a:lnTo>
                              <a:lnTo>
                                <a:pt x="711" y="2726"/>
                              </a:lnTo>
                              <a:lnTo>
                                <a:pt x="696" y="2729"/>
                              </a:lnTo>
                              <a:lnTo>
                                <a:pt x="689" y="2731"/>
                              </a:lnTo>
                              <a:lnTo>
                                <a:pt x="682" y="2732"/>
                              </a:lnTo>
                              <a:lnTo>
                                <a:pt x="667" y="2732"/>
                              </a:lnTo>
                              <a:lnTo>
                                <a:pt x="651" y="2732"/>
                              </a:lnTo>
                              <a:lnTo>
                                <a:pt x="644" y="2731"/>
                              </a:lnTo>
                              <a:lnTo>
                                <a:pt x="637" y="2729"/>
                              </a:lnTo>
                              <a:lnTo>
                                <a:pt x="622" y="2726"/>
                              </a:lnTo>
                              <a:lnTo>
                                <a:pt x="615" y="2723"/>
                              </a:lnTo>
                              <a:lnTo>
                                <a:pt x="609" y="2721"/>
                              </a:lnTo>
                              <a:lnTo>
                                <a:pt x="596" y="2714"/>
                              </a:lnTo>
                              <a:lnTo>
                                <a:pt x="589" y="2711"/>
                              </a:lnTo>
                              <a:lnTo>
                                <a:pt x="583" y="2707"/>
                              </a:lnTo>
                              <a:lnTo>
                                <a:pt x="572" y="2698"/>
                              </a:lnTo>
                              <a:lnTo>
                                <a:pt x="566" y="2694"/>
                              </a:lnTo>
                              <a:lnTo>
                                <a:pt x="561" y="2689"/>
                              </a:lnTo>
                              <a:lnTo>
                                <a:pt x="552" y="2678"/>
                              </a:lnTo>
                              <a:lnTo>
                                <a:pt x="547" y="2673"/>
                              </a:lnTo>
                              <a:lnTo>
                                <a:pt x="543" y="2667"/>
                              </a:lnTo>
                              <a:lnTo>
                                <a:pt x="539" y="2661"/>
                              </a:lnTo>
                              <a:lnTo>
                                <a:pt x="536" y="2654"/>
                              </a:lnTo>
                              <a:lnTo>
                                <a:pt x="532" y="2648"/>
                              </a:lnTo>
                              <a:lnTo>
                                <a:pt x="529" y="2641"/>
                              </a:lnTo>
                              <a:lnTo>
                                <a:pt x="527" y="2635"/>
                              </a:lnTo>
                              <a:lnTo>
                                <a:pt x="524" y="2628"/>
                              </a:lnTo>
                              <a:lnTo>
                                <a:pt x="521" y="2614"/>
                              </a:lnTo>
                              <a:lnTo>
                                <a:pt x="519" y="2606"/>
                              </a:lnTo>
                              <a:lnTo>
                                <a:pt x="519" y="2599"/>
                              </a:lnTo>
                              <a:lnTo>
                                <a:pt x="518" y="2591"/>
                              </a:lnTo>
                              <a:lnTo>
                                <a:pt x="518" y="2584"/>
                              </a:lnTo>
                              <a:lnTo>
                                <a:pt x="518" y="2576"/>
                              </a:lnTo>
                              <a:lnTo>
                                <a:pt x="519" y="2568"/>
                              </a:lnTo>
                              <a:lnTo>
                                <a:pt x="519" y="2561"/>
                              </a:lnTo>
                              <a:lnTo>
                                <a:pt x="521" y="2554"/>
                              </a:lnTo>
                              <a:lnTo>
                                <a:pt x="524" y="2539"/>
                              </a:lnTo>
                              <a:lnTo>
                                <a:pt x="527" y="2532"/>
                              </a:lnTo>
                              <a:lnTo>
                                <a:pt x="529" y="2526"/>
                              </a:lnTo>
                              <a:lnTo>
                                <a:pt x="536" y="2513"/>
                              </a:lnTo>
                              <a:lnTo>
                                <a:pt x="539" y="2506"/>
                              </a:lnTo>
                              <a:lnTo>
                                <a:pt x="543" y="2500"/>
                              </a:lnTo>
                              <a:lnTo>
                                <a:pt x="552" y="2489"/>
                              </a:lnTo>
                              <a:lnTo>
                                <a:pt x="556" y="2484"/>
                              </a:lnTo>
                              <a:lnTo>
                                <a:pt x="561" y="2478"/>
                              </a:lnTo>
                              <a:lnTo>
                                <a:pt x="572" y="2469"/>
                              </a:lnTo>
                              <a:lnTo>
                                <a:pt x="578" y="2464"/>
                              </a:lnTo>
                              <a:lnTo>
                                <a:pt x="583" y="2460"/>
                              </a:lnTo>
                              <a:lnTo>
                                <a:pt x="589" y="2456"/>
                              </a:lnTo>
                              <a:lnTo>
                                <a:pt x="596" y="2453"/>
                              </a:lnTo>
                              <a:lnTo>
                                <a:pt x="602" y="2449"/>
                              </a:lnTo>
                              <a:lnTo>
                                <a:pt x="609" y="2446"/>
                              </a:lnTo>
                              <a:lnTo>
                                <a:pt x="615" y="2444"/>
                              </a:lnTo>
                              <a:lnTo>
                                <a:pt x="622" y="2441"/>
                              </a:lnTo>
                              <a:lnTo>
                                <a:pt x="637" y="2438"/>
                              </a:lnTo>
                              <a:lnTo>
                                <a:pt x="644" y="2436"/>
                              </a:lnTo>
                              <a:lnTo>
                                <a:pt x="651" y="2436"/>
                              </a:lnTo>
                              <a:lnTo>
                                <a:pt x="667" y="2435"/>
                              </a:lnTo>
                              <a:lnTo>
                                <a:pt x="676" y="2435"/>
                              </a:lnTo>
                              <a:lnTo>
                                <a:pt x="685" y="2436"/>
                              </a:lnTo>
                              <a:lnTo>
                                <a:pt x="695" y="2437"/>
                              </a:lnTo>
                              <a:lnTo>
                                <a:pt x="704" y="2439"/>
                              </a:lnTo>
                              <a:lnTo>
                                <a:pt x="712" y="2442"/>
                              </a:lnTo>
                              <a:lnTo>
                                <a:pt x="721" y="2445"/>
                              </a:lnTo>
                              <a:lnTo>
                                <a:pt x="729" y="2449"/>
                              </a:lnTo>
                              <a:lnTo>
                                <a:pt x="737" y="2453"/>
                              </a:lnTo>
                              <a:lnTo>
                                <a:pt x="800" y="2401"/>
                              </a:lnTo>
                              <a:lnTo>
                                <a:pt x="865" y="2349"/>
                              </a:lnTo>
                              <a:lnTo>
                                <a:pt x="898" y="2323"/>
                              </a:lnTo>
                              <a:lnTo>
                                <a:pt x="932" y="2297"/>
                              </a:lnTo>
                              <a:lnTo>
                                <a:pt x="1001" y="2245"/>
                              </a:lnTo>
                              <a:lnTo>
                                <a:pt x="1071" y="2193"/>
                              </a:lnTo>
                              <a:lnTo>
                                <a:pt x="1143" y="2142"/>
                              </a:lnTo>
                              <a:lnTo>
                                <a:pt x="1216" y="2091"/>
                              </a:lnTo>
                              <a:lnTo>
                                <a:pt x="1291" y="2042"/>
                              </a:lnTo>
                              <a:lnTo>
                                <a:pt x="1289" y="2035"/>
                              </a:lnTo>
                              <a:lnTo>
                                <a:pt x="1288" y="2028"/>
                              </a:lnTo>
                              <a:lnTo>
                                <a:pt x="1288" y="2021"/>
                              </a:lnTo>
                              <a:lnTo>
                                <a:pt x="1288" y="2014"/>
                              </a:lnTo>
                              <a:close/>
                            </a:path>
                          </a:pathLst>
                        </a:custGeom>
                        <a:solidFill>
                          <a:srgbClr val="006699"/>
                        </a:solidFill>
                        <a:ln w="9525">
                          <a:noFill/>
                          <a:round/>
                          <a:headEnd/>
                          <a:tailEnd/>
                        </a:ln>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id="Grupo 1" style="position:absolute;margin-left:-28.5pt;margin-top:28.35pt;width:22.7pt;height:22.7pt;z-index:251679744;mso-position-horizontal:right;mso-position-horizontal-relative:margin;mso-position-vertical-relative:page;mso-width-relative:margin;mso-height-relative:margin" coordsize="9000,9001" o:spid="_x0000_s1026" w14:anchorId="30F98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">
              <o:lock v:ext="edit" aspectratio="t"/>
              <v:shape id="Freeform 119" style="position:absolute;width:9000;height:9001;visibility:visible;mso-wrap-style:square;v-text-anchor:top" coordsize="3577,3577" o:spid="_x0000_s1027" fillcolor="#069" stroked="f" path="m3577,r,446l3577,893r,448l3577,1788r,447l3577,2682r,448l3577,3577r-447,l2683,3577r-447,l1788,3577r-447,l894,3577r-448,l,3577,,3130,,2682,,2235,,1788,,1341,,893,,446,,,446,,894,r447,l1788,r448,l2683,r447,l3577,xm3502,75r-429,l2645,75r-428,l1788,75r-428,l932,75r-429,l75,75r,428l75,932r,428l75,1788r,428l75,2644r,429l75,3502r428,l932,3502r428,l1788,3502r429,l2645,3502r428,l3502,3502r,-429l3502,2644r,-428l3502,1788r,-428l3502,932r,-429l3502,7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">
                <v:path arrowok="t" o:connecttype="custom" o:connectlocs="3577,446;3577,1341;3577,2235;3577,3130;3130,3577;2236,3577;1341,3577;446,3577;0,3130;0,2235;0,1341;0,446;446,0;1341,0;2236,0;3130,0;3502,75;2645,75;1788,75;932,75;75,75;75,932;75,1788;75,2644;75,3502;932,3502;1788,3502;2645,3502;3502,3502;3502,2644;3502,1788;3502,932;3502,75" o:connectangles="0,0,0,0,0,0,0,0,0,0,0,0,0,0,0,0,0,0,0,0,0,0,0,0,0,0,0,0,0,0,0,0,0"/>
                <o:lock v:ext="edit" verticies="t"/>
              </v:shape>
              <v:shape id="Freeform 120" style="position:absolute;left:973;top:1195;width:6437;height:6874;visibility:visible;mso-wrap-style:square;v-text-anchor:top" coordsize="2558,2732" o:spid="_x0000_s1028" fillcolor="#069" stroked="f" path="m1878,731r3,-9l1883,714r3,-8l1890,698r4,-8l1898,683r5,-7l1908,669r-52,-12l1801,644r-56,-14l1687,615r-5,7l1676,628r-6,6l1664,640r-7,5l1650,650r-7,4l1636,659r-8,3l1620,666r-8,2l1608,670r-5,1l1595,672r-9,2l1577,675r-9,l1553,674r-14,-2l1532,671r-7,-2l1519,667r-7,-3l1499,658r-6,-3l1487,651r-11,-8l1466,634r-10,-9l1452,619r-4,-5l1444,608r-4,-6l1434,590r-6,-13l1424,564r-2,-7l1421,550r-2,-14l1379,523r-41,-14l1297,495r-42,-15l1212,465r-42,-16l1127,432r-44,-18l1039,397,995,379,951,360,906,341,861,321,815,301,770,280,724,258r-10,9l708,271r-5,3l697,278r-6,3l678,287r-13,5l658,293r-7,2l644,296r-7,1l623,298r-15,-1l600,296r-7,-1l579,291r-7,-2l565,286r-13,-6l546,276r-6,-4l528,264r-5,-5l518,254,508,243r-4,-5l499,232r-3,-6l492,220r-3,-7l486,207r-3,-7l481,193r-4,-14l476,172r-1,-8l474,157r,-8l474,141r1,-7l476,126r1,-7l481,105r2,-7l486,91r6,-13l496,72r3,-6l508,54r5,-5l518,44,528,34r6,-4l540,26r6,-4l552,18r6,-3l565,12r7,-3l579,7,593,3r7,-1l608,1,623,r15,1l645,2r8,1l667,7r7,2l681,12r13,6l700,22r6,4l717,34r6,5l728,44r10,10l742,60r4,6l750,72r4,6l757,84r3,7l762,98r3,7l769,119r1,7l771,134r,7l772,149r-1,15l809,182r40,18l929,236r41,18l1012,271r85,35l1140,323r43,17l1271,372r89,32l1405,420r45,16l1455,429r6,-7l1467,416r6,-5l1479,405r7,-4l1493,396r8,-4l1509,389r7,-4l1525,383r8,-2l1541,379r9,-2l1559,377r9,-1l1582,377r15,2l1604,381r6,2l1617,385r7,2l1636,393r12,7l1659,408r11,9l1679,428r5,5l1688,438r4,6l1696,450r6,12l1708,475r4,13l1713,495r2,7l1716,517r72,19l1860,554r35,8l1931,571r35,8l2001,586r70,14l2140,613r69,11l2276,634r5,-9l2287,617r6,-9l2299,601r7,-7l2314,587r8,-6l2330,575r9,-5l2348,565r9,-3l2367,558r10,-2l2388,554r10,-1l2409,552r15,1l2432,554r7,1l2453,559r7,2l2467,564r13,6l2486,574r6,4l2503,586r6,5l2514,596r10,11l2528,612r4,6l2536,624r4,6l2543,637r3,6l2549,650r2,7l2555,671r1,7l2557,686r,7l2558,701r-1,8l2557,716r-1,8l2555,731r-4,14l2549,752r-3,7l2540,772r-4,6l2532,784r-8,12l2519,801r-5,5l2503,816r-5,4l2492,825r-6,3l2480,832r-7,3l2467,838r-7,3l2453,843r-14,4l2432,848r-8,1l2409,850r-13,-1l2389,849r-6,-1l2371,845r-12,-4l2347,837r-11,-6l2326,825r-5,-4l2316,818r-9,-8l2298,801r-7,-10l2284,781r-7,-10l2275,765r-3,-5l2268,748r-4,-12l2218,729r-51,-8l2169,731r2,10l2172,752r1,10l2172,770r,8l2171,785r-1,7l2166,807r-2,7l2161,820r-6,13l2151,840r-4,6l2139,857r-5,5l2129,868r-11,9l2113,882r-6,4l2101,890r-6,3l2088,896r-6,3l2075,902r-7,2l2054,908r-8,1l2039,910r-15,1l2013,911r-10,-1l1993,908r-10,-2l1973,902r-9,-3l1955,894r-8,-4l1938,884r-7,-6l1923,872r-7,-7l1910,858r-7,-8l1898,842r-5,-9l1852,838r-46,4l1703,851r-58,4l1583,859r-65,3l1449,865r-70,1l1305,867r-5,11l1295,888r-6,9l1283,906r-7,9l1268,923r-8,7l1251,937r-9,6l1232,948r-10,5l1211,957r-5,1l1200,960r-11,2l1177,963r-12,1l1153,963r-12,-1l1130,959r-12,-3l1107,952r-10,-5l1087,941r-10,-6l1069,928r-9,-8l1052,912r-7,-9l1039,893r-6,-10l1028,873r-2,-6l1024,862r-88,-5l892,854r-45,-3l801,847r-46,-4l662,833r-48,-5l567,822r-48,-7l471,808r-49,-8l373,792r-50,-9l274,773r-5,8l263,788r-6,7l251,801r-7,6l237,813r-8,5l221,823r-8,4l205,830r-9,4l187,836r-9,2l169,840r-10,1l149,841r-15,-1l127,839r-8,-1l105,834r-7,-2l91,829,78,823r-6,-3l66,816,55,807r-6,-4l44,798,34,787r-4,-6l26,776r-4,-6l18,763r-3,-6l12,750r-2,-6l7,737,4,722,2,715,1,708r,-8l,692r1,-7l1,677r1,-7l4,662,7,648r3,-7l12,634r6,-13l22,615r4,-6l34,598r5,-6l44,587r11,-9l60,573r6,-4l72,565r6,-3l85,558r6,-3l98,553r7,-3l119,547r8,-2l134,544r15,l163,544r14,2l180,547r3,1l190,549r6,2l202,553r6,3l214,559r12,6l237,572r10,8l252,584r4,5l261,594r4,5l269,604r4,5l276,615r3,5l285,632r3,6l290,644r4,13l295,664r1,6l383,686r44,8l471,701r45,7l561,714r45,6l652,726r46,5l745,736r46,5l838,745r48,4l933,752r47,3l1028,758r5,-10l1038,738r6,-9l1050,721r7,-8l1065,705r8,-7l1082,692r9,-6l1101,681r10,-4l1121,673r11,-3l1143,668r11,-1l1165,666r12,1l1189,668r11,2l1212,673r10,4l1233,682r9,6l1252,694r9,7l1269,708r8,8l1284,725r6,9l1296,744r5,10l1305,765r74,-1l1453,763r73,-3l1562,759r36,-2l1669,752r71,-6l1809,739r69,-8xm307,1559r,-8l308,1544r,-8l310,1529r3,-15l316,1508r2,-7l325,1488r3,-6l332,1476r9,-12l345,1459r6,-5l362,1444r6,-4l373,1435r6,-4l386,1428r6,-3l399,1422r6,-3l412,1417r15,-4l434,1412r7,-1l457,1410r9,l476,1411r9,2l494,1415r9,2l512,1421r8,3l529,1429r7,4l544,1438r7,6l558,1450r6,6l570,1463r6,7l581,1478r612,-134l1196,1330r4,-12l1204,1305r6,-11l1217,1283r8,-11l1234,1263r9,-9l1253,1246r11,-7l1275,1232r12,-5l1300,1223r6,-2l1313,1220r7,-1l1326,1218r14,-1l1350,1218r9,1l1369,1220r9,2l1387,1225r8,3l1404,1232r8,4l1420,1240r7,5l1434,1251r7,6l1448,1263r6,7l1459,1277r6,7l1974,1173r1,-8l1978,1157r2,-7l1983,1142r3,-7l1990,1128r4,-7l1998,1114r-150,-1l1698,1112r-4,10l1689,1132r-6,10l1677,1151r-7,8l1662,1167r-8,8l1645,1182r-10,6l1626,1193r-11,5l1605,1202r-6,1l1594,1205r-11,2l1571,1208r-12,1l1547,1208r-11,-1l1524,1205r-11,-3l1503,1198r-10,-5l1483,1188r-10,-6l1465,1175r-9,-8l1449,1159r-8,-8l1435,1142r-6,-10l1424,1122r-4,-10l1231,1113r-170,2l915,1117r-117,1l794,1129r-5,10l783,1149r-6,9l769,1167r-7,8l753,1183r-4,3l744,1190r-9,6l725,1201r-10,5l704,1210r-11,3l687,1215r-5,1l670,1217r-12,l643,1217r-8,-1l628,1214r-14,-3l607,1208r-7,-2l587,1199r-6,-3l575,1192r-12,-9l558,1179r-5,-5l543,1163r-4,-5l534,1152r-3,-6l527,1140r-3,-7l521,1127r-3,-7l516,1113r-4,-14l511,1091r-1,-7l509,1076r,-7l509,1061r1,-8l511,1046r1,-7l516,1024r2,-6l521,1011r6,-13l531,992r3,-6l543,974r5,-5l553,963r10,-9l569,949r6,-4l581,941r6,-3l593,935r7,-3l607,929r7,-2l628,923r7,-1l643,921r15,-1l669,920r12,2l686,923r6,1l697,925r6,2l713,931r5,2l723,935r10,5l742,946r9,7l759,960r8,7l774,976r6,8l786,994r5,9l796,1013r118,-1l1060,1010r82,-1l1230,1008r190,-1l1422,1002r2,-5l1429,987r6,-10l1442,968r7,-8l1457,952r8,-7l1474,938r4,-3l1483,932r10,-5l1498,924r5,-2l1514,918r5,-1l1524,915r12,-2l1547,912r12,-1l1571,912r11,1l1594,915r11,3l1615,922r10,5l1635,932r9,6l1649,941r4,4l1662,952r7,8l1676,968r7,9l1689,987r5,10l1698,1007r129,1l1957,1009r130,2l2218,1013r5,-10l2225,998r3,-5l2234,984r6,-9l2248,967r7,-7l2263,952r9,-6l2281,940r10,-5l2301,931r11,-4l2322,924r11,-2l2345,920r11,l2372,921r7,1l2386,923r15,4l2408,929r6,3l2427,938r6,3l2440,945r11,9l2456,959r6,4l2471,974r5,6l2480,986r4,6l2487,998r3,6l2493,1011r3,7l2498,1024r4,15l2503,1046r1,7l2505,1061r,8l2505,1076r-1,8l2503,1091r-1,8l2498,1113r-2,7l2493,1127r-6,13l2484,1146r-4,6l2471,1163r-5,6l2462,1174r-11,9l2445,1188r-5,4l2433,1196r-6,3l2421,1203r-7,3l2408,1208r-7,3l2386,1214r-7,2l2372,1217r-16,l2344,1217r-12,-2l2321,1213r-12,-3l2298,1206r-10,-5l2278,1195r-10,-6l2269,1200r,8l2268,1215r-1,8l2266,1230r-4,14l2260,1251r-3,7l2251,1271r-4,6l2243,1283r-8,12l2230,1300r-5,5l2215,1315r-6,4l2203,1323r-6,4l2191,1331r-6,3l2178,1337r-7,3l2164,1342r-14,4l2143,1347r-8,1l2120,1349r-10,-1l2100,1347r-10,-1l2081,1343r-9,-2l2063,1337r-9,-4l2046,1329r-8,-5l2030,1318r-7,-6l2016,1306r-7,-7l2003,1292r-5,-8l1992,1276r-504,111l1487,1393r-2,7l1484,1407r-2,6l1477,1425r-6,12l1464,1449r-4,5l1456,1459r-4,5l1448,1469r-5,5l1438,1478r-5,4l1428,1486r-11,7l1412,1497r-6,3l1400,1503r-6,2l1381,1509r-7,2l1368,1512r-14,2l1340,1515r-9,l1321,1514r-10,-2l1302,1510r-9,-3l1285,1504r-9,-4l1268,1496r-8,-5l1252,1486r-7,-5l1238,1475r-6,-7l1226,1461r-6,-7l1215,1446,604,1580r-3,14l599,1600r-2,6l593,1619r-6,11l580,1642r-8,10l568,1657r-4,5l554,1671r-10,8l533,1686r-11,6l510,1698r-13,4l484,1705r-14,2l457,1707r-16,l434,1706r-7,-2l412,1701r-7,-3l399,1696r-13,-6l379,1686r-6,-4l362,1674r-6,-5l351,1664r-10,-11l336,1648r-4,-6l328,1636r-3,-6l321,1623r-3,-6l316,1610r-3,-7l310,1589r-2,-8l308,1574r-1,-8l307,1559xm1288,2014r,-8l1289,1999r1,-8l1291,1984r3,-14l1297,1963r2,-7l1306,1943r3,-6l1313,1931r9,-12l1326,1914r5,-5l1342,1899r6,-4l1353,1890r6,-3l1366,1883r6,-3l1379,1877r6,-3l1392,1872r15,-4l1414,1867r7,-1l1437,1865r12,1l1455,1866r6,1l1473,1870r12,3l1496,1877r6,3l1507,1883r10,6l1527,1895r62,-36l1651,1824r63,-34l1776,1758r31,-16l1839,1726r62,-30l1963,1668r61,-27l2024,1637r,-10l2025,1617r2,-9l2029,1598r2,-5l2032,1589r4,-9l2040,1571r4,-9l1998,1572r-48,10l1900,1593r-53,12l1778,1622r-71,18l1707,1647r-1,7l1704,1661r-1,7l1698,1681r-5,13l1686,1706r-3,6l1679,1717r-5,6l1670,1728r-5,5l1660,1738r-5,4l1650,1746r-5,4l1639,1754r-6,4l1627,1761r-13,6l1608,1769r-7,2l1595,1773r-7,2l1581,1776r-7,1l1559,1777r-9,l1541,1776r-17,-3l1516,1771r-8,-3l1500,1765r-8,-3l1485,1758r-7,-5l1471,1749r-3,-3l1464,1743r-6,-5l1452,1732r-6,-6l1441,1719r-37,13l1366,1745r-38,13l1290,1772r-39,14l1212,1801r-40,15l1132,1832r-40,17l1052,1866r-81,35l930,1920r-42,19l847,1959r-41,20l806,1988r1,8l806,2004r,7l805,2019r-1,7l800,2040r-3,7l795,2054r-6,13l785,2073r-4,6l773,2091r-5,5l763,2101r-11,10l747,2115r-6,5l735,2123r-6,4l722,2130r-6,3l709,2136r-7,2l688,2142r-8,1l673,2144r-15,1l643,2144r-8,-1l628,2142r-14,-4l607,2136r-7,-3l587,2127r-6,-4l575,2120r-12,-9l558,2106r-5,-5l543,2091r-4,-6l534,2079r-3,-6l527,2067r-3,-6l521,2054r-3,-7l516,2040r-4,-14l511,2019r-1,-8l509,2004r,-8l509,1989r1,-8l511,1974r1,-8l516,1952r2,-7l521,1938r6,-13l531,1919r3,-6l543,1902r5,-6l553,1891r10,-10l569,1877r6,-4l581,1869r6,-4l593,1862r7,-3l607,1857r7,-3l628,1851r7,-2l643,1848r15,-1l672,1848r7,1l686,1850r7,2l699,1853r7,2l712,1858r13,5l736,1870r11,7l758,1886r37,-18l832,1850r78,-36l989,1779r41,-17l1071,1745r83,-33l1196,1696r42,-16l1281,1664r43,-15l1367,1633r44,-14l1411,1611r1,-7l1415,1590r2,-6l1420,1577r2,-6l1425,1564r6,-12l1435,1546r4,-5l1448,1530r4,-5l1457,1520r11,-9l1473,1507r6,-4l1491,1497r12,-6l1510,1488r7,-2l1530,1483r7,-1l1544,1481r15,-1l1568,1480r9,1l1585,1482r9,2l1602,1486r8,3l1618,1492r7,4l1633,1499r7,5l1647,1508r6,6l1660,1519r5,6l1671,1531r5,6l1745,1519r68,-17l1848,1493r34,-8l1915,1478r34,-7l2016,1457r66,-12l2115,1439r33,-5l2180,1429r32,-4l2216,1413r2,-6l2220,1402r6,-11l2232,1381r7,-10l2247,1362r8,-9l2265,1345r9,-7l2285,1332r11,-5l2307,1322r12,-4l2331,1316r6,-1l2344,1314r12,l2372,1314r7,1l2386,1317r15,3l2408,1323r6,2l2427,1332r7,3l2440,1339r11,9l2456,1352r6,5l2471,1368r5,5l2480,1379r4,6l2487,1392r3,6l2493,1405r3,6l2498,1418r4,14l2503,1440r1,7l2505,1455r,7l2505,1470r-1,8l2503,1485r-1,7l2498,1507r-2,7l2493,1520r-6,13l2484,1540r-4,6l2471,1557r-5,5l2462,1568r-11,9l2445,1582r-5,4l2434,1590r-7,3l2421,1597r-7,3l2408,1602r-7,3l2386,1608r-7,2l2372,1610r-16,1l2347,1611r-10,-1l2327,1608r-4,-1l2318,1606r1,8l2321,1622r,15l2321,1645r,8l2320,1660r-2,7l2315,1682r-3,7l2310,1695r-7,13l2300,1715r-4,6l2287,1732r-4,5l2278,1743r-11,9l2262,1757r-6,4l2250,1765r-6,3l2237,1772r-6,3l2224,1777r-7,3l2203,1783r-8,2l2188,1785r-15,1l2157,1785r-8,-1l2142,1783r-8,-2l2127,1779r-7,-2l2113,1774r-7,-3l2100,1767r-7,-4l2087,1759r-12,-9l2070,1745r-5,-5l1996,1772r-40,18l1914,1811r-22,11l1869,1833r-48,24l1770,1884r-53,28l1685,1930r-34,18l1583,1987r1,7l1585,2000r,7l1585,2014r,7l1585,2029r-1,7l1582,2044r-3,14l1576,2065r-2,7l1567,2085r-3,6l1560,2097r-9,11l1547,2114r-5,5l1531,2129r-5,4l1520,2137r-6,4l1507,2145r-6,3l1494,2151r-6,2l1481,2156r-14,3l1459,2161r-7,1l1437,2163r-13,-1l1418,2161r-6,-1l1400,2158r-12,-4l1377,2150r-6,-2l1366,2145r-10,-6l1346,2132r-32,21l1281,2175r-66,45l1148,2267r-67,49l1047,2341r-35,26l978,2393r-34,27l909,2447r-34,28l841,2503r-35,29l810,2544r3,13l815,2570r,7l815,2584r,7l815,2599r-1,7l812,2614r-3,14l806,2635r-2,6l797,2654r-3,7l790,2667r-9,11l777,2684r-5,5l761,2698r-5,5l750,2707r-6,4l737,2714r-6,4l724,2721r-6,2l711,2726r-15,3l689,2731r-7,1l667,2732r-16,l644,2731r-7,-2l622,2726r-7,-3l609,2721r-13,-7l589,2711r-6,-4l572,2698r-6,-4l561,2689r-9,-11l547,2673r-4,-6l539,2661r-3,-7l532,2648r-3,-7l527,2635r-3,-7l521,2614r-2,-8l519,2599r-1,-8l518,2584r,-8l519,2568r,-7l521,2554r3,-15l527,2532r2,-6l536,2513r3,-7l543,2500r9,-11l556,2484r5,-6l572,2469r6,-5l583,2460r6,-4l596,2453r6,-4l609,2446r6,-2l622,2441r15,-3l644,2436r7,l667,2435r9,l685,2436r10,1l704,2439r8,3l721,2445r8,4l737,2453r63,-52l865,2349r33,-26l932,2297r69,-52l1071,2193r72,-51l1216,2091r75,-49l1289,2035r-1,-7l1288,2021r,-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">
                <v:path arrowok="t" o:connecttype="custom" o:connectlocs="1608,670;1422,557;665,292;483,200;558,15;757,84;1473,411;1688,438;2322,581;2536,624;2498,820;2284,781;2118,877;1910,858;1206,958;801,847;159,841;1,708;119,547;288,638;1065,705;1301,754;362,1444;564,1456;1369,1220;1694,1122;1465,1175;693,1213;516,1113;600,932;796,1013;1559,911;2234,984;2462,963;2471,1163;2269,1208;2120,1349;1460,1454;1268,1496;484,1705;308,1581;1385,1874;2024,1637;1674,1723;1485,1758;807,1996;673,2144;510,2011;628,1851;1324,1649;1544,1481;2082,1445;2386,1317;2504,1478;2347,1611;2244,1768;1914,1811;1542,2119;1281,2175;794,2661;589,2711;529,2526;721,2445" o:connectangles="0,0,0,0,0,0,0,0,0,0,0,0,0,0,0,0,0,0,0,0,0,0,0,0,0,0,0,0,0,0,0,0,0,0,0,0,0,0,0,0,0,0,0,0,0,0,0,0,0,0,0,0,0,0,0,0,0,0,0,0,0,0,0"/>
                <o:lock v:ext="edit" verticies="t"/>
              </v:shape>
              <w10:wrap anchorx="margin" anchory="page"/>
            </v:group>
          </w:pict>
        </mc:Fallback>
      </mc:AlternateContent>
    </w:r>
    <w:r w:rsidR="008F3FAD">
      <w:rPr>
        <w:b/>
        <w:color w:val="006699"/>
        <w:sz w:val="20"/>
        <w:szCs w:val="20"/>
        <w:lang w:val="es-ES"/>
      </w:rPr>
      <w:fldChar w:fldCharType="begin"/>
    </w:r>
    <w:r w:rsidR="008F3FAD">
      <w:rPr>
        <w:b/>
        <w:color w:val="006699"/>
        <w:sz w:val="20"/>
        <w:szCs w:val="20"/>
        <w:lang w:val="es-ES"/>
      </w:rPr>
      <w:instrText xml:space="preserve">  </w:instrText>
    </w:r>
    <w:r w:rsidR="008F3FAD">
      <w:rPr>
        <w:b/>
        <w:color w:val="006699"/>
        <w:sz w:val="20"/>
        <w:szCs w:val="20"/>
        <w:lang w:val="es-E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7679CF" w:rsidRDefault="007679CF" w14:paraId="014B559E" w14:textId="5E426B0B">
    <w:pPr>
      <w:pStyle w:val="Encabezado"/>
    </w:pPr>
  </w:p>
  <w:p w:rsidR="007679CF" w:rsidRDefault="007679CF" w14:paraId="35116A60" w14:textId="66192EB8">
    <w:pPr>
      <w:pStyle w:val="Encabezado"/>
    </w:pPr>
  </w:p>
  <w:p w:rsidR="007679CF" w:rsidRDefault="007679CF" w14:paraId="6F2223A7" w14:textId="31A88986">
    <w:pPr>
      <w:pStyle w:val="Encabezado"/>
    </w:pPr>
  </w:p>
  <w:p w:rsidR="007679CF" w:rsidRDefault="007679CF" w14:paraId="29B0A668" w14:textId="2AF7890B">
    <w:pPr>
      <w:pStyle w:val="Encabezado"/>
    </w:pPr>
  </w:p>
  <w:p w:rsidR="007679CF" w:rsidRDefault="007679CF" w14:paraId="75513F70" w14:textId="67A609BF">
    <w:pPr>
      <w:pStyle w:val="Encabezado"/>
    </w:pPr>
  </w:p>
  <w:p w:rsidR="007679CF" w:rsidRDefault="007679CF" w14:paraId="67D0CF62" w14:textId="3EE9D387">
    <w:pPr>
      <w:pStyle w:val="Encabezado"/>
    </w:pPr>
  </w:p>
  <w:p w:rsidR="007679CF" w:rsidRDefault="007679CF" w14:paraId="2B64C8FF" w14:textId="7F53095F">
    <w:pPr>
      <w:pStyle w:val="Encabezado"/>
    </w:pPr>
  </w:p>
  <w:p w:rsidR="007679CF" w:rsidRDefault="007679CF" w14:paraId="0506DB57" w14:textId="035C10CA">
    <w:pPr>
      <w:pStyle w:val="Encabezado"/>
    </w:pPr>
  </w:p>
  <w:p w:rsidR="007679CF" w:rsidRDefault="007679CF" w14:paraId="7DFCC81B" w14:textId="25AD0B6C">
    <w:pPr>
      <w:pStyle w:val="Encabezado"/>
    </w:pPr>
  </w:p>
  <w:p w:rsidR="007679CF" w:rsidRDefault="007679CF" w14:paraId="7A9BE6F4" w14:textId="704C5B57">
    <w:pPr>
      <w:pStyle w:val="Encabezado"/>
    </w:pPr>
  </w:p>
  <w:p w:rsidR="007679CF" w:rsidRDefault="007679CF" w14:paraId="3C58F990" w14:textId="5F975601">
    <w:pPr>
      <w:pStyle w:val="Encabezado"/>
    </w:pPr>
  </w:p>
  <w:p w:rsidR="007679CF" w:rsidRDefault="007679CF" w14:paraId="4BCB5248" w14:textId="739F2106">
    <w:pPr>
      <w:pStyle w:val="Encabezado"/>
    </w:pPr>
    <w:r w:rsidRPr="00350A1D">
      <w:rPr>
        <w:noProof/>
      </w:rPr>
      <w:drawing>
        <wp:inline distT="0" distB="0" distL="0" distR="0" wp14:anchorId="22220429" wp14:editId="0E066F71">
          <wp:extent cx="2566800" cy="1178000"/>
          <wp:effectExtent l="0" t="0" r="5080" b="3175"/>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6800" cy="1178000"/>
                  </a:xfrm>
                  <a:prstGeom prst="rect">
                    <a:avLst/>
                  </a:prstGeom>
                  <a:noFill/>
                  <a:ln>
                    <a:noFill/>
                  </a:ln>
                </pic:spPr>
              </pic:pic>
            </a:graphicData>
          </a:graphic>
        </wp:inline>
      </w:drawing>
    </w:r>
  </w:p>
  <w:p w:rsidR="007679CF" w:rsidRDefault="007679CF" w14:paraId="3AC2CDCE" w14:textId="7E08A711">
    <w:pPr>
      <w:pStyle w:val="Encabezado"/>
    </w:pPr>
  </w:p>
  <w:p w:rsidR="007679CF" w:rsidRDefault="007679CF" w14:paraId="2CFE20C0" w14:textId="10934ACD">
    <w:pPr>
      <w:pStyle w:val="Encabezado"/>
    </w:pPr>
  </w:p>
  <w:p w:rsidR="007679CF" w:rsidRDefault="007679CF" w14:paraId="7DA94A59" w14:textId="2C8F8911">
    <w:pPr>
      <w:pStyle w:val="Encabezado"/>
    </w:pPr>
  </w:p>
  <w:p w:rsidR="007679CF" w:rsidRDefault="007679CF" w14:paraId="198A2253" w14:textId="40B5916A">
    <w:pPr>
      <w:pStyle w:val="Encabezado"/>
    </w:pPr>
  </w:p>
  <w:p w:rsidR="007679CF" w:rsidRDefault="007679CF" w14:paraId="109857F7" w14:textId="77777777">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AD0F67" w:rsidR="008F3FAD" w:rsidP="008F79F5" w:rsidRDefault="008F3FAD" w14:paraId="02D126A1" w14:textId="77777777">
    <w:pPr>
      <w:pStyle w:val="DireccionEmisora"/>
    </w:pPr>
  </w:p>
  <w:p w:rsidR="008F3FAD" w:rsidRDefault="008F3FAD" w14:paraId="2CC39F1E" w14:textId="77777777">
    <w:pPr>
      <w:pStyle w:val="Encabezado"/>
      <w:rPr>
        <w:lang w:val="es-ES"/>
      </w:rPr>
    </w:pPr>
  </w:p>
  <w:p w:rsidR="008F3FAD" w:rsidRDefault="008F3FAD" w14:paraId="67BC1751" w14:textId="77777777">
    <w:pPr>
      <w:pStyle w:val="Encabezado"/>
      <w:rPr>
        <w:lang w:val="es-ES"/>
      </w:rPr>
    </w:pPr>
  </w:p>
  <w:p w:rsidR="008F3FAD" w:rsidRDefault="008F3FAD" w14:paraId="35D771F7" w14:textId="77777777">
    <w:pPr>
      <w:pStyle w:val="Encabezado"/>
      <w:rPr>
        <w:lang w:val="es-ES"/>
      </w:rPr>
    </w:pPr>
  </w:p>
  <w:p w:rsidR="008F3FAD" w:rsidRDefault="008F3FAD" w14:paraId="253BEE05" w14:textId="77777777">
    <w:pPr>
      <w:pStyle w:val="Encabezado"/>
      <w:rPr>
        <w:lang w:val="es-ES"/>
      </w:rPr>
    </w:pPr>
  </w:p>
  <w:p w:rsidR="008F3FAD" w:rsidRDefault="008F3FAD" w14:paraId="0726EEC4" w14:textId="77777777">
    <w:pPr>
      <w:pStyle w:val="Encabezado"/>
      <w:rPr>
        <w:lang w:val="es-ES"/>
      </w:rPr>
    </w:pPr>
  </w:p>
  <w:p w:rsidR="008F3FAD" w:rsidRDefault="008F3FAD" w14:paraId="7BA28A79" w14:textId="77777777">
    <w:pPr>
      <w:pStyle w:val="Encabezado"/>
      <w:rPr>
        <w:lang w:val="es-ES"/>
      </w:rPr>
    </w:pPr>
  </w:p>
  <w:p w:rsidR="008F3FAD" w:rsidRDefault="008F3FAD" w14:paraId="25A749C8" w14:textId="77777777">
    <w:pPr>
      <w:pStyle w:val="Encabezado"/>
      <w:rPr>
        <w:lang w:val="es-ES"/>
      </w:rPr>
    </w:pPr>
  </w:p>
  <w:p w:rsidR="008F3FAD" w:rsidRDefault="008F3FAD" w14:paraId="1DC64105" w14:textId="77777777">
    <w:pPr>
      <w:pStyle w:val="Encabezado"/>
      <w:rPr>
        <w:lang w:val="es-ES"/>
      </w:rPr>
    </w:pPr>
  </w:p>
  <w:p w:rsidR="008F3FAD" w:rsidRDefault="008F3FAD" w14:paraId="59B91B9B" w14:textId="77777777">
    <w:pPr>
      <w:pStyle w:val="Encabezado"/>
      <w:rPr>
        <w:lang w:val="es-ES"/>
      </w:rPr>
    </w:pPr>
  </w:p>
  <w:p w:rsidR="008F3FAD" w:rsidRDefault="008F3FAD" w14:paraId="2D64EB64" w14:textId="77777777">
    <w:pPr>
      <w:pStyle w:val="Encabezado"/>
      <w:rPr>
        <w:lang w:val="es-ES"/>
      </w:rPr>
    </w:pPr>
  </w:p>
  <w:p w:rsidR="008F3FAD" w:rsidRDefault="008F3FAD" w14:paraId="13A72C41" w14:textId="77777777">
    <w:pPr>
      <w:pStyle w:val="Encabezado"/>
      <w:rPr>
        <w:lang w:val="es-ES"/>
      </w:rPr>
    </w:pPr>
  </w:p>
  <w:p w:rsidR="008F3FAD" w:rsidRDefault="008F3FAD" w14:paraId="0F5973B0" w14:textId="77777777">
    <w:pPr>
      <w:pStyle w:val="Encabezado"/>
      <w:rPr>
        <w:lang w:val="es-ES"/>
      </w:rPr>
    </w:pPr>
  </w:p>
  <w:p w:rsidR="008F3FAD" w:rsidRDefault="008F3FAD" w14:paraId="75B7D1A5" w14:textId="77777777">
    <w:pPr>
      <w:pStyle w:val="Encabezado"/>
      <w:rPr>
        <w:lang w:val="es-ES"/>
      </w:rPr>
    </w:pPr>
  </w:p>
  <w:p w:rsidR="008F3FAD" w:rsidRDefault="008F3FAD" w14:paraId="27F29550" w14:textId="77777777">
    <w:pPr>
      <w:pStyle w:val="Encabezado"/>
      <w:rPr>
        <w:lang w:val="es-ES"/>
      </w:rPr>
    </w:pPr>
  </w:p>
  <w:p w:rsidR="008F3FAD" w:rsidRDefault="008F3FAD" w14:paraId="2056E6F8" w14:textId="77777777">
    <w:pPr>
      <w:pStyle w:val="Encabezado"/>
      <w:rPr>
        <w:lang w:val="es-ES"/>
      </w:rPr>
    </w:pPr>
  </w:p>
  <w:p w:rsidR="008F3FAD" w:rsidRDefault="008F3FAD" w14:paraId="40E787D1" w14:textId="77777777">
    <w:pPr>
      <w:pStyle w:val="Encabezado"/>
      <w:rPr>
        <w:lang w:val="es-ES"/>
      </w:rPr>
    </w:pPr>
  </w:p>
  <w:p w:rsidR="008F3FAD" w:rsidRDefault="008F3FAD" w14:paraId="0D5240F5" w14:textId="77777777">
    <w:pPr>
      <w:pStyle w:val="Encabezado"/>
      <w:rPr>
        <w:lang w:val="es-ES"/>
      </w:rPr>
    </w:pPr>
  </w:p>
  <w:p w:rsidR="008F3FAD" w:rsidRDefault="008F3FAD" w14:paraId="2792BD4A" w14:textId="77777777">
    <w:pPr>
      <w:pStyle w:val="Encabezado"/>
      <w:rPr>
        <w:lang w:val="es-ES"/>
      </w:rPr>
    </w:pPr>
  </w:p>
  <w:p w:rsidR="008F3FAD" w:rsidRDefault="008F3FAD" w14:paraId="437481E5" w14:textId="77777777">
    <w:pPr>
      <w:pStyle w:val="Encabezado"/>
      <w:rPr>
        <w:lang w:val="es-ES"/>
      </w:rPr>
    </w:pPr>
  </w:p>
  <w:p w:rsidR="008F3FAD" w:rsidRDefault="008F3FAD" w14:paraId="67A80901" w14:textId="77777777">
    <w:pPr>
      <w:pStyle w:val="Encabezado"/>
      <w:rPr>
        <w:lang w:val="es-ES"/>
      </w:rPr>
    </w:pPr>
  </w:p>
  <w:p w:rsidR="008F3FAD" w:rsidRDefault="008F3FAD" w14:paraId="346E4AE6" w14:textId="77777777">
    <w:pPr>
      <w:pStyle w:val="Encabezado"/>
      <w:rPr>
        <w:lang w:val="es-ES"/>
      </w:rPr>
    </w:pPr>
  </w:p>
  <w:p w:rsidR="008F3FAD" w:rsidRDefault="008F3FAD" w14:paraId="063C23BD" w14:textId="77777777">
    <w:pPr>
      <w:pStyle w:val="Encabezado"/>
      <w:rPr>
        <w:lang w:val="es-ES"/>
      </w:rPr>
    </w:pPr>
  </w:p>
  <w:p w:rsidR="008F3FAD" w:rsidRDefault="008F3FAD" w14:paraId="4C33B664" w14:textId="77777777">
    <w:pPr>
      <w:pStyle w:val="Encabezado"/>
      <w:rPr>
        <w:lang w:val="es-ES"/>
      </w:rPr>
    </w:pPr>
  </w:p>
  <w:p w:rsidR="008F3FAD" w:rsidRDefault="008F3FAD" w14:paraId="76E90506" w14:textId="77777777">
    <w:pPr>
      <w:pStyle w:val="Encabezado"/>
      <w:rPr>
        <w:lang w:val="es-ES"/>
      </w:rPr>
    </w:pPr>
  </w:p>
  <w:p w:rsidR="008F3FAD" w:rsidRDefault="008F3FAD" w14:paraId="6472AA31" w14:textId="77777777">
    <w:pPr>
      <w:pStyle w:val="Encabezado"/>
      <w:rPr>
        <w:lang w:val="es-ES"/>
      </w:rPr>
    </w:pPr>
  </w:p>
  <w:p w:rsidR="008F3FAD" w:rsidRDefault="008F3FAD" w14:paraId="1DF8131D" w14:textId="77777777">
    <w:pPr>
      <w:pStyle w:val="Encabezado"/>
      <w:rPr>
        <w:lang w:val="es-ES"/>
      </w:rPr>
    </w:pPr>
  </w:p>
  <w:p w:rsidR="008F3FAD" w:rsidRDefault="008F3FAD" w14:paraId="5101F5EF" w14:textId="77777777">
    <w:pPr>
      <w:pStyle w:val="Encabezado"/>
      <w:rPr>
        <w:lang w:val="es-ES"/>
      </w:rPr>
    </w:pPr>
  </w:p>
  <w:p w:rsidRPr="00AD0F67" w:rsidR="008F3FAD" w:rsidRDefault="008F3FAD" w14:paraId="5344A6B8" w14:textId="77777777">
    <w:pPr>
      <w:pStyle w:val="Encabezado"/>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E17F69BA"/>
    <w:multiLevelType w:val="multilevel"/>
    <w:tmpl w:val="F06E3BC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EA454B4C"/>
    <w:multiLevelType w:val="multilevel"/>
    <w:tmpl w:val="2478589A"/>
    <w:lvl w:ilvl="0">
      <w:start w:val="1"/>
      <w:numFmt w:val="bullet"/>
      <w:lvlText w:val=""/>
      <w:lvlJc w:val="left"/>
      <w:pPr>
        <w:tabs>
          <w:tab w:val="num" w:pos="680"/>
        </w:tabs>
        <w:ind w:left="680" w:hanging="198"/>
      </w:pPr>
      <w:rPr>
        <w:rFonts w:hint="default" w:ascii="Symbol" w:hAnsi="Symbol"/>
        <w:color w:val="006699"/>
      </w:rPr>
    </w:lvl>
    <w:lvl w:ilvl="1">
      <w:start w:val="1"/>
      <w:numFmt w:val="bullet"/>
      <w:lvlText w:val="○"/>
      <w:lvlJc w:val="left"/>
      <w:pPr>
        <w:tabs>
          <w:tab w:val="num" w:pos="964"/>
        </w:tabs>
        <w:ind w:left="964" w:hanging="284"/>
      </w:pPr>
      <w:rPr>
        <w:rFonts w:hint="default" w:ascii="Courier New" w:hAnsi="Courier New"/>
        <w:color w:val="006699"/>
      </w:rPr>
    </w:lvl>
    <w:lvl w:ilvl="2">
      <w:start w:val="1"/>
      <w:numFmt w:val="bullet"/>
      <w:lvlText w:val="♦"/>
      <w:lvlJc w:val="left"/>
      <w:pPr>
        <w:tabs>
          <w:tab w:val="num" w:pos="1191"/>
        </w:tabs>
        <w:ind w:left="1191" w:hanging="227"/>
      </w:pPr>
      <w:rPr>
        <w:rFonts w:hint="default" w:ascii="Courier New" w:hAnsi="Courier New"/>
        <w:color w:val="006699"/>
      </w:rPr>
    </w:lvl>
    <w:lvl w:ilvl="3">
      <w:start w:val="1"/>
      <w:numFmt w:val="bullet"/>
      <w:lvlText w:val="◊"/>
      <w:lvlJc w:val="left"/>
      <w:pPr>
        <w:tabs>
          <w:tab w:val="num" w:pos="1418"/>
        </w:tabs>
        <w:ind w:left="1418" w:hanging="227"/>
      </w:pPr>
      <w:rPr>
        <w:rFonts w:hint="default" w:ascii="Courier New" w:hAnsi="Courier New"/>
        <w:color w:val="006699"/>
      </w:rPr>
    </w:lvl>
    <w:lvl w:ilvl="4">
      <w:numFmt w:val="bullet"/>
      <w:lvlText w:val="•"/>
      <w:lvlJc w:val="left"/>
      <w:pPr>
        <w:tabs>
          <w:tab w:val="num" w:pos="1701"/>
        </w:tabs>
        <w:ind w:left="1701" w:hanging="283"/>
      </w:pPr>
      <w:rPr>
        <w:rFonts w:hint="default"/>
      </w:rPr>
    </w:lvl>
    <w:lvl w:ilvl="5">
      <w:numFmt w:val="bullet"/>
      <w:lvlText w:val="–"/>
      <w:lvlJc w:val="left"/>
      <w:pPr>
        <w:tabs>
          <w:tab w:val="num" w:pos="1985"/>
        </w:tabs>
        <w:ind w:left="1985" w:hanging="284"/>
      </w:pPr>
      <w:rPr>
        <w:rFonts w:hint="default"/>
      </w:rPr>
    </w:lvl>
    <w:lvl w:ilvl="6">
      <w:numFmt w:val="bullet"/>
      <w:lvlText w:val="•"/>
      <w:lvlJc w:val="left"/>
      <w:pPr>
        <w:tabs>
          <w:tab w:val="num" w:pos="3374"/>
        </w:tabs>
        <w:ind w:left="3856" w:hanging="482"/>
      </w:pPr>
      <w:rPr>
        <w:rFonts w:hint="default"/>
      </w:rPr>
    </w:lvl>
    <w:lvl w:ilvl="7">
      <w:numFmt w:val="bullet"/>
      <w:lvlText w:val="–"/>
      <w:lvlJc w:val="left"/>
      <w:pPr>
        <w:tabs>
          <w:tab w:val="num" w:pos="3856"/>
        </w:tabs>
        <w:ind w:left="4338" w:hanging="482"/>
      </w:pPr>
      <w:rPr>
        <w:rFonts w:hint="default"/>
      </w:rPr>
    </w:lvl>
    <w:lvl w:ilvl="8">
      <w:numFmt w:val="bullet"/>
      <w:lvlText w:val="•"/>
      <w:lvlJc w:val="left"/>
      <w:pPr>
        <w:tabs>
          <w:tab w:val="num" w:pos="4338"/>
        </w:tabs>
        <w:ind w:left="4820" w:hanging="482"/>
      </w:pPr>
      <w:rPr>
        <w:rFonts w:hint="default"/>
      </w:rPr>
    </w:lvl>
  </w:abstractNum>
  <w:abstractNum w:abstractNumId="2" w15:restartNumberingAfterBreak="0">
    <w:nsid w:val="FFFFFF7C"/>
    <w:multiLevelType w:val="singleLevel"/>
    <w:tmpl w:val="F31032A4"/>
    <w:lvl w:ilvl="0">
      <w:start w:val="1"/>
      <w:numFmt w:val="decimal"/>
      <w:lvlText w:val="%1."/>
      <w:lvlJc w:val="left"/>
      <w:pPr>
        <w:tabs>
          <w:tab w:val="num" w:pos="1492"/>
        </w:tabs>
        <w:ind w:left="1492" w:hanging="360"/>
      </w:pPr>
    </w:lvl>
  </w:abstractNum>
  <w:abstractNum w:abstractNumId="3" w15:restartNumberingAfterBreak="0">
    <w:nsid w:val="FFFFFF7D"/>
    <w:multiLevelType w:val="singleLevel"/>
    <w:tmpl w:val="2A80F164"/>
    <w:lvl w:ilvl="0">
      <w:start w:val="1"/>
      <w:numFmt w:val="decimal"/>
      <w:lvlText w:val="%1."/>
      <w:lvlJc w:val="left"/>
      <w:pPr>
        <w:tabs>
          <w:tab w:val="num" w:pos="1209"/>
        </w:tabs>
        <w:ind w:left="1209" w:hanging="360"/>
      </w:pPr>
    </w:lvl>
  </w:abstractNum>
  <w:abstractNum w:abstractNumId="4" w15:restartNumberingAfterBreak="0">
    <w:nsid w:val="FFFFFF7E"/>
    <w:multiLevelType w:val="singleLevel"/>
    <w:tmpl w:val="CC40625A"/>
    <w:lvl w:ilvl="0">
      <w:start w:val="1"/>
      <w:numFmt w:val="decimal"/>
      <w:lvlText w:val="%1."/>
      <w:lvlJc w:val="left"/>
      <w:pPr>
        <w:tabs>
          <w:tab w:val="num" w:pos="926"/>
        </w:tabs>
        <w:ind w:left="926" w:hanging="360"/>
      </w:pPr>
    </w:lvl>
  </w:abstractNum>
  <w:abstractNum w:abstractNumId="5" w15:restartNumberingAfterBreak="0">
    <w:nsid w:val="FFFFFF7F"/>
    <w:multiLevelType w:val="singleLevel"/>
    <w:tmpl w:val="22A80B18"/>
    <w:lvl w:ilvl="0">
      <w:start w:val="1"/>
      <w:numFmt w:val="decimal"/>
      <w:lvlText w:val="%1."/>
      <w:lvlJc w:val="left"/>
      <w:pPr>
        <w:tabs>
          <w:tab w:val="num" w:pos="643"/>
        </w:tabs>
        <w:ind w:left="643" w:hanging="360"/>
      </w:pPr>
    </w:lvl>
  </w:abstractNum>
  <w:abstractNum w:abstractNumId="6" w15:restartNumberingAfterBreak="0">
    <w:nsid w:val="FFFFFF80"/>
    <w:multiLevelType w:val="singleLevel"/>
    <w:tmpl w:val="DEB69F48"/>
    <w:lvl w:ilvl="0">
      <w:start w:val="1"/>
      <w:numFmt w:val="bullet"/>
      <w:lvlText w:val=""/>
      <w:lvlJc w:val="left"/>
      <w:pPr>
        <w:tabs>
          <w:tab w:val="num" w:pos="1492"/>
        </w:tabs>
        <w:ind w:left="1492" w:hanging="360"/>
      </w:pPr>
      <w:rPr>
        <w:rFonts w:hint="default" w:ascii="Symbol" w:hAnsi="Symbol"/>
      </w:rPr>
    </w:lvl>
  </w:abstractNum>
  <w:abstractNum w:abstractNumId="7" w15:restartNumberingAfterBreak="0">
    <w:nsid w:val="FFFFFF81"/>
    <w:multiLevelType w:val="singleLevel"/>
    <w:tmpl w:val="A3EE4D54"/>
    <w:lvl w:ilvl="0">
      <w:start w:val="1"/>
      <w:numFmt w:val="bullet"/>
      <w:lvlText w:val=""/>
      <w:lvlJc w:val="left"/>
      <w:pPr>
        <w:tabs>
          <w:tab w:val="num" w:pos="1209"/>
        </w:tabs>
        <w:ind w:left="1209" w:hanging="360"/>
      </w:pPr>
      <w:rPr>
        <w:rFonts w:hint="default" w:ascii="Symbol" w:hAnsi="Symbol"/>
      </w:rPr>
    </w:lvl>
  </w:abstractNum>
  <w:abstractNum w:abstractNumId="8" w15:restartNumberingAfterBreak="0">
    <w:nsid w:val="FFFFFF82"/>
    <w:multiLevelType w:val="singleLevel"/>
    <w:tmpl w:val="0CDE16B6"/>
    <w:lvl w:ilvl="0">
      <w:start w:val="1"/>
      <w:numFmt w:val="bullet"/>
      <w:lvlText w:val=""/>
      <w:lvlJc w:val="left"/>
      <w:pPr>
        <w:tabs>
          <w:tab w:val="num" w:pos="926"/>
        </w:tabs>
        <w:ind w:left="926" w:hanging="360"/>
      </w:pPr>
      <w:rPr>
        <w:rFonts w:hint="default" w:ascii="Symbol" w:hAnsi="Symbol"/>
      </w:rPr>
    </w:lvl>
  </w:abstractNum>
  <w:abstractNum w:abstractNumId="9" w15:restartNumberingAfterBreak="0">
    <w:nsid w:val="FFFFFF83"/>
    <w:multiLevelType w:val="singleLevel"/>
    <w:tmpl w:val="DC2ADC8C"/>
    <w:lvl w:ilvl="0">
      <w:start w:val="1"/>
      <w:numFmt w:val="bullet"/>
      <w:lvlText w:val=""/>
      <w:lvlJc w:val="left"/>
      <w:pPr>
        <w:tabs>
          <w:tab w:val="num" w:pos="643"/>
        </w:tabs>
        <w:ind w:left="643" w:hanging="360"/>
      </w:pPr>
      <w:rPr>
        <w:rFonts w:hint="default" w:ascii="Symbol" w:hAnsi="Symbol"/>
      </w:rPr>
    </w:lvl>
  </w:abstractNum>
  <w:abstractNum w:abstractNumId="10" w15:restartNumberingAfterBreak="0">
    <w:nsid w:val="FFFFFF88"/>
    <w:multiLevelType w:val="singleLevel"/>
    <w:tmpl w:val="8B8E5896"/>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4146DCA"/>
    <w:lvl w:ilvl="0">
      <w:start w:val="1"/>
      <w:numFmt w:val="bullet"/>
      <w:lvlText w:val=""/>
      <w:lvlJc w:val="left"/>
      <w:pPr>
        <w:tabs>
          <w:tab w:val="num" w:pos="360"/>
        </w:tabs>
        <w:ind w:left="360" w:hanging="360"/>
      </w:pPr>
      <w:rPr>
        <w:rFonts w:hint="default" w:ascii="Symbol" w:hAnsi="Symbol"/>
      </w:rPr>
    </w:lvl>
  </w:abstractNum>
  <w:abstractNum w:abstractNumId="12" w15:restartNumberingAfterBreak="0">
    <w:nsid w:val="019861A7"/>
    <w:multiLevelType w:val="multilevel"/>
    <w:tmpl w:val="A0369E52"/>
    <w:lvl w:ilvl="0">
      <w:start w:val="1"/>
      <w:numFmt w:val="lowerLetter"/>
      <w:pStyle w:val="a"/>
      <w:lvlText w:val="%1)"/>
      <w:lvlJc w:val="left"/>
      <w:pPr>
        <w:tabs>
          <w:tab w:val="num" w:pos="0"/>
        </w:tabs>
        <w:ind w:left="480" w:hanging="480"/>
      </w:pPr>
      <w:rPr>
        <w:rFonts w:hint="default" w:ascii="Barlow Semi Condensed Medium" w:hAnsi="Barlow Semi Condensed Medium"/>
        <w:b w:val="0"/>
        <w:i w:val="0"/>
        <w:color w:val="006699" w:themeColor="accent1"/>
      </w:r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abstractNum w:abstractNumId="13" w15:restartNumberingAfterBreak="0">
    <w:nsid w:val="184247B3"/>
    <w:multiLevelType w:val="hybridMultilevel"/>
    <w:tmpl w:val="1208FD7C"/>
    <w:lvl w:ilvl="0" w:tplc="3FC0081A">
      <w:start w:val="1"/>
      <w:numFmt w:val="decimal"/>
      <w:pStyle w:val="NumFiguras"/>
      <w:lvlText w:val="Figura %1."/>
      <w:lvlJc w:val="left"/>
      <w:pPr>
        <w:ind w:left="2062" w:hanging="360"/>
      </w:pPr>
      <w:rPr>
        <w:rFonts w:hint="default" w:cs="Times New Roman"/>
        <w:b w:val="0"/>
        <w:bCs w:val="0"/>
        <w:sz w:val="22"/>
        <w:szCs w:val="22"/>
      </w:r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14" w15:restartNumberingAfterBreak="0">
    <w:nsid w:val="18C60D26"/>
    <w:multiLevelType w:val="multilevel"/>
    <w:tmpl w:val="E6944E4A"/>
    <w:lvl w:ilvl="0">
      <w:start w:val="1"/>
      <w:numFmt w:val="decimal"/>
      <w:pStyle w:val="1"/>
      <w:lvlText w:val="%1."/>
      <w:lvlJc w:val="left"/>
      <w:pPr>
        <w:tabs>
          <w:tab w:val="num" w:pos="0"/>
        </w:tabs>
        <w:ind w:left="480" w:hanging="480"/>
      </w:pPr>
      <w:rPr>
        <w:rFonts w:hint="default" w:ascii="Barlow Semi Condensed SemiBold" w:hAnsi="Barlow Semi Condensed SemiBold"/>
        <w:color w:val="006699" w:themeColor="accent1"/>
      </w:r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abstractNum w:abstractNumId="15" w15:restartNumberingAfterBreak="0">
    <w:nsid w:val="2C1AE401"/>
    <w:multiLevelType w:val="multilevel"/>
    <w:tmpl w:val="E37ED46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6" w15:restartNumberingAfterBreak="0">
    <w:nsid w:val="2E581BBC"/>
    <w:multiLevelType w:val="hybridMultilevel"/>
    <w:tmpl w:val="870E89FE"/>
    <w:lvl w:ilvl="0" w:tplc="04D4B60C">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E0513E7"/>
    <w:multiLevelType w:val="hybridMultilevel"/>
    <w:tmpl w:val="6CAA5056"/>
    <w:lvl w:ilvl="0" w:tplc="8B327738">
      <w:start w:val="1"/>
      <w:numFmt w:val="decimal"/>
      <w:pStyle w:val="NumTablas"/>
      <w:lvlText w:val="Tabla %1."/>
      <w:lvlJc w:val="left"/>
      <w:pPr>
        <w:ind w:left="2771" w:hanging="360"/>
      </w:pPr>
      <w:rPr>
        <w:rFonts w:hint="default" w:cs="Times New Roman"/>
      </w:rPr>
    </w:lvl>
    <w:lvl w:ilvl="1" w:tplc="0C0A0003">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8" w15:restartNumberingAfterBreak="0">
    <w:nsid w:val="47261BAD"/>
    <w:multiLevelType w:val="multilevel"/>
    <w:tmpl w:val="F5ECF510"/>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9" w15:restartNumberingAfterBreak="0">
    <w:nsid w:val="4A846B72"/>
    <w:multiLevelType w:val="hybridMultilevel"/>
    <w:tmpl w:val="379A6BD2"/>
    <w:lvl w:ilvl="0" w:tplc="F3965396">
      <w:start w:val="1"/>
      <w:numFmt w:val="decimal"/>
      <w:pStyle w:val="PieFoto"/>
      <w:lvlText w:val="Foto %1."/>
      <w:lvlJc w:val="left"/>
      <w:pPr>
        <w:ind w:left="2062" w:hanging="360"/>
      </w:pPr>
      <w:rPr>
        <w:rFonts w:hint="default" w:cs="Times New Roman"/>
        <w:b w:val="0"/>
        <w:bCs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02F52E1"/>
    <w:multiLevelType w:val="hybridMultilevel"/>
    <w:tmpl w:val="81D40CBE"/>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1" w15:restartNumberingAfterBreak="0">
    <w:nsid w:val="508E1D20"/>
    <w:multiLevelType w:val="multilevel"/>
    <w:tmpl w:val="F71A50E8"/>
    <w:lvl w:ilvl="0">
      <w:start w:val="1"/>
      <w:numFmt w:val="bullet"/>
      <w:pStyle w:val="Bolo"/>
      <w:lvlText w:val=""/>
      <w:lvlJc w:val="left"/>
      <w:pPr>
        <w:tabs>
          <w:tab w:val="num" w:pos="198"/>
        </w:tabs>
        <w:ind w:left="198" w:hanging="198"/>
      </w:pPr>
      <w:rPr>
        <w:rFonts w:hint="default" w:ascii="Symbol" w:hAnsi="Symbol"/>
        <w:color w:val="006699"/>
      </w:rPr>
    </w:lvl>
    <w:lvl w:ilvl="1">
      <w:start w:val="1"/>
      <w:numFmt w:val="bullet"/>
      <w:lvlText w:val="o"/>
      <w:lvlJc w:val="left"/>
      <w:pPr>
        <w:tabs>
          <w:tab w:val="num" w:pos="397"/>
        </w:tabs>
        <w:ind w:left="397" w:hanging="199"/>
      </w:pPr>
      <w:rPr>
        <w:rFonts w:hint="default" w:ascii="Courier New" w:hAnsi="Courier New"/>
        <w:color w:val="006699"/>
      </w:rPr>
    </w:lvl>
    <w:lvl w:ilvl="2">
      <w:start w:val="1"/>
      <w:numFmt w:val="bullet"/>
      <w:lvlText w:val=""/>
      <w:lvlJc w:val="left"/>
      <w:pPr>
        <w:tabs>
          <w:tab w:val="num" w:pos="595"/>
        </w:tabs>
        <w:ind w:left="595" w:hanging="198"/>
      </w:pPr>
      <w:rPr>
        <w:rFonts w:hint="default" w:ascii="Symbol" w:hAnsi="Symbol"/>
        <w:color w:val="006699"/>
      </w:rPr>
    </w:lvl>
    <w:lvl w:ilvl="3">
      <w:start w:val="1"/>
      <w:numFmt w:val="bullet"/>
      <w:lvlText w:val=""/>
      <w:lvlJc w:val="left"/>
      <w:pPr>
        <w:tabs>
          <w:tab w:val="num" w:pos="794"/>
        </w:tabs>
        <w:ind w:left="794" w:hanging="199"/>
      </w:pPr>
      <w:rPr>
        <w:rFonts w:hint="default" w:ascii="Symbol" w:hAnsi="Symbol"/>
        <w:color w:val="006699"/>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2" w15:restartNumberingAfterBreak="0">
    <w:nsid w:val="58603392"/>
    <w:multiLevelType w:val="multilevel"/>
    <w:tmpl w:val="084E034E"/>
    <w:lvl w:ilvl="0">
      <w:start w:val="1"/>
      <w:numFmt w:val="decimal"/>
      <w:lvlText w:val="%1."/>
      <w:lvlJc w:val="left"/>
      <w:pPr>
        <w:ind w:left="489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529"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3764" w:hanging="504"/>
      </w:pPr>
    </w:lvl>
    <w:lvl w:ilvl="3">
      <w:start w:val="1"/>
      <w:numFmt w:val="decimal"/>
      <w:lvlText w:val="%1.%2.%3.%4."/>
      <w:lvlJc w:val="left"/>
      <w:pPr>
        <w:ind w:left="5042"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ituloREE5"/>
      <w:lvlText w:val="%1.%2.%3.%4.%5."/>
      <w:lvlJc w:val="left"/>
      <w:pPr>
        <w:ind w:left="7052" w:hanging="792"/>
      </w:pPr>
      <w:rPr>
        <w:rFonts w:hint="default"/>
      </w:rPr>
    </w:lvl>
    <w:lvl w:ilvl="5">
      <w:start w:val="1"/>
      <w:numFmt w:val="decimal"/>
      <w:lvlText w:val="%1.%2.%3.%4.%5.%6."/>
      <w:lvlJc w:val="left"/>
      <w:pPr>
        <w:ind w:left="7556" w:hanging="936"/>
      </w:pPr>
      <w:rPr>
        <w:rFonts w:hint="default"/>
      </w:rPr>
    </w:lvl>
    <w:lvl w:ilvl="6">
      <w:start w:val="1"/>
      <w:numFmt w:val="decimal"/>
      <w:lvlText w:val="%1.%2.%3.%4.%5.%6.%7."/>
      <w:lvlJc w:val="left"/>
      <w:pPr>
        <w:ind w:left="8060" w:hanging="1080"/>
      </w:pPr>
      <w:rPr>
        <w:rFonts w:hint="default"/>
      </w:rPr>
    </w:lvl>
    <w:lvl w:ilvl="7">
      <w:start w:val="1"/>
      <w:numFmt w:val="decimal"/>
      <w:lvlText w:val="%1.%2.%3.%4.%5.%6.%7.%8."/>
      <w:lvlJc w:val="left"/>
      <w:pPr>
        <w:ind w:left="8564" w:hanging="1224"/>
      </w:pPr>
      <w:rPr>
        <w:rFonts w:hint="default"/>
      </w:rPr>
    </w:lvl>
    <w:lvl w:ilvl="8">
      <w:start w:val="1"/>
      <w:numFmt w:val="decimal"/>
      <w:lvlText w:val="%1.%2.%3.%4.%5.%6.%7.%8.%9."/>
      <w:lvlJc w:val="left"/>
      <w:pPr>
        <w:ind w:left="9140" w:hanging="1440"/>
      </w:pPr>
      <w:rPr>
        <w:rFonts w:hint="default"/>
      </w:rPr>
    </w:lvl>
  </w:abstractNum>
  <w:abstractNum w:abstractNumId="23" w15:restartNumberingAfterBreak="0">
    <w:nsid w:val="626D3F9E"/>
    <w:multiLevelType w:val="multilevel"/>
    <w:tmpl w:val="1E062730"/>
    <w:lvl w:ilvl="0">
      <w:start w:val="1"/>
      <w:numFmt w:val="bullet"/>
      <w:lvlText w:val=""/>
      <w:lvlJc w:val="left"/>
      <w:pPr>
        <w:tabs>
          <w:tab w:val="num" w:pos="482"/>
        </w:tabs>
        <w:ind w:left="964" w:hanging="482"/>
      </w:pPr>
      <w:rPr>
        <w:rFonts w:hint="default" w:ascii="Symbol" w:hAnsi="Symbol"/>
        <w:color w:val="006699"/>
      </w:rPr>
    </w:lvl>
    <w:lvl w:ilvl="1">
      <w:numFmt w:val="bullet"/>
      <w:lvlText w:val="–"/>
      <w:lvlJc w:val="left"/>
      <w:pPr>
        <w:tabs>
          <w:tab w:val="num" w:pos="964"/>
        </w:tabs>
        <w:ind w:left="1446" w:hanging="482"/>
      </w:pPr>
      <w:rPr>
        <w:rFonts w:hint="default"/>
      </w:rPr>
    </w:lvl>
    <w:lvl w:ilvl="2">
      <w:numFmt w:val="bullet"/>
      <w:lvlText w:val="•"/>
      <w:lvlJc w:val="left"/>
      <w:pPr>
        <w:tabs>
          <w:tab w:val="num" w:pos="1446"/>
        </w:tabs>
        <w:ind w:left="1928" w:hanging="482"/>
      </w:pPr>
      <w:rPr>
        <w:rFonts w:hint="default"/>
      </w:rPr>
    </w:lvl>
    <w:lvl w:ilvl="3">
      <w:numFmt w:val="bullet"/>
      <w:lvlText w:val="–"/>
      <w:lvlJc w:val="left"/>
      <w:pPr>
        <w:tabs>
          <w:tab w:val="num" w:pos="1928"/>
        </w:tabs>
        <w:ind w:left="2410" w:hanging="482"/>
      </w:pPr>
      <w:rPr>
        <w:rFonts w:hint="default"/>
      </w:rPr>
    </w:lvl>
    <w:lvl w:ilvl="4">
      <w:numFmt w:val="bullet"/>
      <w:lvlText w:val="•"/>
      <w:lvlJc w:val="left"/>
      <w:pPr>
        <w:tabs>
          <w:tab w:val="num" w:pos="2410"/>
        </w:tabs>
        <w:ind w:left="2892" w:hanging="482"/>
      </w:pPr>
      <w:rPr>
        <w:rFonts w:hint="default"/>
      </w:rPr>
    </w:lvl>
    <w:lvl w:ilvl="5">
      <w:numFmt w:val="bullet"/>
      <w:lvlText w:val="–"/>
      <w:lvlJc w:val="left"/>
      <w:pPr>
        <w:tabs>
          <w:tab w:val="num" w:pos="2892"/>
        </w:tabs>
        <w:ind w:left="3374" w:hanging="482"/>
      </w:pPr>
      <w:rPr>
        <w:rFonts w:hint="default"/>
      </w:rPr>
    </w:lvl>
    <w:lvl w:ilvl="6">
      <w:numFmt w:val="bullet"/>
      <w:lvlText w:val="•"/>
      <w:lvlJc w:val="left"/>
      <w:pPr>
        <w:tabs>
          <w:tab w:val="num" w:pos="3374"/>
        </w:tabs>
        <w:ind w:left="3856" w:hanging="482"/>
      </w:pPr>
      <w:rPr>
        <w:rFonts w:hint="default"/>
      </w:rPr>
    </w:lvl>
    <w:lvl w:ilvl="7">
      <w:numFmt w:val="bullet"/>
      <w:lvlText w:val="–"/>
      <w:lvlJc w:val="left"/>
      <w:pPr>
        <w:tabs>
          <w:tab w:val="num" w:pos="3856"/>
        </w:tabs>
        <w:ind w:left="4338" w:hanging="482"/>
      </w:pPr>
      <w:rPr>
        <w:rFonts w:hint="default"/>
      </w:rPr>
    </w:lvl>
    <w:lvl w:ilvl="8">
      <w:numFmt w:val="bullet"/>
      <w:lvlText w:val="•"/>
      <w:lvlJc w:val="left"/>
      <w:pPr>
        <w:tabs>
          <w:tab w:val="num" w:pos="4338"/>
        </w:tabs>
        <w:ind w:left="4820" w:hanging="482"/>
      </w:pPr>
      <w:rPr>
        <w:rFonts w:hint="default"/>
      </w:rPr>
    </w:lvl>
  </w:abstractNum>
  <w:abstractNum w:abstractNumId="24" w15:restartNumberingAfterBreak="0">
    <w:nsid w:val="71315DCA"/>
    <w:multiLevelType w:val="multilevel"/>
    <w:tmpl w:val="2E74A4BA"/>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abstractNum w:abstractNumId="25" w15:restartNumberingAfterBreak="0">
    <w:nsid w:val="7E387DFC"/>
    <w:multiLevelType w:val="multilevel"/>
    <w:tmpl w:val="F76EDE3C"/>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0"/>
  </w:num>
  <w:num w:numId="2">
    <w:abstractNumId w:val="16"/>
  </w:num>
  <w:num w:numId="3">
    <w:abstractNumId w:val="25"/>
  </w:num>
  <w:num w:numId="4">
    <w:abstractNumId w:val="20"/>
  </w:num>
  <w:num w:numId="5">
    <w:abstractNumId w:val="1"/>
  </w:num>
  <w:num w:numId="6">
    <w:abstractNumId w:val="23"/>
  </w:num>
  <w:num w:numId="7">
    <w:abstractNumId w:val="15"/>
  </w:num>
  <w:num w:numId="8">
    <w:abstractNumId w:val="1"/>
  </w:num>
  <w:num w:numId="9">
    <w:abstractNumId w:val="1"/>
  </w:num>
  <w:num w:numId="10">
    <w:abstractNumId w:val="1"/>
  </w:num>
  <w:num w:numId="11">
    <w:abstractNumId w:val="1"/>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5"/>
  </w:num>
  <w:num w:numId="17">
    <w:abstractNumId w:val="4"/>
  </w:num>
  <w:num w:numId="18">
    <w:abstractNumId w:val="3"/>
  </w:num>
  <w:num w:numId="19">
    <w:abstractNumId w:val="2"/>
  </w:num>
  <w:num w:numId="20">
    <w:abstractNumId w:val="11"/>
  </w:num>
  <w:num w:numId="21">
    <w:abstractNumId w:val="9"/>
  </w:num>
  <w:num w:numId="22">
    <w:abstractNumId w:val="8"/>
  </w:num>
  <w:num w:numId="23">
    <w:abstractNumId w:val="7"/>
  </w:num>
  <w:num w:numId="24">
    <w:abstractNumId w:val="6"/>
  </w:num>
  <w:num w:numId="25">
    <w:abstractNumId w:val="21"/>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7"/>
  </w:num>
  <w:num w:numId="32">
    <w:abstractNumId w:val="13"/>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dirty"/>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trackRevisions w:val="false"/>
  <w:defaultTabStop w:val="720"/>
  <w:autoHyphenation/>
  <w:hyphenationZone w:val="992"/>
  <w:evenAndOddHeaders/>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5AE"/>
    <w:rsid w:val="000001B9"/>
    <w:rsid w:val="00011C8B"/>
    <w:rsid w:val="000824DD"/>
    <w:rsid w:val="000C14A5"/>
    <w:rsid w:val="000C186D"/>
    <w:rsid w:val="00101AE0"/>
    <w:rsid w:val="00122318"/>
    <w:rsid w:val="00130DA8"/>
    <w:rsid w:val="00164A08"/>
    <w:rsid w:val="001D5B3F"/>
    <w:rsid w:val="001F303D"/>
    <w:rsid w:val="001F3CF1"/>
    <w:rsid w:val="001F7020"/>
    <w:rsid w:val="00210C39"/>
    <w:rsid w:val="00244839"/>
    <w:rsid w:val="0026138C"/>
    <w:rsid w:val="00266906"/>
    <w:rsid w:val="0027603F"/>
    <w:rsid w:val="002A27F5"/>
    <w:rsid w:val="002A5D8A"/>
    <w:rsid w:val="002C4B14"/>
    <w:rsid w:val="002E0217"/>
    <w:rsid w:val="002E2AF9"/>
    <w:rsid w:val="00315847"/>
    <w:rsid w:val="0032490A"/>
    <w:rsid w:val="0037221A"/>
    <w:rsid w:val="00375A2B"/>
    <w:rsid w:val="003912ED"/>
    <w:rsid w:val="00393B1E"/>
    <w:rsid w:val="00393CCB"/>
    <w:rsid w:val="003A66A4"/>
    <w:rsid w:val="003A7247"/>
    <w:rsid w:val="003B1E84"/>
    <w:rsid w:val="003B687F"/>
    <w:rsid w:val="003F227E"/>
    <w:rsid w:val="0043088A"/>
    <w:rsid w:val="004426F2"/>
    <w:rsid w:val="0046715A"/>
    <w:rsid w:val="00473EF1"/>
    <w:rsid w:val="004C7DAA"/>
    <w:rsid w:val="004E29B3"/>
    <w:rsid w:val="004F36F7"/>
    <w:rsid w:val="005245AE"/>
    <w:rsid w:val="00544345"/>
    <w:rsid w:val="00547754"/>
    <w:rsid w:val="0054788F"/>
    <w:rsid w:val="005661BC"/>
    <w:rsid w:val="00582199"/>
    <w:rsid w:val="00583396"/>
    <w:rsid w:val="00590D07"/>
    <w:rsid w:val="00594F0B"/>
    <w:rsid w:val="00595ED9"/>
    <w:rsid w:val="005B6F88"/>
    <w:rsid w:val="005D168C"/>
    <w:rsid w:val="005E0E0E"/>
    <w:rsid w:val="00603DBC"/>
    <w:rsid w:val="00606E57"/>
    <w:rsid w:val="0061088E"/>
    <w:rsid w:val="00614E6A"/>
    <w:rsid w:val="00624EF8"/>
    <w:rsid w:val="00657BC0"/>
    <w:rsid w:val="006649FA"/>
    <w:rsid w:val="00694B49"/>
    <w:rsid w:val="006D452D"/>
    <w:rsid w:val="007071B8"/>
    <w:rsid w:val="00712AB8"/>
    <w:rsid w:val="00714FDC"/>
    <w:rsid w:val="00723025"/>
    <w:rsid w:val="00726949"/>
    <w:rsid w:val="007672E9"/>
    <w:rsid w:val="007679CF"/>
    <w:rsid w:val="00775FC8"/>
    <w:rsid w:val="00776F37"/>
    <w:rsid w:val="00784D58"/>
    <w:rsid w:val="007D0B18"/>
    <w:rsid w:val="007D54D1"/>
    <w:rsid w:val="007D6C87"/>
    <w:rsid w:val="00800524"/>
    <w:rsid w:val="008047F5"/>
    <w:rsid w:val="008064B1"/>
    <w:rsid w:val="00823E01"/>
    <w:rsid w:val="00834773"/>
    <w:rsid w:val="0085618C"/>
    <w:rsid w:val="0087334B"/>
    <w:rsid w:val="008801E8"/>
    <w:rsid w:val="008A1FB5"/>
    <w:rsid w:val="008A2FBB"/>
    <w:rsid w:val="008C35B6"/>
    <w:rsid w:val="008C70BE"/>
    <w:rsid w:val="008D680A"/>
    <w:rsid w:val="008D6863"/>
    <w:rsid w:val="008F1E9E"/>
    <w:rsid w:val="008F3FAD"/>
    <w:rsid w:val="008F7803"/>
    <w:rsid w:val="008F79F5"/>
    <w:rsid w:val="009061DA"/>
    <w:rsid w:val="00910150"/>
    <w:rsid w:val="009217A1"/>
    <w:rsid w:val="009562E0"/>
    <w:rsid w:val="009A6139"/>
    <w:rsid w:val="009C79C0"/>
    <w:rsid w:val="009E323F"/>
    <w:rsid w:val="009E3E7E"/>
    <w:rsid w:val="009F13F5"/>
    <w:rsid w:val="00A148BF"/>
    <w:rsid w:val="00A1680F"/>
    <w:rsid w:val="00A2025C"/>
    <w:rsid w:val="00A24227"/>
    <w:rsid w:val="00A36EC2"/>
    <w:rsid w:val="00A463CE"/>
    <w:rsid w:val="00A725CC"/>
    <w:rsid w:val="00A74C16"/>
    <w:rsid w:val="00A805A5"/>
    <w:rsid w:val="00A96B76"/>
    <w:rsid w:val="00AA61E5"/>
    <w:rsid w:val="00AB6D82"/>
    <w:rsid w:val="00AD4F8D"/>
    <w:rsid w:val="00AF3A84"/>
    <w:rsid w:val="00B14CD1"/>
    <w:rsid w:val="00B4566A"/>
    <w:rsid w:val="00B63FFD"/>
    <w:rsid w:val="00B6617C"/>
    <w:rsid w:val="00B67974"/>
    <w:rsid w:val="00B714B7"/>
    <w:rsid w:val="00B86B75"/>
    <w:rsid w:val="00B95AE0"/>
    <w:rsid w:val="00BB7FBA"/>
    <w:rsid w:val="00BC48D5"/>
    <w:rsid w:val="00BC5A33"/>
    <w:rsid w:val="00BD0A70"/>
    <w:rsid w:val="00C04FDB"/>
    <w:rsid w:val="00C36279"/>
    <w:rsid w:val="00C55938"/>
    <w:rsid w:val="00C75C10"/>
    <w:rsid w:val="00C86F5A"/>
    <w:rsid w:val="00C90045"/>
    <w:rsid w:val="00CA315C"/>
    <w:rsid w:val="00CB0F85"/>
    <w:rsid w:val="00CD195F"/>
    <w:rsid w:val="00CE30B9"/>
    <w:rsid w:val="00D20D6B"/>
    <w:rsid w:val="00D36372"/>
    <w:rsid w:val="00D50F5F"/>
    <w:rsid w:val="00D67D66"/>
    <w:rsid w:val="00D7371E"/>
    <w:rsid w:val="00D74ADF"/>
    <w:rsid w:val="00D75514"/>
    <w:rsid w:val="00D91DF0"/>
    <w:rsid w:val="00D9663F"/>
    <w:rsid w:val="00DE5D04"/>
    <w:rsid w:val="00DF4AEE"/>
    <w:rsid w:val="00E315A3"/>
    <w:rsid w:val="00E82B87"/>
    <w:rsid w:val="00EB54BE"/>
    <w:rsid w:val="00EC0610"/>
    <w:rsid w:val="00ED6CB5"/>
    <w:rsid w:val="00EE279D"/>
    <w:rsid w:val="00EE34F2"/>
    <w:rsid w:val="00F11254"/>
    <w:rsid w:val="00F13054"/>
    <w:rsid w:val="00F223DA"/>
    <w:rsid w:val="00F300AA"/>
    <w:rsid w:val="00FD237B"/>
    <w:rsid w:val="00FF66A7"/>
    <w:rsid w:val="1FF4973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F0848B"/>
  <w15:docId w15:val="{CAF47CC4-9D03-4563-93C6-7A3D0BA2E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4"/>
        <w:szCs w:val="24"/>
        <w:lang w:val="es" w:eastAsia="en-US" w:bidi="ar-SA"/>
      </w:rPr>
    </w:rPrDefault>
    <w:pPrDefault>
      <w:pPr>
        <w:spacing w:after="20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index 1"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 w:semiHidden="1" w:unhideWhenUsed="1" w:qFormat="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Hyperlink"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uiPriority="39" w:semiHidden="1" w:unhideWhenUsed="1" w:qFormat="1"/>
    <w:lsdException w:name="Grid Table Light" w:uiPriority="40"/>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823E01"/>
    <w:pPr>
      <w:spacing w:after="100"/>
      <w:jc w:val="both"/>
    </w:pPr>
    <w:rPr>
      <w:sz w:val="22"/>
    </w:rPr>
  </w:style>
  <w:style w:type="paragraph" w:styleId="Ttulo1">
    <w:name w:val="heading 1"/>
    <w:basedOn w:val="Normal"/>
    <w:next w:val="Normal"/>
    <w:uiPriority w:val="9"/>
    <w:qFormat/>
    <w:rsid w:val="00EE279D"/>
    <w:pPr>
      <w:keepNext/>
      <w:keepLines/>
      <w:numPr>
        <w:numId w:val="3"/>
      </w:numPr>
      <w:pBdr>
        <w:bottom w:val="single" w:color="006699" w:sz="4" w:space="1"/>
      </w:pBdr>
      <w:spacing w:before="360" w:after="120"/>
      <w:ind w:left="431" w:hanging="431"/>
      <w:outlineLvl w:val="0"/>
    </w:pPr>
    <w:rPr>
      <w:rFonts w:ascii="Barlow Semi Condensed Medium" w:hAnsi="Barlow Semi Condensed Medium" w:eastAsiaTheme="majorEastAsia" w:cstheme="majorBidi"/>
      <w:bCs/>
      <w:color w:val="006699"/>
      <w:sz w:val="32"/>
      <w:szCs w:val="32"/>
    </w:rPr>
  </w:style>
  <w:style w:type="paragraph" w:styleId="Ttulo2">
    <w:name w:val="heading 2"/>
    <w:basedOn w:val="Ttulo1"/>
    <w:next w:val="Normal"/>
    <w:uiPriority w:val="9"/>
    <w:unhideWhenUsed/>
    <w:qFormat/>
    <w:rsid w:val="004E2724"/>
    <w:pPr>
      <w:numPr>
        <w:ilvl w:val="1"/>
      </w:numPr>
      <w:spacing w:before="240"/>
      <w:ind w:left="578" w:hanging="578"/>
      <w:outlineLvl w:val="1"/>
    </w:pPr>
    <w:rPr>
      <w:bCs w:val="0"/>
      <w:sz w:val="28"/>
    </w:rPr>
  </w:style>
  <w:style w:type="paragraph" w:styleId="Ttulo3">
    <w:name w:val="heading 3"/>
    <w:basedOn w:val="Ttulo2"/>
    <w:next w:val="Normal"/>
    <w:uiPriority w:val="9"/>
    <w:unhideWhenUsed/>
    <w:qFormat/>
    <w:rsid w:val="00D74ADF"/>
    <w:pPr>
      <w:numPr>
        <w:ilvl w:val="2"/>
      </w:numPr>
      <w:spacing w:before="200"/>
      <w:outlineLvl w:val="2"/>
    </w:pPr>
    <w:rPr>
      <w:bCs/>
      <w:sz w:val="26"/>
      <w:szCs w:val="28"/>
    </w:rPr>
  </w:style>
  <w:style w:type="paragraph" w:styleId="Ttulo4">
    <w:name w:val="heading 4"/>
    <w:basedOn w:val="Ttulo3"/>
    <w:next w:val="Normal"/>
    <w:link w:val="Ttulo4Car"/>
    <w:uiPriority w:val="9"/>
    <w:unhideWhenUsed/>
    <w:qFormat/>
    <w:rsid w:val="005A2B7B"/>
    <w:pPr>
      <w:numPr>
        <w:ilvl w:val="3"/>
      </w:numPr>
      <w:outlineLvl w:val="3"/>
    </w:pPr>
    <w:rPr>
      <w:bCs w:val="0"/>
      <w:sz w:val="24"/>
    </w:rPr>
  </w:style>
  <w:style w:type="paragraph" w:styleId="Ttulo5">
    <w:name w:val="heading 5"/>
    <w:basedOn w:val="Ttulo4"/>
    <w:next w:val="Textoindependiente"/>
    <w:uiPriority w:val="9"/>
    <w:unhideWhenUsed/>
    <w:rsid w:val="006E7521"/>
    <w:pPr>
      <w:numPr>
        <w:ilvl w:val="4"/>
      </w:numPr>
      <w:pBdr>
        <w:bottom w:val="none" w:color="auto" w:sz="0" w:space="0"/>
      </w:pBdr>
      <w:outlineLvl w:val="4"/>
    </w:pPr>
    <w:rPr>
      <w:i/>
      <w:iCs/>
      <w:sz w:val="22"/>
    </w:rPr>
  </w:style>
  <w:style w:type="paragraph" w:styleId="Ttulo6">
    <w:name w:val="heading 6"/>
    <w:basedOn w:val="Ttulo5"/>
    <w:next w:val="Textoindependiente"/>
    <w:uiPriority w:val="9"/>
    <w:unhideWhenUsed/>
    <w:rsid w:val="006E7521"/>
    <w:pPr>
      <w:numPr>
        <w:ilvl w:val="5"/>
      </w:numPr>
      <w:outlineLvl w:val="5"/>
    </w:pPr>
    <w:rPr>
      <w:i w:val="0"/>
    </w:rPr>
  </w:style>
  <w:style w:type="paragraph" w:styleId="Ttulo7">
    <w:name w:val="heading 7"/>
    <w:basedOn w:val="Normal"/>
    <w:next w:val="Normal"/>
    <w:link w:val="Ttulo7Car"/>
    <w:rsid w:val="00FD2145"/>
    <w:pPr>
      <w:keepNext/>
      <w:keepLines/>
      <w:numPr>
        <w:ilvl w:val="6"/>
        <w:numId w:val="3"/>
      </w:numPr>
      <w:spacing w:before="40" w:after="0"/>
      <w:outlineLvl w:val="6"/>
    </w:pPr>
    <w:rPr>
      <w:rFonts w:asciiTheme="majorHAnsi" w:hAnsiTheme="majorHAnsi" w:eastAsiaTheme="majorEastAsia" w:cstheme="majorBidi"/>
      <w:i/>
      <w:iCs/>
      <w:color w:val="00324C" w:themeColor="accent1" w:themeShade="7F"/>
    </w:rPr>
  </w:style>
  <w:style w:type="paragraph" w:styleId="Ttulo8">
    <w:name w:val="heading 8"/>
    <w:basedOn w:val="Normal"/>
    <w:next w:val="Normal"/>
    <w:link w:val="Ttulo8Car"/>
    <w:rsid w:val="00FD2145"/>
    <w:pPr>
      <w:keepNext/>
      <w:keepLines/>
      <w:numPr>
        <w:ilvl w:val="7"/>
        <w:numId w:val="3"/>
      </w:numPr>
      <w:spacing w:before="40" w:after="0"/>
      <w:outlineLvl w:val="7"/>
    </w:pPr>
    <w:rPr>
      <w:rFonts w:asciiTheme="majorHAnsi" w:hAnsiTheme="majorHAnsi" w:eastAsiaTheme="majorEastAsia" w:cstheme="majorBidi"/>
      <w:color w:val="272727" w:themeColor="text1" w:themeTint="D8"/>
      <w:sz w:val="21"/>
      <w:szCs w:val="21"/>
    </w:rPr>
  </w:style>
  <w:style w:type="paragraph" w:styleId="Ttulo9">
    <w:name w:val="heading 9"/>
    <w:basedOn w:val="Normal"/>
    <w:next w:val="Normal"/>
    <w:link w:val="Ttulo9Car"/>
    <w:rsid w:val="00FD2145"/>
    <w:pPr>
      <w:keepNext/>
      <w:keepLines/>
      <w:numPr>
        <w:ilvl w:val="8"/>
        <w:numId w:val="3"/>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extoindependiente">
    <w:name w:val="Body Text"/>
    <w:basedOn w:val="Normal"/>
    <w:link w:val="TextoindependienteCar"/>
    <w:rsid w:val="009F13F5"/>
  </w:style>
  <w:style w:type="paragraph" w:styleId="FirstParagraph" w:customStyle="1">
    <w:name w:val="First Paragraph"/>
    <w:basedOn w:val="Textoindependiente"/>
    <w:next w:val="Textoindependiente"/>
    <w:rsid w:val="009F13F5"/>
  </w:style>
  <w:style w:type="paragraph" w:styleId="TextoTabla" w:customStyle="1">
    <w:name w:val="Texto_Tabla"/>
    <w:basedOn w:val="Textoindependiente"/>
    <w:qFormat/>
    <w:rsid w:val="007D6C87"/>
    <w:pPr>
      <w:framePr w:hSpace="141" w:wrap="around" w:hAnchor="margin" w:vAnchor="page" w:y="1742"/>
      <w:spacing w:before="40" w:after="40"/>
      <w:jc w:val="left"/>
    </w:pPr>
  </w:style>
  <w:style w:type="paragraph" w:styleId="Ttulo">
    <w:name w:val="Title"/>
    <w:basedOn w:val="Normal"/>
    <w:next w:val="Normal"/>
    <w:qFormat/>
    <w:rsid w:val="00A725CC"/>
    <w:pPr>
      <w:keepNext/>
      <w:keepLines/>
      <w:framePr w:w="6146" w:wrap="notBeside" w:hAnchor="page" w:vAnchor="text" w:x="3970" w:yAlign="inside"/>
      <w:suppressAutoHyphens/>
      <w:spacing w:after="0"/>
      <w:ind w:right="851"/>
      <w:jc w:val="left"/>
    </w:pPr>
    <w:rPr>
      <w:rFonts w:asciiTheme="majorHAnsi" w:hAnsiTheme="majorHAnsi" w:eastAsiaTheme="majorEastAsia" w:cstheme="majorBidi"/>
      <w:bCs/>
      <w:color w:val="006699" w:themeColor="accent1"/>
      <w:sz w:val="56"/>
      <w:szCs w:val="36"/>
    </w:rPr>
  </w:style>
  <w:style w:type="paragraph" w:styleId="Subttulo">
    <w:name w:val="Subtitle"/>
    <w:basedOn w:val="Ttulo"/>
    <w:next w:val="Normal"/>
    <w:qFormat/>
    <w:rsid w:val="0085618C"/>
    <w:pPr>
      <w:framePr w:wrap="notBeside"/>
      <w:spacing w:before="240"/>
    </w:pPr>
    <w:rPr>
      <w:sz w:val="36"/>
      <w:szCs w:val="30"/>
    </w:rPr>
  </w:style>
  <w:style w:type="paragraph" w:styleId="DIRDPTO" w:customStyle="1">
    <w:name w:val="DIR/DPTO"/>
    <w:basedOn w:val="Normal"/>
    <w:next w:val="Normal"/>
    <w:qFormat/>
    <w:rsid w:val="008047F5"/>
    <w:pPr>
      <w:keepNext/>
      <w:keepLines/>
      <w:framePr w:w="6481" w:h="788" w:wrap="notBeside" w:hAnchor="page" w:vAnchor="page" w:x="3970" w:y="14743" w:hRule="exact"/>
      <w:spacing w:after="0"/>
      <w:ind w:right="567"/>
    </w:pPr>
    <w:rPr>
      <w:sz w:val="28"/>
    </w:rPr>
  </w:style>
  <w:style w:type="paragraph" w:styleId="Fecha">
    <w:name w:val="Date"/>
    <w:basedOn w:val="Normal"/>
    <w:next w:val="Normal"/>
    <w:qFormat/>
    <w:rsid w:val="008047F5"/>
    <w:pPr>
      <w:keepNext/>
      <w:keepLines/>
      <w:framePr w:w="5192" w:vSpace="567" w:wrap="around" w:hAnchor="page" w:vAnchor="page" w:x="3970" w:y="15594"/>
      <w:spacing w:after="0"/>
    </w:pPr>
  </w:style>
  <w:style w:type="paragraph" w:styleId="Abstract" w:customStyle="1">
    <w:name w:val="Abstract"/>
    <w:basedOn w:val="Textoindependiente"/>
    <w:next w:val="Textoindependiente"/>
    <w:rsid w:val="00BA3223"/>
    <w:pPr>
      <w:keepNext/>
      <w:keepLines/>
      <w:spacing w:before="480" w:after="300"/>
      <w:ind w:left="2665" w:right="1134"/>
      <w:contextualSpacing/>
    </w:pPr>
    <w:rPr>
      <w:sz w:val="20"/>
      <w:szCs w:val="20"/>
    </w:rPr>
  </w:style>
  <w:style w:type="paragraph" w:styleId="Bibliografa">
    <w:name w:val="Bibliography"/>
    <w:basedOn w:val="Textoindependiente"/>
    <w:rsid w:val="00766FD7"/>
    <w:pPr>
      <w:ind w:left="397" w:hanging="397"/>
      <w:jc w:val="left"/>
    </w:pPr>
  </w:style>
  <w:style w:type="paragraph" w:styleId="Textodebloque">
    <w:name w:val="Block Text"/>
    <w:basedOn w:val="Normal"/>
    <w:next w:val="Normal"/>
    <w:uiPriority w:val="9"/>
    <w:unhideWhenUsed/>
    <w:qFormat/>
    <w:rsid w:val="008801E8"/>
    <w:pPr>
      <w:pBdr>
        <w:top w:val="dotted" w:color="FFFFFF" w:themeColor="background1" w:sz="4" w:space="4"/>
        <w:left w:val="single" w:color="006699" w:themeColor="accent1" w:sz="4" w:space="4"/>
        <w:bottom w:val="dotted" w:color="FFFFFF" w:themeColor="background1" w:sz="4" w:space="5"/>
        <w:right w:val="single" w:color="006699" w:themeColor="accent1" w:sz="4" w:space="4"/>
      </w:pBdr>
      <w:shd w:val="clear" w:color="auto" w:fill="EAF2F7" w:themeFill="accent5" w:themeFillTint="33"/>
      <w:spacing w:before="100"/>
    </w:pPr>
    <w:rPr>
      <w:rFonts w:eastAsiaTheme="majorEastAsia" w:cstheme="majorBidi"/>
      <w:bCs/>
      <w:szCs w:val="22"/>
    </w:rPr>
  </w:style>
  <w:style w:type="paragraph" w:styleId="Textonotapie">
    <w:name w:val="footnote text"/>
    <w:aliases w:val="Nota pie_pagina"/>
    <w:basedOn w:val="Normal"/>
    <w:link w:val="TextonotapieCar"/>
    <w:uiPriority w:val="9"/>
    <w:unhideWhenUsed/>
    <w:qFormat/>
    <w:rsid w:val="005D168C"/>
    <w:pPr>
      <w:tabs>
        <w:tab w:val="left" w:pos="142"/>
      </w:tabs>
      <w:spacing w:after="60"/>
      <w:ind w:left="142" w:hanging="142"/>
    </w:pPr>
    <w:rPr>
      <w:sz w:val="18"/>
    </w:rPr>
  </w:style>
  <w:style w:type="paragraph" w:styleId="Titulillo1" w:customStyle="1">
    <w:name w:val="Titulillo_1"/>
    <w:basedOn w:val="Normal"/>
    <w:next w:val="Normal"/>
    <w:qFormat/>
    <w:rsid w:val="00A74C16"/>
    <w:pPr>
      <w:keepNext/>
      <w:keepLines/>
      <w:spacing w:before="200"/>
    </w:pPr>
    <w:rPr>
      <w:rFonts w:ascii="Barlow Semi Condensed Medium" w:hAnsi="Barlow Semi Condensed Medium"/>
      <w:color w:val="006699"/>
      <w:sz w:val="24"/>
    </w:rPr>
  </w:style>
  <w:style w:type="paragraph" w:styleId="Sangre5" w:customStyle="1">
    <w:name w:val="Sangre5"/>
    <w:basedOn w:val="Normal"/>
    <w:qFormat/>
    <w:rsid w:val="00C55938"/>
    <w:pPr>
      <w:ind w:left="284"/>
    </w:pPr>
  </w:style>
  <w:style w:type="paragraph" w:styleId="Descripcin">
    <w:name w:val="caption"/>
    <w:basedOn w:val="Normal"/>
    <w:link w:val="DescripcinCar"/>
    <w:pPr>
      <w:spacing w:after="120"/>
    </w:pPr>
    <w:rPr>
      <w:i/>
    </w:rPr>
  </w:style>
  <w:style w:type="paragraph" w:styleId="TableCaption" w:customStyle="1">
    <w:name w:val="Table Caption"/>
    <w:basedOn w:val="Descripcin"/>
    <w:rsid w:val="00E37C2A"/>
    <w:pPr>
      <w:keepNext/>
      <w:jc w:val="center"/>
    </w:pPr>
  </w:style>
  <w:style w:type="paragraph" w:styleId="ImageCaption" w:customStyle="1">
    <w:name w:val="Image Caption"/>
    <w:basedOn w:val="Descripcin"/>
    <w:rsid w:val="00412FC8"/>
    <w:pPr>
      <w:jc w:val="center"/>
    </w:pPr>
  </w:style>
  <w:style w:type="paragraph" w:styleId="Figure" w:customStyle="1">
    <w:name w:val="Figure"/>
    <w:basedOn w:val="Normal"/>
  </w:style>
  <w:style w:type="paragraph" w:styleId="FigurewithCaption" w:customStyle="1">
    <w:name w:val="Figure with Caption"/>
    <w:basedOn w:val="Figure"/>
    <w:pPr>
      <w:keepNext/>
    </w:pPr>
  </w:style>
  <w:style w:type="character" w:styleId="DescripcinCar" w:customStyle="1">
    <w:name w:val="Descripción Car"/>
    <w:basedOn w:val="Fuentedeprrafopredeter"/>
    <w:link w:val="Descripcin"/>
  </w:style>
  <w:style w:type="character" w:styleId="VerbatimChar" w:customStyle="1">
    <w:name w:val="Verbatim Char"/>
    <w:basedOn w:val="DescripcinCar"/>
    <w:link w:val="SourceCode"/>
    <w:rsid w:val="00E70ADF"/>
    <w:rPr>
      <w:rFonts w:ascii="Consolas" w:hAnsi="Consolas"/>
      <w:sz w:val="20"/>
      <w:shd w:val="clear" w:color="auto" w:fill="E8F2FE"/>
    </w:rPr>
  </w:style>
  <w:style w:type="character" w:styleId="Refdenotaalpie">
    <w:name w:val="footnote reference"/>
    <w:basedOn w:val="DescripcinCar"/>
    <w:rsid w:val="00823E01"/>
    <w:rPr>
      <w:b/>
      <w:sz w:val="24"/>
      <w:vertAlign w:val="superscript"/>
    </w:rPr>
  </w:style>
  <w:style w:type="character" w:styleId="Hipervnculo">
    <w:name w:val="Hyperlink"/>
    <w:uiPriority w:val="99"/>
    <w:qFormat/>
    <w:rsid w:val="003A7247"/>
    <w:rPr>
      <w:rFonts w:ascii="Barlow" w:hAnsi="Barlow"/>
      <w:i/>
      <w:color w:val="006699" w:themeColor="accent1"/>
      <w:u w:val="single"/>
    </w:rPr>
  </w:style>
  <w:style w:type="paragraph" w:styleId="TtuloTDC">
    <w:name w:val="TOC Heading"/>
    <w:basedOn w:val="Ttulo1"/>
    <w:next w:val="Textoindependiente"/>
    <w:uiPriority w:val="39"/>
    <w:unhideWhenUsed/>
    <w:qFormat/>
    <w:rsid w:val="00A463CE"/>
    <w:pPr>
      <w:numPr>
        <w:numId w:val="0"/>
      </w:numPr>
      <w:spacing w:before="240" w:line="259" w:lineRule="auto"/>
      <w:outlineLvl w:val="9"/>
    </w:pPr>
    <w:rPr>
      <w:bCs w:val="0"/>
    </w:rPr>
  </w:style>
  <w:style w:type="character" w:styleId="Ttulo7Car" w:customStyle="1">
    <w:name w:val="Título 7 Car"/>
    <w:basedOn w:val="Fuentedeprrafopredeter"/>
    <w:link w:val="Ttulo7"/>
    <w:rsid w:val="00FD2145"/>
    <w:rPr>
      <w:rFonts w:asciiTheme="majorHAnsi" w:hAnsiTheme="majorHAnsi" w:eastAsiaTheme="majorEastAsia" w:cstheme="majorBidi"/>
      <w:i/>
      <w:iCs/>
      <w:color w:val="00324C" w:themeColor="accent1" w:themeShade="7F"/>
    </w:rPr>
  </w:style>
  <w:style w:type="character" w:styleId="Ttulo8Car" w:customStyle="1">
    <w:name w:val="Título 8 Car"/>
    <w:basedOn w:val="Fuentedeprrafopredeter"/>
    <w:link w:val="Ttulo8"/>
    <w:rsid w:val="00FD2145"/>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rsid w:val="00FD2145"/>
    <w:rPr>
      <w:rFonts w:asciiTheme="majorHAnsi" w:hAnsiTheme="majorHAnsi" w:eastAsiaTheme="majorEastAsia" w:cstheme="majorBidi"/>
      <w:i/>
      <w:iCs/>
      <w:color w:val="272727" w:themeColor="text1" w:themeTint="D8"/>
      <w:sz w:val="21"/>
      <w:szCs w:val="21"/>
    </w:rPr>
  </w:style>
  <w:style w:type="paragraph" w:styleId="Encabezado">
    <w:name w:val="header"/>
    <w:basedOn w:val="Normal"/>
    <w:link w:val="EncabezadoCar"/>
    <w:unhideWhenUsed/>
    <w:rsid w:val="00063983"/>
    <w:pPr>
      <w:tabs>
        <w:tab w:val="center" w:pos="4252"/>
        <w:tab w:val="right" w:pos="8504"/>
      </w:tabs>
      <w:spacing w:after="0"/>
    </w:pPr>
  </w:style>
  <w:style w:type="character" w:styleId="EncabezadoCar" w:customStyle="1">
    <w:name w:val="Encabezado Car"/>
    <w:basedOn w:val="Fuentedeprrafopredeter"/>
    <w:link w:val="Encabezado"/>
    <w:rsid w:val="00063983"/>
    <w:rPr>
      <w:rFonts w:ascii="Calibri" w:hAnsi="Calibri"/>
    </w:rPr>
  </w:style>
  <w:style w:type="paragraph" w:styleId="Piedepgina">
    <w:name w:val="footer"/>
    <w:basedOn w:val="Normal"/>
    <w:link w:val="PiedepginaCar"/>
    <w:uiPriority w:val="99"/>
    <w:unhideWhenUsed/>
    <w:rsid w:val="009B7DB0"/>
    <w:pPr>
      <w:tabs>
        <w:tab w:val="center" w:pos="4252"/>
        <w:tab w:val="right" w:pos="8504"/>
      </w:tabs>
      <w:spacing w:before="80" w:after="0"/>
    </w:pPr>
    <w:rPr>
      <w:sz w:val="20"/>
    </w:rPr>
  </w:style>
  <w:style w:type="character" w:styleId="PiedepginaCar" w:customStyle="1">
    <w:name w:val="Pie de página Car"/>
    <w:basedOn w:val="Fuentedeprrafopredeter"/>
    <w:link w:val="Piedepgina"/>
    <w:uiPriority w:val="99"/>
    <w:rsid w:val="009B7DB0"/>
    <w:rPr>
      <w:sz w:val="20"/>
    </w:rPr>
  </w:style>
  <w:style w:type="paragraph" w:styleId="TDC1">
    <w:name w:val="toc 1"/>
    <w:basedOn w:val="Normal"/>
    <w:next w:val="Normal"/>
    <w:autoRedefine/>
    <w:uiPriority w:val="39"/>
    <w:unhideWhenUsed/>
    <w:qFormat/>
    <w:rsid w:val="009E3E7E"/>
    <w:pPr>
      <w:tabs>
        <w:tab w:val="left" w:pos="284"/>
        <w:tab w:val="right" w:leader="dot" w:pos="9628"/>
      </w:tabs>
      <w:spacing w:before="240"/>
      <w:ind w:left="284" w:hanging="284"/>
    </w:pPr>
    <w:rPr>
      <w:rFonts w:ascii="Barlow" w:hAnsi="Barlow"/>
      <w:noProof/>
      <w:color w:val="006699"/>
    </w:rPr>
  </w:style>
  <w:style w:type="paragraph" w:styleId="TDC2">
    <w:name w:val="toc 2"/>
    <w:basedOn w:val="Normal"/>
    <w:next w:val="Normal"/>
    <w:autoRedefine/>
    <w:uiPriority w:val="39"/>
    <w:unhideWhenUsed/>
    <w:qFormat/>
    <w:rsid w:val="009E3E7E"/>
    <w:pPr>
      <w:tabs>
        <w:tab w:val="left" w:pos="709"/>
        <w:tab w:val="right" w:leader="dot" w:pos="9628"/>
      </w:tabs>
      <w:ind w:left="709" w:hanging="425"/>
    </w:pPr>
    <w:rPr>
      <w:rFonts w:ascii="Barlow" w:hAnsi="Barlow"/>
      <w:noProof/>
    </w:rPr>
  </w:style>
  <w:style w:type="paragraph" w:styleId="SourceCode" w:customStyle="1">
    <w:name w:val="Source Code"/>
    <w:basedOn w:val="Normal"/>
    <w:link w:val="VerbatimChar"/>
    <w:rsid w:val="00E70ADF"/>
    <w:pPr>
      <w:pBdr>
        <w:top w:val="single" w:color="006699" w:sz="4" w:space="1"/>
        <w:left w:val="single" w:color="006699" w:sz="4" w:space="4"/>
        <w:bottom w:val="single" w:color="006699" w:sz="4" w:space="1"/>
        <w:right w:val="single" w:color="006699" w:sz="4" w:space="4"/>
      </w:pBdr>
      <w:shd w:val="clear" w:color="auto" w:fill="E8F2FE"/>
      <w:wordWrap w:val="0"/>
      <w:spacing w:before="180" w:after="180"/>
      <w:contextualSpacing/>
      <w:jc w:val="left"/>
    </w:pPr>
    <w:rPr>
      <w:rFonts w:ascii="Consolas" w:hAnsi="Consolas"/>
      <w:sz w:val="20"/>
    </w:rPr>
  </w:style>
  <w:style w:type="paragraph" w:styleId="DireccionEmisora" w:customStyle="1">
    <w:name w:val="Direccion Emisora"/>
    <w:basedOn w:val="Normal"/>
    <w:rsid w:val="00562BDD"/>
    <w:pPr>
      <w:spacing w:after="0"/>
      <w:jc w:val="right"/>
    </w:pPr>
    <w:rPr>
      <w:rFonts w:eastAsia="Times New Roman" w:cs="Times New Roman"/>
      <w:b/>
      <w:i/>
      <w:szCs w:val="20"/>
      <w:lang w:val="es-ES" w:eastAsia="es-ES"/>
    </w:rPr>
  </w:style>
  <w:style w:type="character" w:styleId="Hipervnculovisitado">
    <w:name w:val="FollowedHyperlink"/>
    <w:basedOn w:val="Fuentedeprrafopredeter"/>
    <w:rsid w:val="001F454C"/>
    <w:rPr>
      <w:color w:val="006699"/>
      <w:u w:val="none"/>
    </w:rPr>
  </w:style>
  <w:style w:type="table" w:styleId="Tablaconcuadrcula">
    <w:name w:val="Table Grid"/>
    <w:basedOn w:val="Tablanormal"/>
    <w:uiPriority w:val="59"/>
    <w:rsid w:val="0022034F"/>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Estandar" w:customStyle="1">
    <w:name w:val="Tabla_Estandar"/>
    <w:basedOn w:val="Tablanormal"/>
    <w:uiPriority w:val="99"/>
    <w:rsid w:val="00B4566A"/>
    <w:pPr>
      <w:spacing w:after="0"/>
    </w:pPr>
    <w:tblPr>
      <w:tblStyleRowBandSize w:val="1"/>
      <w:tblStyleColBandSize w:val="1"/>
      <w:jc w:val="center"/>
      <w:tblBorders>
        <w:top w:val="single" w:color="006699" w:themeColor="accent1" w:sz="4" w:space="0"/>
        <w:bottom w:val="single" w:color="006699" w:themeColor="accent1" w:sz="4" w:space="0"/>
        <w:insideH w:val="single" w:color="006699" w:themeColor="accent1" w:sz="4" w:space="0"/>
        <w:insideV w:val="single" w:color="006699" w:themeColor="accent1" w:sz="4" w:space="0"/>
      </w:tblBorders>
      <w:tblCellMar>
        <w:right w:w="57" w:type="dxa"/>
      </w:tblCellMar>
    </w:tblPr>
    <w:trPr>
      <w:jc w:val="center"/>
    </w:trPr>
    <w:tcPr>
      <w:shd w:val="clear" w:color="auto" w:fill="auto"/>
    </w:tcPr>
    <w:tblStylePr w:type="firstRow">
      <w:pPr>
        <w:keepNext/>
        <w:wordWrap/>
      </w:pPr>
      <w:rPr>
        <w:rFonts w:ascii="Barlow Semi Condensed Medium" w:hAnsi="Barlow Semi Condensed Medium"/>
        <w:b w:val="0"/>
        <w:color w:val="006699"/>
        <w:sz w:val="22"/>
      </w:rPr>
      <w:tblPr/>
      <w:tcPr>
        <w:shd w:val="clear" w:color="auto" w:fill="EAF2F7" w:themeFill="accent5" w:themeFillTint="33"/>
      </w:tcPr>
    </w:tblStylePr>
    <w:tblStylePr w:type="band1Vert">
      <w:tblPr/>
      <w:tcPr>
        <w:tcBorders>
          <w:insideH w:val="single" w:color="006699" w:themeColor="accent1" w:sz="4" w:space="0"/>
          <w:insideV w:val="nil"/>
        </w:tcBorders>
        <w:shd w:val="clear" w:color="auto" w:fill="auto"/>
      </w:tcPr>
    </w:tblStylePr>
    <w:tblStylePr w:type="band1Horz">
      <w:tblPr/>
      <w:tcPr>
        <w:tcBorders>
          <w:insideH w:val="single" w:color="006699" w:themeColor="accent1" w:sz="4" w:space="0"/>
        </w:tcBorders>
        <w:shd w:val="clear" w:color="auto" w:fill="auto"/>
      </w:tcPr>
    </w:tblStylePr>
    <w:tblStylePr w:type="band2Horz">
      <w:tblPr/>
      <w:tcPr>
        <w:tcBorders>
          <w:insideH w:val="nil"/>
        </w:tcBorders>
        <w:shd w:val="clear" w:color="auto" w:fill="auto"/>
      </w:tcPr>
    </w:tblStylePr>
  </w:style>
  <w:style w:type="character" w:styleId="Textodelmarcadordeposicin">
    <w:name w:val="Placeholder Text"/>
    <w:basedOn w:val="Fuentedeprrafopredeter"/>
    <w:semiHidden/>
    <w:rsid w:val="00231D45"/>
    <w:rPr>
      <w:color w:val="808080"/>
    </w:rPr>
  </w:style>
  <w:style w:type="paragraph" w:styleId="Revisin">
    <w:name w:val="Revision"/>
    <w:hidden/>
    <w:semiHidden/>
    <w:rsid w:val="00A26490"/>
    <w:pPr>
      <w:spacing w:after="0"/>
    </w:pPr>
    <w:rPr>
      <w:rFonts w:ascii="Calibri" w:hAnsi="Calibri"/>
    </w:rPr>
  </w:style>
  <w:style w:type="paragraph" w:styleId="Textodeglobo">
    <w:name w:val="Balloon Text"/>
    <w:basedOn w:val="Normal"/>
    <w:link w:val="TextodegloboCar"/>
    <w:semiHidden/>
    <w:unhideWhenUsed/>
    <w:rsid w:val="00A26490"/>
    <w:pPr>
      <w:spacing w:after="0"/>
    </w:pPr>
    <w:rPr>
      <w:rFonts w:ascii="Segoe UI" w:hAnsi="Segoe UI" w:cs="Segoe UI"/>
      <w:sz w:val="18"/>
      <w:szCs w:val="18"/>
    </w:rPr>
  </w:style>
  <w:style w:type="character" w:styleId="TextodegloboCar" w:customStyle="1">
    <w:name w:val="Texto de globo Car"/>
    <w:basedOn w:val="Fuentedeprrafopredeter"/>
    <w:link w:val="Textodeglobo"/>
    <w:semiHidden/>
    <w:rsid w:val="00A26490"/>
    <w:rPr>
      <w:rFonts w:ascii="Segoe UI" w:hAnsi="Segoe UI" w:cs="Segoe UI"/>
      <w:sz w:val="18"/>
      <w:szCs w:val="18"/>
    </w:rPr>
  </w:style>
  <w:style w:type="character" w:styleId="Refdecomentario">
    <w:name w:val="annotation reference"/>
    <w:basedOn w:val="Fuentedeprrafopredeter"/>
    <w:semiHidden/>
    <w:unhideWhenUsed/>
    <w:rsid w:val="00A26490"/>
    <w:rPr>
      <w:sz w:val="16"/>
      <w:szCs w:val="16"/>
    </w:rPr>
  </w:style>
  <w:style w:type="paragraph" w:styleId="Textocomentario">
    <w:name w:val="annotation text"/>
    <w:basedOn w:val="Normal"/>
    <w:link w:val="TextocomentarioCar"/>
    <w:semiHidden/>
    <w:unhideWhenUsed/>
    <w:rsid w:val="00A26490"/>
    <w:rPr>
      <w:sz w:val="20"/>
      <w:szCs w:val="20"/>
    </w:rPr>
  </w:style>
  <w:style w:type="character" w:styleId="TextocomentarioCar" w:customStyle="1">
    <w:name w:val="Texto comentario Car"/>
    <w:basedOn w:val="Fuentedeprrafopredeter"/>
    <w:link w:val="Textocomentario"/>
    <w:semiHidden/>
    <w:rsid w:val="00A26490"/>
    <w:rPr>
      <w:rFonts w:ascii="Calibri" w:hAnsi="Calibri"/>
      <w:sz w:val="20"/>
      <w:szCs w:val="20"/>
    </w:rPr>
  </w:style>
  <w:style w:type="paragraph" w:styleId="Asuntodelcomentario">
    <w:name w:val="annotation subject"/>
    <w:basedOn w:val="Textocomentario"/>
    <w:next w:val="Textocomentario"/>
    <w:link w:val="AsuntodelcomentarioCar"/>
    <w:semiHidden/>
    <w:unhideWhenUsed/>
    <w:rsid w:val="00A26490"/>
    <w:rPr>
      <w:b/>
      <w:bCs/>
    </w:rPr>
  </w:style>
  <w:style w:type="character" w:styleId="AsuntodelcomentarioCar" w:customStyle="1">
    <w:name w:val="Asunto del comentario Car"/>
    <w:basedOn w:val="TextocomentarioCar"/>
    <w:link w:val="Asuntodelcomentario"/>
    <w:semiHidden/>
    <w:rsid w:val="00A26490"/>
    <w:rPr>
      <w:rFonts w:ascii="Calibri" w:hAnsi="Calibri"/>
      <w:b/>
      <w:bCs/>
      <w:sz w:val="20"/>
      <w:szCs w:val="20"/>
    </w:rPr>
  </w:style>
  <w:style w:type="paragraph" w:styleId="CaptionedFigure" w:customStyle="1">
    <w:name w:val="Captioned Figure"/>
    <w:basedOn w:val="Figure"/>
    <w:rsid w:val="00183A11"/>
    <w:pPr>
      <w:keepNext/>
      <w:jc w:val="center"/>
    </w:pPr>
  </w:style>
  <w:style w:type="paragraph" w:styleId="TDC3">
    <w:name w:val="toc 3"/>
    <w:basedOn w:val="Normal"/>
    <w:next w:val="Normal"/>
    <w:autoRedefine/>
    <w:uiPriority w:val="39"/>
    <w:unhideWhenUsed/>
    <w:qFormat/>
    <w:rsid w:val="00CB0F85"/>
    <w:pPr>
      <w:tabs>
        <w:tab w:val="left" w:pos="1276"/>
        <w:tab w:val="right" w:leader="dot" w:pos="9628"/>
      </w:tabs>
      <w:ind w:left="1276" w:hanging="567"/>
    </w:pPr>
    <w:rPr>
      <w:rFonts w:ascii="Barlow" w:hAnsi="Barlow" w:eastAsiaTheme="minorEastAsia"/>
      <w:noProof/>
      <w:szCs w:val="22"/>
      <w:lang w:val="es-ES" w:eastAsia="es-ES"/>
    </w:rPr>
  </w:style>
  <w:style w:type="paragraph" w:styleId="Citadestacada">
    <w:name w:val="Intense Quote"/>
    <w:basedOn w:val="Normal"/>
    <w:next w:val="Normal"/>
    <w:link w:val="CitadestacadaCar"/>
    <w:qFormat/>
    <w:rsid w:val="00A96B76"/>
    <w:pPr>
      <w:pBdr>
        <w:top w:val="single" w:color="006699" w:sz="2" w:space="12"/>
        <w:bottom w:val="single" w:color="006699" w:sz="2" w:space="12"/>
      </w:pBdr>
      <w:suppressAutoHyphens/>
      <w:spacing w:before="200" w:after="200" w:line="281" w:lineRule="auto"/>
      <w:ind w:right="2977"/>
      <w:jc w:val="left"/>
    </w:pPr>
    <w:rPr>
      <w:i/>
      <w:iCs/>
      <w:color w:val="006699"/>
      <w:spacing w:val="10"/>
      <w:sz w:val="24"/>
    </w:rPr>
  </w:style>
  <w:style w:type="character" w:styleId="CitadestacadaCar" w:customStyle="1">
    <w:name w:val="Cita destacada Car"/>
    <w:basedOn w:val="Fuentedeprrafopredeter"/>
    <w:link w:val="Citadestacada"/>
    <w:rsid w:val="00A96B76"/>
    <w:rPr>
      <w:i/>
      <w:iCs/>
      <w:color w:val="006699"/>
      <w:spacing w:val="10"/>
    </w:rPr>
  </w:style>
  <w:style w:type="character" w:styleId="nfasis">
    <w:name w:val="Emphasis"/>
    <w:basedOn w:val="Fuentedeprrafopredeter"/>
    <w:rsid w:val="00261226"/>
    <w:rPr>
      <w:i/>
      <w:iCs/>
    </w:rPr>
  </w:style>
  <w:style w:type="character" w:styleId="Textoennegrita">
    <w:name w:val="Strong"/>
    <w:basedOn w:val="Fuentedeprrafopredeter"/>
    <w:rsid w:val="00D7371E"/>
    <w:rPr>
      <w:rFonts w:asciiTheme="majorHAnsi" w:hAnsiTheme="majorHAnsi"/>
      <w:b w:val="0"/>
      <w:bCs/>
      <w:color w:val="006699"/>
    </w:rPr>
  </w:style>
  <w:style w:type="character" w:styleId="KeywordTok" w:customStyle="1">
    <w:name w:val="KeywordTok"/>
    <w:basedOn w:val="VerbatimChar"/>
    <w:rPr>
      <w:rFonts w:ascii="Consolas" w:hAnsi="Consolas"/>
      <w:b/>
      <w:color w:val="007020"/>
      <w:sz w:val="20"/>
      <w:shd w:val="clear" w:color="auto" w:fill="E8F2FE"/>
    </w:rPr>
  </w:style>
  <w:style w:type="character" w:styleId="DataTypeTok" w:customStyle="1">
    <w:name w:val="DataTypeTok"/>
    <w:basedOn w:val="VerbatimChar"/>
    <w:rPr>
      <w:rFonts w:ascii="Consolas" w:hAnsi="Consolas"/>
      <w:color w:val="902000"/>
      <w:sz w:val="20"/>
      <w:shd w:val="clear" w:color="auto" w:fill="E8F2FE"/>
    </w:rPr>
  </w:style>
  <w:style w:type="character" w:styleId="DecValTok" w:customStyle="1">
    <w:name w:val="DecValTok"/>
    <w:basedOn w:val="VerbatimChar"/>
    <w:rPr>
      <w:rFonts w:ascii="Consolas" w:hAnsi="Consolas"/>
      <w:color w:val="40A070"/>
      <w:sz w:val="20"/>
      <w:shd w:val="clear" w:color="auto" w:fill="E8F2FE"/>
    </w:rPr>
  </w:style>
  <w:style w:type="character" w:styleId="BaseNTok" w:customStyle="1">
    <w:name w:val="BaseNTok"/>
    <w:basedOn w:val="VerbatimChar"/>
    <w:rPr>
      <w:rFonts w:ascii="Consolas" w:hAnsi="Consolas"/>
      <w:color w:val="40A070"/>
      <w:sz w:val="20"/>
      <w:shd w:val="clear" w:color="auto" w:fill="E8F2FE"/>
    </w:rPr>
  </w:style>
  <w:style w:type="character" w:styleId="FloatTok" w:customStyle="1">
    <w:name w:val="FloatTok"/>
    <w:basedOn w:val="VerbatimChar"/>
    <w:rPr>
      <w:rFonts w:ascii="Consolas" w:hAnsi="Consolas"/>
      <w:color w:val="40A070"/>
      <w:sz w:val="20"/>
      <w:shd w:val="clear" w:color="auto" w:fill="E8F2FE"/>
    </w:rPr>
  </w:style>
  <w:style w:type="character" w:styleId="ConstantTok" w:customStyle="1">
    <w:name w:val="ConstantTok"/>
    <w:basedOn w:val="VerbatimChar"/>
    <w:rPr>
      <w:rFonts w:ascii="Consolas" w:hAnsi="Consolas"/>
      <w:color w:val="880000"/>
      <w:sz w:val="20"/>
      <w:shd w:val="clear" w:color="auto" w:fill="E8F2FE"/>
    </w:rPr>
  </w:style>
  <w:style w:type="character" w:styleId="CharTok" w:customStyle="1">
    <w:name w:val="CharTok"/>
    <w:basedOn w:val="VerbatimChar"/>
    <w:rPr>
      <w:rFonts w:ascii="Consolas" w:hAnsi="Consolas"/>
      <w:color w:val="4070A0"/>
      <w:sz w:val="20"/>
      <w:shd w:val="clear" w:color="auto" w:fill="E8F2FE"/>
    </w:rPr>
  </w:style>
  <w:style w:type="character" w:styleId="SpecialCharTok" w:customStyle="1">
    <w:name w:val="SpecialCharTok"/>
    <w:basedOn w:val="VerbatimChar"/>
    <w:rPr>
      <w:rFonts w:ascii="Consolas" w:hAnsi="Consolas"/>
      <w:color w:val="4070A0"/>
      <w:sz w:val="20"/>
      <w:shd w:val="clear" w:color="auto" w:fill="E8F2FE"/>
    </w:rPr>
  </w:style>
  <w:style w:type="character" w:styleId="StringTok" w:customStyle="1">
    <w:name w:val="StringTok"/>
    <w:basedOn w:val="VerbatimChar"/>
    <w:rPr>
      <w:rFonts w:ascii="Consolas" w:hAnsi="Consolas"/>
      <w:color w:val="4070A0"/>
      <w:sz w:val="20"/>
      <w:shd w:val="clear" w:color="auto" w:fill="E8F2FE"/>
    </w:rPr>
  </w:style>
  <w:style w:type="character" w:styleId="VerbatimStringTok" w:customStyle="1">
    <w:name w:val="VerbatimStringTok"/>
    <w:basedOn w:val="VerbatimChar"/>
    <w:rPr>
      <w:rFonts w:ascii="Consolas" w:hAnsi="Consolas"/>
      <w:color w:val="4070A0"/>
      <w:sz w:val="20"/>
      <w:shd w:val="clear" w:color="auto" w:fill="E8F2FE"/>
    </w:rPr>
  </w:style>
  <w:style w:type="character" w:styleId="SpecialStringTok" w:customStyle="1">
    <w:name w:val="SpecialStringTok"/>
    <w:basedOn w:val="VerbatimChar"/>
    <w:rPr>
      <w:rFonts w:ascii="Consolas" w:hAnsi="Consolas"/>
      <w:color w:val="BB6688"/>
      <w:sz w:val="20"/>
      <w:shd w:val="clear" w:color="auto" w:fill="E8F2FE"/>
    </w:rPr>
  </w:style>
  <w:style w:type="character" w:styleId="ImportTok" w:customStyle="1">
    <w:name w:val="ImportTok"/>
    <w:basedOn w:val="VerbatimChar"/>
    <w:rPr>
      <w:rFonts w:ascii="Consolas" w:hAnsi="Consolas"/>
      <w:sz w:val="20"/>
      <w:shd w:val="clear" w:color="auto" w:fill="E8F2FE"/>
    </w:rPr>
  </w:style>
  <w:style w:type="character" w:styleId="CommentTok" w:customStyle="1">
    <w:name w:val="CommentTok"/>
    <w:basedOn w:val="VerbatimChar"/>
    <w:rPr>
      <w:rFonts w:ascii="Consolas" w:hAnsi="Consolas"/>
      <w:i/>
      <w:color w:val="60A0B0"/>
      <w:sz w:val="20"/>
      <w:shd w:val="clear" w:color="auto" w:fill="E8F2FE"/>
    </w:rPr>
  </w:style>
  <w:style w:type="character" w:styleId="DocumentationTok" w:customStyle="1">
    <w:name w:val="DocumentationTok"/>
    <w:basedOn w:val="VerbatimChar"/>
    <w:rPr>
      <w:rFonts w:ascii="Consolas" w:hAnsi="Consolas"/>
      <w:i/>
      <w:color w:val="BA2121"/>
      <w:sz w:val="20"/>
      <w:shd w:val="clear" w:color="auto" w:fill="E8F2FE"/>
    </w:rPr>
  </w:style>
  <w:style w:type="character" w:styleId="AnnotationTok" w:customStyle="1">
    <w:name w:val="AnnotationTok"/>
    <w:basedOn w:val="VerbatimChar"/>
    <w:rPr>
      <w:rFonts w:ascii="Consolas" w:hAnsi="Consolas"/>
      <w:b/>
      <w:i/>
      <w:color w:val="60A0B0"/>
      <w:sz w:val="20"/>
      <w:shd w:val="clear" w:color="auto" w:fill="E8F2FE"/>
    </w:rPr>
  </w:style>
  <w:style w:type="character" w:styleId="CommentVarTok" w:customStyle="1">
    <w:name w:val="CommentVarTok"/>
    <w:basedOn w:val="VerbatimChar"/>
    <w:rPr>
      <w:rFonts w:ascii="Consolas" w:hAnsi="Consolas"/>
      <w:b/>
      <w:i/>
      <w:color w:val="60A0B0"/>
      <w:sz w:val="20"/>
      <w:shd w:val="clear" w:color="auto" w:fill="E8F2FE"/>
    </w:rPr>
  </w:style>
  <w:style w:type="character" w:styleId="OtherTok" w:customStyle="1">
    <w:name w:val="OtherTok"/>
    <w:basedOn w:val="VerbatimChar"/>
    <w:rPr>
      <w:rFonts w:ascii="Consolas" w:hAnsi="Consolas"/>
      <w:color w:val="007020"/>
      <w:sz w:val="20"/>
      <w:shd w:val="clear" w:color="auto" w:fill="E8F2FE"/>
    </w:rPr>
  </w:style>
  <w:style w:type="character" w:styleId="FunctionTok" w:customStyle="1">
    <w:name w:val="FunctionTok"/>
    <w:basedOn w:val="VerbatimChar"/>
    <w:rPr>
      <w:rFonts w:ascii="Consolas" w:hAnsi="Consolas"/>
      <w:color w:val="06287E"/>
      <w:sz w:val="20"/>
      <w:shd w:val="clear" w:color="auto" w:fill="E8F2FE"/>
    </w:rPr>
  </w:style>
  <w:style w:type="character" w:styleId="VariableTok" w:customStyle="1">
    <w:name w:val="VariableTok"/>
    <w:basedOn w:val="VerbatimChar"/>
    <w:rPr>
      <w:rFonts w:ascii="Consolas" w:hAnsi="Consolas"/>
      <w:color w:val="19177C"/>
      <w:sz w:val="20"/>
      <w:shd w:val="clear" w:color="auto" w:fill="E8F2FE"/>
    </w:rPr>
  </w:style>
  <w:style w:type="character" w:styleId="ControlFlowTok" w:customStyle="1">
    <w:name w:val="ControlFlowTok"/>
    <w:basedOn w:val="VerbatimChar"/>
    <w:rPr>
      <w:rFonts w:ascii="Consolas" w:hAnsi="Consolas"/>
      <w:b/>
      <w:color w:val="007020"/>
      <w:sz w:val="20"/>
      <w:shd w:val="clear" w:color="auto" w:fill="E8F2FE"/>
    </w:rPr>
  </w:style>
  <w:style w:type="character" w:styleId="OperatorTok" w:customStyle="1">
    <w:name w:val="OperatorTok"/>
    <w:basedOn w:val="VerbatimChar"/>
    <w:rPr>
      <w:rFonts w:ascii="Consolas" w:hAnsi="Consolas"/>
      <w:color w:val="666666"/>
      <w:sz w:val="20"/>
      <w:shd w:val="clear" w:color="auto" w:fill="E8F2FE"/>
    </w:rPr>
  </w:style>
  <w:style w:type="character" w:styleId="BuiltInTok" w:customStyle="1">
    <w:name w:val="BuiltInTok"/>
    <w:basedOn w:val="VerbatimChar"/>
    <w:rPr>
      <w:rFonts w:ascii="Consolas" w:hAnsi="Consolas"/>
      <w:sz w:val="20"/>
      <w:shd w:val="clear" w:color="auto" w:fill="E8F2FE"/>
    </w:rPr>
  </w:style>
  <w:style w:type="character" w:styleId="ExtensionTok" w:customStyle="1">
    <w:name w:val="ExtensionTok"/>
    <w:basedOn w:val="VerbatimChar"/>
    <w:rPr>
      <w:rFonts w:ascii="Consolas" w:hAnsi="Consolas"/>
      <w:sz w:val="20"/>
      <w:shd w:val="clear" w:color="auto" w:fill="E8F2FE"/>
    </w:rPr>
  </w:style>
  <w:style w:type="character" w:styleId="PreprocessorTok" w:customStyle="1">
    <w:name w:val="PreprocessorTok"/>
    <w:basedOn w:val="VerbatimChar"/>
    <w:rPr>
      <w:rFonts w:ascii="Consolas" w:hAnsi="Consolas"/>
      <w:color w:val="BC7A00"/>
      <w:sz w:val="20"/>
      <w:shd w:val="clear" w:color="auto" w:fill="E8F2FE"/>
    </w:rPr>
  </w:style>
  <w:style w:type="character" w:styleId="AttributeTok" w:customStyle="1">
    <w:name w:val="AttributeTok"/>
    <w:basedOn w:val="VerbatimChar"/>
    <w:rPr>
      <w:rFonts w:ascii="Consolas" w:hAnsi="Consolas"/>
      <w:color w:val="7D9029"/>
      <w:sz w:val="20"/>
      <w:shd w:val="clear" w:color="auto" w:fill="E8F2FE"/>
    </w:rPr>
  </w:style>
  <w:style w:type="character" w:styleId="RegionMarkerTok" w:customStyle="1">
    <w:name w:val="RegionMarkerTok"/>
    <w:basedOn w:val="VerbatimChar"/>
    <w:rPr>
      <w:rFonts w:ascii="Consolas" w:hAnsi="Consolas"/>
      <w:sz w:val="20"/>
      <w:shd w:val="clear" w:color="auto" w:fill="E8F2FE"/>
    </w:rPr>
  </w:style>
  <w:style w:type="character" w:styleId="InformationTok" w:customStyle="1">
    <w:name w:val="InformationTok"/>
    <w:basedOn w:val="VerbatimChar"/>
    <w:rPr>
      <w:rFonts w:ascii="Consolas" w:hAnsi="Consolas"/>
      <w:b/>
      <w:i/>
      <w:color w:val="60A0B0"/>
      <w:sz w:val="20"/>
      <w:shd w:val="clear" w:color="auto" w:fill="E8F2FE"/>
    </w:rPr>
  </w:style>
  <w:style w:type="character" w:styleId="WarningTok" w:customStyle="1">
    <w:name w:val="WarningTok"/>
    <w:basedOn w:val="VerbatimChar"/>
    <w:rPr>
      <w:rFonts w:ascii="Consolas" w:hAnsi="Consolas"/>
      <w:b/>
      <w:i/>
      <w:color w:val="60A0B0"/>
      <w:sz w:val="20"/>
      <w:shd w:val="clear" w:color="auto" w:fill="E8F2FE"/>
    </w:rPr>
  </w:style>
  <w:style w:type="character" w:styleId="AlertTok" w:customStyle="1">
    <w:name w:val="AlertTok"/>
    <w:basedOn w:val="VerbatimChar"/>
    <w:rPr>
      <w:rFonts w:ascii="Consolas" w:hAnsi="Consolas"/>
      <w:b/>
      <w:color w:val="FF0000"/>
      <w:sz w:val="20"/>
      <w:shd w:val="clear" w:color="auto" w:fill="E8F2FE"/>
    </w:rPr>
  </w:style>
  <w:style w:type="character" w:styleId="ErrorTok" w:customStyle="1">
    <w:name w:val="ErrorTok"/>
    <w:basedOn w:val="VerbatimChar"/>
    <w:rPr>
      <w:rFonts w:ascii="Consolas" w:hAnsi="Consolas"/>
      <w:b/>
      <w:color w:val="FF0000"/>
      <w:sz w:val="20"/>
      <w:shd w:val="clear" w:color="auto" w:fill="E8F2FE"/>
    </w:rPr>
  </w:style>
  <w:style w:type="character" w:styleId="NormalTok" w:customStyle="1">
    <w:name w:val="NormalTok"/>
    <w:basedOn w:val="VerbatimChar"/>
    <w:rPr>
      <w:rFonts w:ascii="Consolas" w:hAnsi="Consolas"/>
      <w:sz w:val="20"/>
      <w:shd w:val="clear" w:color="auto" w:fill="E8F2FE"/>
    </w:rPr>
  </w:style>
  <w:style w:type="character" w:styleId="TextoindependienteCar" w:customStyle="1">
    <w:name w:val="Texto independiente Car"/>
    <w:basedOn w:val="Fuentedeprrafopredeter"/>
    <w:link w:val="Textoindependiente"/>
    <w:rsid w:val="009F13F5"/>
    <w:rPr>
      <w:sz w:val="22"/>
    </w:rPr>
  </w:style>
  <w:style w:type="paragraph" w:styleId="Bolo" w:customStyle="1">
    <w:name w:val="Bolo"/>
    <w:basedOn w:val="Normal"/>
    <w:qFormat/>
    <w:rsid w:val="009F13F5"/>
    <w:pPr>
      <w:numPr>
        <w:numId w:val="25"/>
      </w:numPr>
    </w:pPr>
    <w:rPr>
      <w:rFonts w:ascii="Barlow Semi Condensed" w:hAnsi="Barlow Semi Condensed" w:eastAsia="Times New Roman" w:cs="Times New Roman"/>
      <w:szCs w:val="20"/>
      <w:lang w:val="es-ES_tradnl" w:eastAsia="es-ES"/>
    </w:rPr>
  </w:style>
  <w:style w:type="character" w:styleId="EnfatizadoNormal" w:customStyle="1">
    <w:name w:val="Enfatizado_Normal"/>
    <w:basedOn w:val="Fuentedeprrafopredeter"/>
    <w:uiPriority w:val="1"/>
    <w:qFormat/>
    <w:rsid w:val="00ED6CB5"/>
    <w:rPr>
      <w:rFonts w:ascii="Barlow Semi Condensed Medium" w:hAnsi="Barlow Semi Condensed Medium"/>
    </w:rPr>
  </w:style>
  <w:style w:type="paragraph" w:styleId="Textonormal" w:customStyle="1">
    <w:name w:val="Texto normal"/>
    <w:basedOn w:val="Normal"/>
    <w:qFormat/>
    <w:rsid w:val="009E323F"/>
    <w:rPr>
      <w:rFonts w:ascii="Barlow" w:hAnsi="Barlow" w:eastAsia="Times New Roman" w:cs="Times New Roman"/>
      <w:szCs w:val="20"/>
      <w:lang w:val="es-ES_tradnl" w:eastAsia="es-ES"/>
    </w:rPr>
  </w:style>
  <w:style w:type="character" w:styleId="TextonormalCOLOR" w:customStyle="1">
    <w:name w:val="Texto normal COLOR"/>
    <w:basedOn w:val="Fuentedeprrafopredeter"/>
    <w:uiPriority w:val="1"/>
    <w:rsid w:val="009E323F"/>
    <w:rPr>
      <w:color w:val="C56650"/>
    </w:rPr>
  </w:style>
  <w:style w:type="character" w:styleId="CursivaNormal" w:customStyle="1">
    <w:name w:val="Cursiva Normal"/>
    <w:basedOn w:val="Fuentedeprrafopredeter"/>
    <w:uiPriority w:val="1"/>
    <w:qFormat/>
    <w:rsid w:val="009E323F"/>
    <w:rPr>
      <w:i/>
    </w:rPr>
  </w:style>
  <w:style w:type="paragraph" w:styleId="1" w:customStyle="1">
    <w:name w:val="1."/>
    <w:basedOn w:val="Normal"/>
    <w:qFormat/>
    <w:rsid w:val="00B67974"/>
    <w:pPr>
      <w:numPr>
        <w:numId w:val="26"/>
      </w:numPr>
      <w:tabs>
        <w:tab w:val="clear" w:pos="0"/>
        <w:tab w:val="num" w:pos="284"/>
      </w:tabs>
      <w:ind w:left="284" w:hanging="284"/>
    </w:pPr>
  </w:style>
  <w:style w:type="paragraph" w:styleId="a" w:customStyle="1">
    <w:name w:val="a)"/>
    <w:basedOn w:val="Normal"/>
    <w:qFormat/>
    <w:rsid w:val="00D75514"/>
    <w:pPr>
      <w:numPr>
        <w:numId w:val="28"/>
      </w:numPr>
      <w:tabs>
        <w:tab w:val="clear" w:pos="0"/>
        <w:tab w:val="num" w:pos="284"/>
      </w:tabs>
      <w:ind w:left="284" w:hanging="284"/>
    </w:pPr>
  </w:style>
  <w:style w:type="table" w:styleId="Tablanormal2">
    <w:name w:val="Plain Table 2"/>
    <w:basedOn w:val="Tablanormal"/>
    <w:rsid w:val="004F36F7"/>
    <w:pPr>
      <w:spacing w:after="0"/>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Tablanormal4">
    <w:name w:val="Plain Table 4"/>
    <w:basedOn w:val="Tablanormal"/>
    <w:rsid w:val="004F36F7"/>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rsid w:val="004F36F7"/>
    <w:pPr>
      <w:spacing w:after="0"/>
    </w:pPr>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2">
    <w:name w:val="Grid Table 2"/>
    <w:basedOn w:val="Tablanormal"/>
    <w:rsid w:val="004F36F7"/>
    <w:pPr>
      <w:spacing w:after="0"/>
    </w:pPr>
    <w:tblPr>
      <w:tblStyleRowBandSize w:val="1"/>
      <w:tblStyleColBandSize w:val="1"/>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themeTint="99" w:sz="12" w:space="0"/>
          <w:insideH w:val="nil"/>
          <w:insideV w:val="nil"/>
        </w:tcBorders>
        <w:shd w:val="clear" w:color="auto" w:fill="FFFFFF" w:themeFill="background1"/>
      </w:tcPr>
    </w:tblStylePr>
    <w:tblStylePr w:type="lastRow">
      <w:rPr>
        <w:b/>
        <w:bCs/>
      </w:rPr>
      <w:tbl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
    <w:name w:val="Grid Table 3"/>
    <w:basedOn w:val="Tablanormal"/>
    <w:rsid w:val="004F36F7"/>
    <w:pPr>
      <w:spacing w:after="0"/>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Tablanormal1">
    <w:name w:val="Plain Table 1"/>
    <w:basedOn w:val="Tablanormal"/>
    <w:rsid w:val="004F36F7"/>
    <w:pPr>
      <w:spacing w:after="0"/>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Enfatizadoazul" w:customStyle="1">
    <w:name w:val="Enfatizado azul"/>
    <w:basedOn w:val="TextoindependienteCar"/>
    <w:uiPriority w:val="1"/>
    <w:qFormat/>
    <w:rsid w:val="00ED6CB5"/>
    <w:rPr>
      <w:rFonts w:ascii="Barlow Semi Condensed Medium" w:hAnsi="Barlow Semi Condensed Medium"/>
      <w:color w:val="006699" w:themeColor="accent1"/>
      <w:sz w:val="22"/>
    </w:rPr>
  </w:style>
  <w:style w:type="paragraph" w:styleId="Titulillo2" w:customStyle="1">
    <w:name w:val="Titulillo_2"/>
    <w:basedOn w:val="Normal"/>
    <w:next w:val="Normal"/>
    <w:qFormat/>
    <w:rsid w:val="00A74C16"/>
    <w:pPr>
      <w:spacing w:before="200"/>
    </w:pPr>
    <w:rPr>
      <w:rFonts w:ascii="Barlow Semi Condensed Medium" w:hAnsi="Barlow Semi Condensed Medium"/>
      <w:szCs w:val="22"/>
    </w:rPr>
  </w:style>
  <w:style w:type="paragraph" w:styleId="SubttuloREE" w:customStyle="1">
    <w:name w:val="Subtítulo REE"/>
    <w:basedOn w:val="Normal"/>
    <w:next w:val="Textonormal"/>
    <w:rsid w:val="008F79F5"/>
    <w:pPr>
      <w:spacing w:before="240" w:line="280" w:lineRule="exact"/>
    </w:pPr>
    <w:rPr>
      <w:rFonts w:eastAsia="Times New Roman" w:cs="Times New Roman"/>
      <w:b/>
      <w:color w:val="006699"/>
      <w:sz w:val="24"/>
      <w:lang w:val="es-ES" w:eastAsia="es-ES"/>
    </w:rPr>
  </w:style>
  <w:style w:type="paragraph" w:styleId="TexTabla" w:customStyle="1">
    <w:name w:val="TexTabla"/>
    <w:basedOn w:val="Textonormal"/>
    <w:rsid w:val="008F79F5"/>
    <w:pPr>
      <w:suppressAutoHyphens/>
      <w:spacing w:before="40" w:after="40" w:line="240" w:lineRule="atLeast"/>
      <w:jc w:val="right"/>
    </w:pPr>
    <w:rPr>
      <w:sz w:val="20"/>
    </w:rPr>
  </w:style>
  <w:style w:type="paragraph" w:styleId="NumTablas" w:customStyle="1">
    <w:name w:val="Num_Tablas"/>
    <w:basedOn w:val="Normal"/>
    <w:next w:val="Normal"/>
    <w:autoRedefine/>
    <w:qFormat/>
    <w:rsid w:val="00D91DF0"/>
    <w:pPr>
      <w:numPr>
        <w:numId w:val="31"/>
      </w:numPr>
      <w:tabs>
        <w:tab w:val="left" w:pos="826"/>
      </w:tabs>
      <w:spacing w:before="200" w:after="300"/>
      <w:ind w:left="811" w:hanging="811"/>
    </w:pPr>
    <w:rPr>
      <w:rFonts w:ascii="Barlow Semi Condensed Medium" w:hAnsi="Barlow Semi Condensed Medium" w:eastAsia="Times New Roman" w:cs="Times New Roman"/>
      <w:color w:val="006699" w:themeColor="accent1"/>
      <w:szCs w:val="22"/>
      <w:lang w:val="es-ES_tradnl" w:eastAsia="es-ES"/>
    </w:rPr>
  </w:style>
  <w:style w:type="paragraph" w:styleId="NumFiguras" w:customStyle="1">
    <w:name w:val="Num_Figuras"/>
    <w:basedOn w:val="Normal"/>
    <w:next w:val="Normal"/>
    <w:autoRedefine/>
    <w:qFormat/>
    <w:rsid w:val="00D91DF0"/>
    <w:pPr>
      <w:numPr>
        <w:numId w:val="32"/>
      </w:numPr>
      <w:tabs>
        <w:tab w:val="left" w:pos="851"/>
      </w:tabs>
      <w:spacing w:before="200" w:after="300"/>
      <w:ind w:left="851" w:hanging="851"/>
      <w:jc w:val="left"/>
    </w:pPr>
    <w:rPr>
      <w:rFonts w:ascii="Barlow Semi Condensed Medium" w:hAnsi="Barlow Semi Condensed Medium" w:eastAsia="Times New Roman" w:cs="Times New Roman"/>
      <w:noProof/>
      <w:color w:val="006699" w:themeColor="accent1"/>
      <w:szCs w:val="22"/>
      <w:lang w:val="es-ES_tradnl" w:eastAsia="es-ES"/>
    </w:rPr>
  </w:style>
  <w:style w:type="paragraph" w:styleId="ituloREE5" w:customStyle="1">
    <w:name w:val="itulo REE_5"/>
    <w:basedOn w:val="Normal"/>
    <w:rsid w:val="007D0B18"/>
    <w:pPr>
      <w:keepNext/>
      <w:numPr>
        <w:ilvl w:val="4"/>
        <w:numId w:val="30"/>
      </w:numPr>
      <w:suppressAutoHyphens/>
      <w:spacing w:before="280" w:after="120" w:line="300" w:lineRule="exact"/>
      <w:ind w:left="993" w:right="-2" w:hanging="993"/>
      <w:contextualSpacing/>
      <w:jc w:val="left"/>
    </w:pPr>
    <w:rPr>
      <w:rFonts w:ascii="Barlow Medium" w:hAnsi="Barlow Medium" w:eastAsia="Times New Roman" w:cs="Times New Roman"/>
      <w:color w:val="006699"/>
      <w:sz w:val="24"/>
      <w:lang w:val="es-ES"/>
    </w:rPr>
  </w:style>
  <w:style w:type="paragraph" w:styleId="PiedeTabla" w:customStyle="1">
    <w:name w:val="Pie de Tabla"/>
    <w:basedOn w:val="Normal"/>
    <w:next w:val="Normal"/>
    <w:qFormat/>
    <w:rsid w:val="0061088E"/>
    <w:pPr>
      <w:spacing w:before="160" w:after="240"/>
      <w:contextualSpacing/>
    </w:pPr>
    <w:rPr>
      <w:rFonts w:eastAsia="Times New Roman" w:cs="Arial"/>
      <w:sz w:val="20"/>
      <w:szCs w:val="20"/>
      <w:lang w:val="es-ES" w:eastAsia="es-ES"/>
    </w:rPr>
  </w:style>
  <w:style w:type="paragraph" w:styleId="CabTabla" w:customStyle="1">
    <w:name w:val="CabTabla"/>
    <w:basedOn w:val="TexTabla"/>
    <w:rsid w:val="008F79F5"/>
    <w:rPr>
      <w:rFonts w:ascii="Barlow SemiBold" w:hAnsi="Barlow SemiBold"/>
      <w:color w:val="006699" w:themeColor="accent1"/>
    </w:rPr>
  </w:style>
  <w:style w:type="paragraph" w:styleId="PieFoto" w:customStyle="1">
    <w:name w:val="Pie_Foto"/>
    <w:basedOn w:val="Normal"/>
    <w:next w:val="Normal"/>
    <w:qFormat/>
    <w:rsid w:val="00D91DF0"/>
    <w:pPr>
      <w:numPr>
        <w:numId w:val="33"/>
      </w:numPr>
      <w:spacing w:before="200" w:after="300"/>
      <w:ind w:left="851" w:hanging="851"/>
    </w:pPr>
    <w:rPr>
      <w:rFonts w:ascii="Barlow Semi Condensed Medium" w:hAnsi="Barlow Semi Condensed Medium" w:eastAsia="Times New Roman" w:cs="Times New Roman"/>
      <w:color w:val="006699" w:themeColor="text2"/>
      <w:szCs w:val="20"/>
      <w:lang w:val="es-ES" w:eastAsia="es-ES"/>
    </w:rPr>
  </w:style>
  <w:style w:type="paragraph" w:styleId="Prrafodelista">
    <w:name w:val="List Paragraph"/>
    <w:basedOn w:val="Normal"/>
    <w:rsid w:val="008F79F5"/>
    <w:pPr>
      <w:ind w:left="720"/>
      <w:contextualSpacing/>
    </w:pPr>
  </w:style>
  <w:style w:type="character" w:styleId="Ttulo4Car" w:customStyle="1">
    <w:name w:val="Título 4 Car"/>
    <w:basedOn w:val="Fuentedeprrafopredeter"/>
    <w:link w:val="Ttulo4"/>
    <w:uiPriority w:val="9"/>
    <w:rsid w:val="008F79F5"/>
    <w:rPr>
      <w:rFonts w:ascii="Barlow Semi Condensed Medium" w:hAnsi="Barlow Semi Condensed Medium" w:eastAsiaTheme="majorEastAsia" w:cstheme="majorBidi"/>
      <w:color w:val="006699"/>
      <w:szCs w:val="28"/>
    </w:rPr>
  </w:style>
  <w:style w:type="paragraph" w:styleId="TDC4">
    <w:name w:val="toc 4"/>
    <w:basedOn w:val="Normal"/>
    <w:next w:val="Normal"/>
    <w:autoRedefine/>
    <w:uiPriority w:val="39"/>
    <w:unhideWhenUsed/>
    <w:rsid w:val="00CB0F85"/>
    <w:pPr>
      <w:tabs>
        <w:tab w:val="left" w:pos="1985"/>
        <w:tab w:val="right" w:leader="dot" w:pos="9628"/>
      </w:tabs>
      <w:ind w:left="1985" w:hanging="709"/>
    </w:pPr>
    <w:rPr>
      <w:rFonts w:ascii="Barlow" w:hAnsi="Barlow"/>
      <w:noProof/>
    </w:rPr>
  </w:style>
  <w:style w:type="character" w:styleId="nfasissutil">
    <w:name w:val="Subtle Emphasis"/>
    <w:basedOn w:val="Fuentedeprrafopredeter"/>
    <w:rsid w:val="00723025"/>
    <w:rPr>
      <w:i/>
      <w:iCs/>
      <w:color w:val="404040" w:themeColor="text1" w:themeTint="BF"/>
    </w:rPr>
  </w:style>
  <w:style w:type="paragraph" w:styleId="Textonotaalfinal">
    <w:name w:val="endnote text"/>
    <w:basedOn w:val="Normal"/>
    <w:link w:val="TextonotaalfinalCar"/>
    <w:semiHidden/>
    <w:unhideWhenUsed/>
    <w:rsid w:val="005D168C"/>
    <w:pPr>
      <w:spacing w:after="0"/>
    </w:pPr>
    <w:rPr>
      <w:sz w:val="20"/>
      <w:szCs w:val="20"/>
    </w:rPr>
  </w:style>
  <w:style w:type="character" w:styleId="TextonotaalfinalCar" w:customStyle="1">
    <w:name w:val="Texto nota al final Car"/>
    <w:basedOn w:val="Fuentedeprrafopredeter"/>
    <w:link w:val="Textonotaalfinal"/>
    <w:semiHidden/>
    <w:rsid w:val="005D168C"/>
    <w:rPr>
      <w:sz w:val="20"/>
      <w:szCs w:val="20"/>
    </w:rPr>
  </w:style>
  <w:style w:type="character" w:styleId="Refdenotaalfinal">
    <w:name w:val="endnote reference"/>
    <w:basedOn w:val="Fuentedeprrafopredeter"/>
    <w:semiHidden/>
    <w:unhideWhenUsed/>
    <w:rsid w:val="005D168C"/>
    <w:rPr>
      <w:vertAlign w:val="superscript"/>
    </w:rPr>
  </w:style>
  <w:style w:type="paragraph" w:styleId="Notas" w:customStyle="1">
    <w:name w:val="Notas"/>
    <w:basedOn w:val="Normal"/>
    <w:qFormat/>
    <w:rsid w:val="00F13054"/>
    <w:pPr>
      <w:spacing w:before="100"/>
    </w:pPr>
  </w:style>
  <w:style w:type="table" w:styleId="Tablaconcuadrculaclara">
    <w:name w:val="Grid Table Light"/>
    <w:basedOn w:val="Tablanormal"/>
    <w:uiPriority w:val="40"/>
    <w:rsid w:val="00B4566A"/>
    <w:pPr>
      <w:spacing w:after="0"/>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Mencinsinresolver">
    <w:name w:val="Unresolved Mention"/>
    <w:basedOn w:val="Fuentedeprrafopredeter"/>
    <w:uiPriority w:val="99"/>
    <w:semiHidden/>
    <w:unhideWhenUsed/>
    <w:rsid w:val="0046715A"/>
    <w:rPr>
      <w:color w:val="605E5C"/>
      <w:shd w:val="clear" w:color="auto" w:fill="E1DFDD"/>
    </w:rPr>
  </w:style>
  <w:style w:type="character" w:styleId="TextonotapieCar" w:customStyle="1">
    <w:name w:val="Texto nota pie Car"/>
    <w:aliases w:val="Nota pie_pagina Car"/>
    <w:basedOn w:val="Fuentedeprrafopredeter"/>
    <w:link w:val="Textonotapie"/>
    <w:uiPriority w:val="9"/>
    <w:rsid w:val="00F13054"/>
    <w:rPr>
      <w:sz w:val="18"/>
    </w:rPr>
  </w:style>
  <w:style w:type="paragraph" w:styleId="Subttulo1" w:customStyle="1">
    <w:name w:val="Subtítulo1"/>
    <w:basedOn w:val="Ttulo2"/>
    <w:next w:val="Textonormal"/>
    <w:qFormat/>
    <w:rsid w:val="005245AE"/>
    <w:pPr>
      <w:keepLines w:val="0"/>
      <w:numPr>
        <w:ilvl w:val="0"/>
        <w:numId w:val="0"/>
      </w:numPr>
      <w:pBdr>
        <w:bottom w:val="none" w:color="auto" w:sz="0" w:space="0"/>
      </w:pBdr>
      <w:spacing w:after="100" w:line="260" w:lineRule="exact"/>
    </w:pPr>
    <w:rPr>
      <w:rFonts w:eastAsia="Times New Roman" w:cs="Times New Roman"/>
      <w:b/>
      <w:sz w:val="22"/>
      <w:szCs w:val="22"/>
      <w:lang w:val="es-ES" w:eastAsia="es-ES"/>
    </w:rPr>
  </w:style>
  <w:style w:type="character" w:styleId="enfatizado" w:customStyle="1">
    <w:name w:val="enfatizado"/>
    <w:basedOn w:val="Fuentedeprrafopredeter"/>
    <w:uiPriority w:val="1"/>
    <w:qFormat/>
    <w:rsid w:val="005245AE"/>
    <w:rPr>
      <w:rFonts w:ascii="Barlow Semi Condensed SemiBold" w:hAnsi="Barlow Semi Condensed SemiBol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35310">
      <w:bodyDiv w:val="1"/>
      <w:marLeft w:val="0"/>
      <w:marRight w:val="0"/>
      <w:marTop w:val="0"/>
      <w:marBottom w:val="0"/>
      <w:divBdr>
        <w:top w:val="none" w:sz="0" w:space="0" w:color="auto"/>
        <w:left w:val="none" w:sz="0" w:space="0" w:color="auto"/>
        <w:bottom w:val="none" w:sz="0" w:space="0" w:color="auto"/>
        <w:right w:val="none" w:sz="0" w:space="0" w:color="auto"/>
      </w:divBdr>
      <w:divsChild>
        <w:div w:id="1313824962">
          <w:marLeft w:val="0"/>
          <w:marRight w:val="0"/>
          <w:marTop w:val="0"/>
          <w:marBottom w:val="0"/>
          <w:divBdr>
            <w:top w:val="none" w:sz="0" w:space="0" w:color="auto"/>
            <w:left w:val="none" w:sz="0" w:space="0" w:color="auto"/>
            <w:bottom w:val="none" w:sz="0" w:space="0" w:color="auto"/>
            <w:right w:val="none" w:sz="0" w:space="0" w:color="auto"/>
          </w:divBdr>
          <w:divsChild>
            <w:div w:id="7405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989996">
      <w:bodyDiv w:val="1"/>
      <w:marLeft w:val="0"/>
      <w:marRight w:val="0"/>
      <w:marTop w:val="0"/>
      <w:marBottom w:val="0"/>
      <w:divBdr>
        <w:top w:val="none" w:sz="0" w:space="0" w:color="auto"/>
        <w:left w:val="none" w:sz="0" w:space="0" w:color="auto"/>
        <w:bottom w:val="none" w:sz="0" w:space="0" w:color="auto"/>
        <w:right w:val="none" w:sz="0" w:space="0" w:color="auto"/>
      </w:divBdr>
      <w:divsChild>
        <w:div w:id="2048488333">
          <w:marLeft w:val="0"/>
          <w:marRight w:val="0"/>
          <w:marTop w:val="0"/>
          <w:marBottom w:val="0"/>
          <w:divBdr>
            <w:top w:val="none" w:sz="0" w:space="0" w:color="auto"/>
            <w:left w:val="none" w:sz="0" w:space="0" w:color="auto"/>
            <w:bottom w:val="none" w:sz="0" w:space="0" w:color="auto"/>
            <w:right w:val="none" w:sz="0" w:space="0" w:color="auto"/>
          </w:divBdr>
          <w:divsChild>
            <w:div w:id="146824638">
              <w:marLeft w:val="0"/>
              <w:marRight w:val="0"/>
              <w:marTop w:val="0"/>
              <w:marBottom w:val="0"/>
              <w:divBdr>
                <w:top w:val="none" w:sz="0" w:space="0" w:color="auto"/>
                <w:left w:val="none" w:sz="0" w:space="0" w:color="auto"/>
                <w:bottom w:val="none" w:sz="0" w:space="0" w:color="auto"/>
                <w:right w:val="none" w:sz="0" w:space="0" w:color="auto"/>
              </w:divBdr>
            </w:div>
            <w:div w:id="1813331935">
              <w:marLeft w:val="0"/>
              <w:marRight w:val="0"/>
              <w:marTop w:val="0"/>
              <w:marBottom w:val="0"/>
              <w:divBdr>
                <w:top w:val="none" w:sz="0" w:space="0" w:color="auto"/>
                <w:left w:val="none" w:sz="0" w:space="0" w:color="auto"/>
                <w:bottom w:val="none" w:sz="0" w:space="0" w:color="auto"/>
                <w:right w:val="none" w:sz="0" w:space="0" w:color="auto"/>
              </w:divBdr>
            </w:div>
            <w:div w:id="1965849325">
              <w:marLeft w:val="0"/>
              <w:marRight w:val="0"/>
              <w:marTop w:val="0"/>
              <w:marBottom w:val="0"/>
              <w:divBdr>
                <w:top w:val="none" w:sz="0" w:space="0" w:color="auto"/>
                <w:left w:val="none" w:sz="0" w:space="0" w:color="auto"/>
                <w:bottom w:val="none" w:sz="0" w:space="0" w:color="auto"/>
                <w:right w:val="none" w:sz="0" w:space="0" w:color="auto"/>
              </w:divBdr>
            </w:div>
            <w:div w:id="2115711390">
              <w:marLeft w:val="0"/>
              <w:marRight w:val="0"/>
              <w:marTop w:val="0"/>
              <w:marBottom w:val="0"/>
              <w:divBdr>
                <w:top w:val="none" w:sz="0" w:space="0" w:color="auto"/>
                <w:left w:val="none" w:sz="0" w:space="0" w:color="auto"/>
                <w:bottom w:val="none" w:sz="0" w:space="0" w:color="auto"/>
                <w:right w:val="none" w:sz="0" w:space="0" w:color="auto"/>
              </w:divBdr>
            </w:div>
            <w:div w:id="2116822711">
              <w:marLeft w:val="0"/>
              <w:marRight w:val="0"/>
              <w:marTop w:val="0"/>
              <w:marBottom w:val="0"/>
              <w:divBdr>
                <w:top w:val="none" w:sz="0" w:space="0" w:color="auto"/>
                <w:left w:val="none" w:sz="0" w:space="0" w:color="auto"/>
                <w:bottom w:val="none" w:sz="0" w:space="0" w:color="auto"/>
                <w:right w:val="none" w:sz="0" w:space="0" w:color="auto"/>
              </w:divBdr>
            </w:div>
            <w:div w:id="1282954116">
              <w:marLeft w:val="0"/>
              <w:marRight w:val="0"/>
              <w:marTop w:val="0"/>
              <w:marBottom w:val="0"/>
              <w:divBdr>
                <w:top w:val="none" w:sz="0" w:space="0" w:color="auto"/>
                <w:left w:val="none" w:sz="0" w:space="0" w:color="auto"/>
                <w:bottom w:val="none" w:sz="0" w:space="0" w:color="auto"/>
                <w:right w:val="none" w:sz="0" w:space="0" w:color="auto"/>
              </w:divBdr>
            </w:div>
            <w:div w:id="131216589">
              <w:marLeft w:val="0"/>
              <w:marRight w:val="0"/>
              <w:marTop w:val="0"/>
              <w:marBottom w:val="0"/>
              <w:divBdr>
                <w:top w:val="none" w:sz="0" w:space="0" w:color="auto"/>
                <w:left w:val="none" w:sz="0" w:space="0" w:color="auto"/>
                <w:bottom w:val="none" w:sz="0" w:space="0" w:color="auto"/>
                <w:right w:val="none" w:sz="0" w:space="0" w:color="auto"/>
              </w:divBdr>
            </w:div>
            <w:div w:id="727993314">
              <w:marLeft w:val="0"/>
              <w:marRight w:val="0"/>
              <w:marTop w:val="0"/>
              <w:marBottom w:val="0"/>
              <w:divBdr>
                <w:top w:val="none" w:sz="0" w:space="0" w:color="auto"/>
                <w:left w:val="none" w:sz="0" w:space="0" w:color="auto"/>
                <w:bottom w:val="none" w:sz="0" w:space="0" w:color="auto"/>
                <w:right w:val="none" w:sz="0" w:space="0" w:color="auto"/>
              </w:divBdr>
            </w:div>
            <w:div w:id="1319722052">
              <w:marLeft w:val="0"/>
              <w:marRight w:val="0"/>
              <w:marTop w:val="0"/>
              <w:marBottom w:val="0"/>
              <w:divBdr>
                <w:top w:val="none" w:sz="0" w:space="0" w:color="auto"/>
                <w:left w:val="none" w:sz="0" w:space="0" w:color="auto"/>
                <w:bottom w:val="none" w:sz="0" w:space="0" w:color="auto"/>
                <w:right w:val="none" w:sz="0" w:space="0" w:color="auto"/>
              </w:divBdr>
            </w:div>
            <w:div w:id="1003700989">
              <w:marLeft w:val="0"/>
              <w:marRight w:val="0"/>
              <w:marTop w:val="0"/>
              <w:marBottom w:val="0"/>
              <w:divBdr>
                <w:top w:val="none" w:sz="0" w:space="0" w:color="auto"/>
                <w:left w:val="none" w:sz="0" w:space="0" w:color="auto"/>
                <w:bottom w:val="none" w:sz="0" w:space="0" w:color="auto"/>
                <w:right w:val="none" w:sz="0" w:space="0" w:color="auto"/>
              </w:divBdr>
            </w:div>
            <w:div w:id="26773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75208">
      <w:bodyDiv w:val="1"/>
      <w:marLeft w:val="0"/>
      <w:marRight w:val="0"/>
      <w:marTop w:val="0"/>
      <w:marBottom w:val="0"/>
      <w:divBdr>
        <w:top w:val="none" w:sz="0" w:space="0" w:color="auto"/>
        <w:left w:val="none" w:sz="0" w:space="0" w:color="auto"/>
        <w:bottom w:val="none" w:sz="0" w:space="0" w:color="auto"/>
        <w:right w:val="none" w:sz="0" w:space="0" w:color="auto"/>
      </w:divBdr>
    </w:div>
    <w:div w:id="883639993">
      <w:bodyDiv w:val="1"/>
      <w:marLeft w:val="0"/>
      <w:marRight w:val="0"/>
      <w:marTop w:val="0"/>
      <w:marBottom w:val="0"/>
      <w:divBdr>
        <w:top w:val="none" w:sz="0" w:space="0" w:color="auto"/>
        <w:left w:val="none" w:sz="0" w:space="0" w:color="auto"/>
        <w:bottom w:val="none" w:sz="0" w:space="0" w:color="auto"/>
        <w:right w:val="none" w:sz="0" w:space="0" w:color="auto"/>
      </w:divBdr>
    </w:div>
    <w:div w:id="1701978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header" Target="header4.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image" Target="media/image20.emf" Id="rId17" /><Relationship Type="http://schemas.openxmlformats.org/officeDocument/2006/relationships/customXml" Target="../customXml/item2.xml" Id="rId2" /><Relationship Type="http://schemas.openxmlformats.org/officeDocument/2006/relationships/image" Target="media/image2.emf"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3.xml.rels><?xml version="1.0" encoding="UTF-8" standalone="yes"?>
<Relationships xmlns="http://schemas.openxmlformats.org/package/2006/relationships"><Relationship Id="rId1" Type="http://schemas.openxmlformats.org/officeDocument/2006/relationships/hyperlink" Target="http://www.ree.e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https://redelectrica.sharepoint.com/sites/identidad_corporativa/Documentos%20compartidos/Red%20El&#233;ctrica%20de%20Espa&#241;a/Plantillas/Word/REE_informe_2caras.dotx" TargetMode="External"/></Relationships>
</file>

<file path=word/theme/theme1.xml><?xml version="1.0" encoding="utf-8"?>
<a:theme xmlns:a="http://schemas.openxmlformats.org/drawingml/2006/main" name="Office Theme">
  <a:themeElements>
    <a:clrScheme name="RE">
      <a:dk1>
        <a:srgbClr val="000000"/>
      </a:dk1>
      <a:lt1>
        <a:sysClr val="window" lastClr="FFFFFF"/>
      </a:lt1>
      <a:dk2>
        <a:srgbClr val="006699"/>
      </a:dk2>
      <a:lt2>
        <a:srgbClr val="DDDDDD"/>
      </a:lt2>
      <a:accent1>
        <a:srgbClr val="006699"/>
      </a:accent1>
      <a:accent2>
        <a:srgbClr val="A01B00"/>
      </a:accent2>
      <a:accent3>
        <a:srgbClr val="A3AA2F"/>
      </a:accent3>
      <a:accent4>
        <a:srgbClr val="E1C557"/>
      </a:accent4>
      <a:accent5>
        <a:srgbClr val="9BC1DB"/>
      </a:accent5>
      <a:accent6>
        <a:srgbClr val="4D4D4D"/>
      </a:accent6>
      <a:hlink>
        <a:srgbClr val="A01B00"/>
      </a:hlink>
      <a:folHlink>
        <a:srgbClr val="B2B2B2"/>
      </a:folHlink>
    </a:clrScheme>
    <a:fontScheme name="Barlow">
      <a:majorFont>
        <a:latin typeface="Barlow Semi Condensed SemiBold"/>
        <a:ea typeface=""/>
        <a:cs typeface=""/>
      </a:majorFont>
      <a:minorFont>
        <a:latin typeface="Barlow Semi Condense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ogoHighlight xmlns="5b9d5a86-de04-49a8-9966-f9408b64623a">false</TogoHighlight>
    <TogoDueDate xmlns="5b9d5a86-de04-49a8-9966-f9408b64623a">2099-12-31T00:00:00+00:00</TogoDueDate>
    <TogoAuthor xmlns="5b9d5a86-de04-49a8-9966-f9408b64623a">
      <UserInfo>
        <DisplayName/>
        <AccountId xsi:nil="true"/>
        <AccountType/>
      </UserInfo>
    </TogoAuthor>
    <gd3a7737cb0047dc8ce44bed1647af23 xmlns="5b9d5a86-de04-49a8-9966-f9408b64623a">
      <Terms xmlns="http://schemas.microsoft.com/office/infopath/2007/PartnerControls"/>
    </gd3a7737cb0047dc8ce44bed1647af23>
    <TogoImageUrl xmlns="5b9d5a86-de04-49a8-9966-f9408b64623a" xsi:nil="true"/>
    <n63ae9402be240f1a4937184116f6bcc xmlns="5b9d5a86-de04-49a8-9966-f9408b64623a">
      <Terms xmlns="http://schemas.microsoft.com/office/infopath/2007/PartnerControls"/>
    </n63ae9402be240f1a4937184116f6bcc>
    <a01feae194714aa882aedc460c3c0dc2 xmlns="5b9d5a86-de04-49a8-9966-f9408b64623a">
      <Terms xmlns="http://schemas.microsoft.com/office/infopath/2007/PartnerControls"/>
    </a01feae194714aa882aedc460c3c0dc2>
    <TogoPublishingDate xmlns="5b9d5a86-de04-49a8-9966-f9408b64623a" xsi:nil="true"/>
    <fa99d158c7f14474ab98801009d80b56 xmlns="5b9d5a86-de04-49a8-9966-f9408b64623a">
      <Terms xmlns="http://schemas.microsoft.com/office/infopath/2007/PartnerControls"/>
    </fa99d158c7f14474ab98801009d80b56>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TogoDocuments" ma:contentTypeID="0x010100FC73BBCA21EB488382ED3C65536830580086C675C5F57C75479105CD257C34C501" ma:contentTypeVersion="17" ma:contentTypeDescription="Crear nuevo documento." ma:contentTypeScope="" ma:versionID="845882ef159b3647a12418016bfcee16">
  <xsd:schema xmlns:xsd="http://www.w3.org/2001/XMLSchema" xmlns:xs="http://www.w3.org/2001/XMLSchema" xmlns:p="http://schemas.microsoft.com/office/2006/metadata/properties" xmlns:ns2="5b9d5a86-de04-49a8-9966-f9408b64623a" xmlns:ns3="ea11b6ca-f3f3-499c-bc5a-02356f24ef65" targetNamespace="http://schemas.microsoft.com/office/2006/metadata/properties" ma:root="true" ma:fieldsID="645bb1d018e91452c1f17b5b76f74db4" ns2:_="" ns3:_="">
    <xsd:import namespace="5b9d5a86-de04-49a8-9966-f9408b64623a"/>
    <xsd:import namespace="ea11b6ca-f3f3-499c-bc5a-02356f24ef65"/>
    <xsd:element name="properties">
      <xsd:complexType>
        <xsd:sequence>
          <xsd:element name="documentManagement">
            <xsd:complexType>
              <xsd:all>
                <xsd:element ref="ns2:a01feae194714aa882aedc460c3c0dc2" minOccurs="0"/>
                <xsd:element ref="ns2:fa99d158c7f14474ab98801009d80b56" minOccurs="0"/>
                <xsd:element ref="ns2:TogoImageUrl" minOccurs="0"/>
                <xsd:element ref="ns2:TogoHighlight" minOccurs="0"/>
                <xsd:element ref="ns2:TogoAuthor" minOccurs="0"/>
                <xsd:element ref="ns2:gd3a7737cb0047dc8ce44bed1647af23" minOccurs="0"/>
                <xsd:element ref="ns2:n63ae9402be240f1a4937184116f6bcc" minOccurs="0"/>
                <xsd:element ref="ns2:TogoPublishingDate" minOccurs="0"/>
                <xsd:element ref="ns2:TogoDueDate"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d5a86-de04-49a8-9966-f9408b64623a" elementFormDefault="qualified">
    <xsd:import namespace="http://schemas.microsoft.com/office/2006/documentManagement/types"/>
    <xsd:import namespace="http://schemas.microsoft.com/office/infopath/2007/PartnerControls"/>
    <xsd:element name="a01feae194714aa882aedc460c3c0dc2" ma:index="8" nillable="true" ma:taxonomy="true" ma:internalName="a01feae194714aa882aedc460c3c0dc2" ma:taxonomyFieldName="TogoDocumentsCategory" ma:displayName="Category" ma:fieldId="{a01feae1-9471-4aa8-82ae-dc460c3c0dc2}" ma:sspId="ebec56c3-488b-41b5-b48b-9055a495df8c" ma:termSetId="f58b149d-283d-4f74-94f4-9b0d05bb91e7" ma:anchorId="00000000-0000-0000-0000-000000000000" ma:open="true" ma:isKeyword="false">
      <xsd:complexType>
        <xsd:sequence>
          <xsd:element ref="pc:Terms" minOccurs="0" maxOccurs="1"/>
        </xsd:sequence>
      </xsd:complexType>
    </xsd:element>
    <xsd:element name="fa99d158c7f14474ab98801009d80b56" ma:index="10" nillable="true" ma:taxonomy="true" ma:internalName="fa99d158c7f14474ab98801009d80b56" ma:taxonomyFieldName="TogoTags" ma:displayName="Tags" ma:fieldId="{fa99d158-c7f1-4474-ab98-801009d80b56}" ma:taxonomyMulti="true" ma:sspId="ebec56c3-488b-41b5-b48b-9055a495df8c" ma:termSetId="8ed7ce38-efb7-4d06-97ea-c211d216cdc7" ma:anchorId="00000000-0000-0000-0000-000000000000" ma:open="true" ma:isKeyword="false">
      <xsd:complexType>
        <xsd:sequence>
          <xsd:element ref="pc:Terms" minOccurs="0" maxOccurs="1"/>
        </xsd:sequence>
      </xsd:complexType>
    </xsd:element>
    <xsd:element name="TogoImageUrl" ma:index="12" nillable="true" ma:displayName="Image URL" ma:default="" ma:description="Image URL" ma:internalName="TogoImageUrl">
      <xsd:simpleType>
        <xsd:restriction base="dms:Note">
          <xsd:maxLength value="255"/>
        </xsd:restriction>
      </xsd:simpleType>
    </xsd:element>
    <xsd:element name="TogoHighlight" ma:index="13" nillable="true" ma:displayName="Highlight" ma:default="False" ma:description="Highlight" ma:internalName="TogoHighlight">
      <xsd:simpleType>
        <xsd:restriction base="dms:Boolean"/>
      </xsd:simpleType>
    </xsd:element>
    <xsd:element name="TogoAuthor" ma:index="14" nillable="true" ma:displayName="Author" ma:default="" ma:description="Author" ma:internalName="TogoAuth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d3a7737cb0047dc8ce44bed1647af23" ma:index="15" nillable="true" ma:taxonomy="true" ma:internalName="gd3a7737cb0047dc8ce44bed1647af23" ma:taxonomyFieldName="TogoLocations" ma:displayName="Locations" ma:fieldId="{0d3a7737-cb00-47dc-8ce4-4bed1647af23}" ma:taxonomyMulti="true" ma:sspId="ebec56c3-488b-41b5-b48b-9055a495df8c" ma:termSetId="b49f64b3-4722-4336-9a5c-56c326b344d4" ma:anchorId="00000000-0000-0000-0000-000000000000" ma:open="true" ma:isKeyword="false">
      <xsd:complexType>
        <xsd:sequence>
          <xsd:element ref="pc:Terms" minOccurs="0" maxOccurs="1"/>
        </xsd:sequence>
      </xsd:complexType>
    </xsd:element>
    <xsd:element name="n63ae9402be240f1a4937184116f6bcc" ma:index="17" nillable="true" ma:taxonomy="true" ma:internalName="n63ae9402be240f1a4937184116f6bcc" ma:taxonomyFieldName="TogoDepartments" ma:displayName="Departments" ma:fieldId="{763ae940-2be2-40f1-a493-7184116f6bcc}" ma:taxonomyMulti="true" ma:sspId="ebec56c3-488b-41b5-b48b-9055a495df8c" ma:termSetId="8ed8c9ea-7052-4c1d-a4d7-b9c10bffea6f" ma:anchorId="00000000-0000-0000-0000-000000000000" ma:open="true" ma:isKeyword="false">
      <xsd:complexType>
        <xsd:sequence>
          <xsd:element ref="pc:Terms" minOccurs="0" maxOccurs="1"/>
        </xsd:sequence>
      </xsd:complexType>
    </xsd:element>
    <xsd:element name="TogoPublishingDate" ma:index="19" nillable="true" ma:displayName="Publishing Date" ma:default="" ma:description="Publishing Date" ma:internalName="TogoPublishingDate">
      <xsd:simpleType>
        <xsd:restriction base="dms:DateTime"/>
      </xsd:simpleType>
    </xsd:element>
    <xsd:element name="TogoDueDate" ma:index="20" nillable="true" ma:displayName="Due Date" ma:default="2099-12-31T00:00:00Z" ma:description="Due Date" ma:internalName="TogoDu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a11b6ca-f3f3-499c-bc5a-02356f24ef65" elementFormDefault="qualified">
    <xsd:import namespace="http://schemas.microsoft.com/office/2006/documentManagement/types"/>
    <xsd:import namespace="http://schemas.microsoft.com/office/infopath/2007/PartnerControls"/>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AutoTags" ma:index="23" nillable="true" ma:displayName="Tags" ma:internalName="MediaServiceAutoTags" ma:readOnly="true">
      <xsd:simpleType>
        <xsd:restriction base="dms:Text"/>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DateTaken" ma:index="27"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81FD46-67AC-4702-8C96-B07BB3BF13E3}">
  <ds:schemaRefs>
    <ds:schemaRef ds:uri="http://schemas.microsoft.com/office/2006/metadata/properties"/>
    <ds:schemaRef ds:uri="http://schemas.microsoft.com/office/infopath/2007/PartnerControls"/>
    <ds:schemaRef ds:uri="5b9d5a86-de04-49a8-9966-f9408b64623a"/>
  </ds:schemaRefs>
</ds:datastoreItem>
</file>

<file path=customXml/itemProps2.xml><?xml version="1.0" encoding="utf-8"?>
<ds:datastoreItem xmlns:ds="http://schemas.openxmlformats.org/officeDocument/2006/customXml" ds:itemID="{AABE2E1A-4960-41D3-9850-BBF0B3BBB196}">
  <ds:schemaRefs>
    <ds:schemaRef ds:uri="http://schemas.openxmlformats.org/officeDocument/2006/bibliography"/>
  </ds:schemaRefs>
</ds:datastoreItem>
</file>

<file path=customXml/itemProps3.xml><?xml version="1.0" encoding="utf-8"?>
<ds:datastoreItem xmlns:ds="http://schemas.openxmlformats.org/officeDocument/2006/customXml" ds:itemID="{EF0022B5-7C3E-40FE-A7B7-F77AEEC6353D}">
  <ds:schemaRefs>
    <ds:schemaRef ds:uri="http://schemas.microsoft.com/sharepoint/v3/contenttype/forms"/>
  </ds:schemaRefs>
</ds:datastoreItem>
</file>

<file path=customXml/itemProps4.xml><?xml version="1.0" encoding="utf-8"?>
<ds:datastoreItem xmlns:ds="http://schemas.openxmlformats.org/officeDocument/2006/customXml" ds:itemID="{1D89E43F-21A2-4567-8BD8-0BF6692F5A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d5a86-de04-49a8-9966-f9408b64623a"/>
    <ds:schemaRef ds:uri="ea11b6ca-f3f3-499c-bc5a-02356f24e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REE_informe_2caras.dotx</ap:Template>
  <ap:Application>Microsoft Word for the web</ap:Application>
  <ap:DocSecurity>4</ap:DocSecurity>
  <ap:ScaleCrop>false</ap:ScaleCrop>
  <ap:Company>Red Electrica de España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Título del documento máximo tres líneas de texto</dc:title>
  <dc:creator>Mateo Sánchez, Lucía</dc:creator>
  <keywords/>
  <lastModifiedBy>Rodríguez Funes, Carlos (Becario)</lastModifiedBy>
  <revision>3</revision>
  <dcterms:created xsi:type="dcterms:W3CDTF">2022-01-27T08:07:00.0000000Z</dcterms:created>
  <dcterms:modified xsi:type="dcterms:W3CDTF">2025-06-03T12:04:25.9472940Z</dcterms:modified>
  <dc:language>es</dc:language>
</coreProperties>
</file>

<file path=docProps/custom.xml><?xml version="1.0" encoding="utf-8"?>
<Properties xmlns="http://schemas.openxmlformats.org/officeDocument/2006/custom-properties" xmlns:vt="http://schemas.openxmlformats.org/officeDocument/2006/docPropsVTypes">
  <property fmtid="{D5CDD505-2E9C-101B-9397-08002B2CF9AE}" pid="2" name="REE Departamento">
    <vt:lpwstr>Departamento de Xxxxxx</vt:lpwstr>
  </property>
  <property fmtid="{D5CDD505-2E9C-101B-9397-08002B2CF9AE}" pid="3" name="REE Dirección">
    <vt:lpwstr>Dirección de Innovación Tecnológica y Sistemas</vt:lpwstr>
  </property>
  <property fmtid="{D5CDD505-2E9C-101B-9397-08002B2CF9AE}" pid="4" name="date">
    <vt:lpwstr>17 de abril de 2019</vt:lpwstr>
  </property>
  <property fmtid="{D5CDD505-2E9C-101B-9397-08002B2CF9AE}" pid="5" name="subtitle">
    <vt:lpwstr>subtitle, p.ej: Versión 0.1</vt:lpwstr>
  </property>
  <property fmtid="{D5CDD505-2E9C-101B-9397-08002B2CF9AE}" pid="6" name="ContentTypeId">
    <vt:lpwstr>0x010100FC73BBCA21EB488382ED3C65536830580086C675C5F57C75479105CD257C34C501</vt:lpwstr>
  </property>
</Properties>
</file>